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028" w:rsidRPr="007D42E6" w:rsidRDefault="005E1028" w:rsidP="002A258F">
      <w:pPr>
        <w:spacing w:after="0" w:line="240" w:lineRule="auto"/>
        <w:jc w:val="center"/>
        <w:rPr>
          <w:rFonts w:ascii="Times New Roman" w:hAnsi="Times New Roman"/>
          <w:sz w:val="28"/>
          <w:szCs w:val="28"/>
        </w:rPr>
      </w:pPr>
      <w:r w:rsidRPr="007D42E6">
        <w:rPr>
          <w:rFonts w:ascii="Times New Roman" w:hAnsi="Times New Roman"/>
          <w:sz w:val="28"/>
          <w:szCs w:val="28"/>
        </w:rPr>
        <w:t>АДМИНИСТРАЦИЯ</w:t>
      </w:r>
    </w:p>
    <w:p w:rsidR="005E1028" w:rsidRDefault="005E1028" w:rsidP="002A258F">
      <w:pPr>
        <w:spacing w:after="0" w:line="240" w:lineRule="auto"/>
        <w:jc w:val="center"/>
        <w:rPr>
          <w:rFonts w:ascii="Times New Roman" w:hAnsi="Times New Roman"/>
          <w:sz w:val="28"/>
          <w:szCs w:val="28"/>
        </w:rPr>
      </w:pPr>
      <w:r>
        <w:rPr>
          <w:rFonts w:ascii="Times New Roman" w:hAnsi="Times New Roman"/>
          <w:sz w:val="28"/>
          <w:szCs w:val="28"/>
        </w:rPr>
        <w:t>ЗОНОВСКОГО СЕЛЬСОВЕТА</w:t>
      </w:r>
    </w:p>
    <w:p w:rsidR="005E1028" w:rsidRPr="007D42E6" w:rsidRDefault="005E1028" w:rsidP="002A258F">
      <w:pPr>
        <w:spacing w:after="0" w:line="240" w:lineRule="auto"/>
        <w:jc w:val="center"/>
        <w:rPr>
          <w:rFonts w:ascii="Times New Roman" w:hAnsi="Times New Roman"/>
          <w:sz w:val="28"/>
          <w:szCs w:val="28"/>
        </w:rPr>
      </w:pPr>
      <w:r>
        <w:rPr>
          <w:rFonts w:ascii="Times New Roman" w:hAnsi="Times New Roman"/>
          <w:sz w:val="28"/>
          <w:szCs w:val="28"/>
        </w:rPr>
        <w:t>КУЙБЫШЕВСКОГО РАЙОНА</w:t>
      </w:r>
      <w:r>
        <w:rPr>
          <w:rFonts w:ascii="Times New Roman" w:hAnsi="Times New Roman"/>
          <w:sz w:val="28"/>
          <w:szCs w:val="28"/>
        </w:rPr>
        <w:br/>
        <w:t>НОВОСИБИРСКОЙ ОБЛАСТИ</w:t>
      </w:r>
    </w:p>
    <w:p w:rsidR="005E1028" w:rsidRDefault="005E1028" w:rsidP="002A258F">
      <w:pPr>
        <w:spacing w:after="0" w:line="240" w:lineRule="auto"/>
        <w:jc w:val="center"/>
        <w:rPr>
          <w:rFonts w:ascii="Times New Roman" w:hAnsi="Times New Roman"/>
          <w:b/>
        </w:rPr>
      </w:pPr>
    </w:p>
    <w:p w:rsidR="005E1028" w:rsidRPr="007D42E6" w:rsidRDefault="005E1028" w:rsidP="002A258F">
      <w:pPr>
        <w:spacing w:after="0" w:line="240" w:lineRule="auto"/>
        <w:jc w:val="center"/>
        <w:rPr>
          <w:rFonts w:ascii="Times New Roman" w:hAnsi="Times New Roman"/>
          <w:b/>
        </w:rPr>
      </w:pPr>
    </w:p>
    <w:p w:rsidR="005E1028" w:rsidRPr="005F0877" w:rsidRDefault="005E1028" w:rsidP="005F0877">
      <w:pPr>
        <w:spacing w:after="0" w:line="240" w:lineRule="auto"/>
        <w:ind w:left="-360"/>
        <w:jc w:val="center"/>
        <w:rPr>
          <w:rFonts w:ascii="Times New Roman" w:hAnsi="Times New Roman"/>
          <w:b/>
          <w:sz w:val="28"/>
          <w:szCs w:val="28"/>
        </w:rPr>
      </w:pPr>
      <w:r w:rsidRPr="005F0877">
        <w:rPr>
          <w:rFonts w:ascii="Times New Roman" w:hAnsi="Times New Roman"/>
          <w:b/>
          <w:sz w:val="28"/>
          <w:szCs w:val="28"/>
        </w:rPr>
        <w:t>ПОСТАНОВЛЕНИЕ</w:t>
      </w:r>
    </w:p>
    <w:p w:rsidR="005E1028" w:rsidRPr="002A258F" w:rsidRDefault="005E1028" w:rsidP="005F0877">
      <w:pPr>
        <w:rPr>
          <w:rFonts w:ascii="Times New Roman" w:hAnsi="Times New Roman"/>
          <w:b/>
        </w:rPr>
      </w:pPr>
      <w:r>
        <w:rPr>
          <w:rFonts w:ascii="Times New Roman" w:hAnsi="Times New Roman"/>
          <w:b/>
        </w:rPr>
        <w:t xml:space="preserve">                                                                         с. Зоново</w:t>
      </w:r>
    </w:p>
    <w:p w:rsidR="005E1028" w:rsidRPr="005F0877" w:rsidRDefault="005E1028" w:rsidP="005F0877">
      <w:pPr>
        <w:ind w:left="-360"/>
        <w:jc w:val="center"/>
        <w:rPr>
          <w:rFonts w:ascii="Times New Roman" w:hAnsi="Times New Roman"/>
          <w:b/>
          <w:sz w:val="28"/>
          <w:szCs w:val="28"/>
        </w:rPr>
      </w:pPr>
      <w:r w:rsidRPr="005F0877">
        <w:rPr>
          <w:rFonts w:ascii="Times New Roman" w:hAnsi="Times New Roman"/>
          <w:b/>
          <w:sz w:val="28"/>
          <w:szCs w:val="28"/>
        </w:rPr>
        <w:t xml:space="preserve">11.03.2013 </w:t>
      </w:r>
      <w:r>
        <w:rPr>
          <w:rFonts w:ascii="Times New Roman" w:hAnsi="Times New Roman"/>
          <w:b/>
          <w:sz w:val="28"/>
          <w:szCs w:val="28"/>
        </w:rPr>
        <w:t>№10</w:t>
      </w:r>
      <w:r w:rsidRPr="005F0877">
        <w:rPr>
          <w:rFonts w:ascii="Times New Roman" w:hAnsi="Times New Roman"/>
          <w:b/>
          <w:sz w:val="28"/>
          <w:szCs w:val="28"/>
        </w:rPr>
        <w:t xml:space="preserve">                                                                                                                                     </w:t>
      </w:r>
    </w:p>
    <w:p w:rsidR="005E1028" w:rsidRPr="00F04E0A" w:rsidRDefault="005E1028" w:rsidP="00CF62E8">
      <w:pPr>
        <w:spacing w:after="0" w:line="240" w:lineRule="auto"/>
        <w:ind w:firstLine="708"/>
        <w:jc w:val="center"/>
        <w:rPr>
          <w:rFonts w:ascii="Times New Roman" w:hAnsi="Times New Roman"/>
          <w:sz w:val="24"/>
          <w:szCs w:val="24"/>
          <w:lang w:eastAsia="ru-RU"/>
        </w:rPr>
      </w:pPr>
      <w:r>
        <w:rPr>
          <w:rFonts w:ascii="Times New Roman" w:hAnsi="Times New Roman"/>
          <w:b/>
          <w:bCs/>
          <w:color w:val="052635"/>
          <w:sz w:val="24"/>
          <w:szCs w:val="24"/>
          <w:lang w:eastAsia="ru-RU"/>
        </w:rPr>
        <w:t>Об утверждении п</w:t>
      </w:r>
      <w:r w:rsidRPr="00F04E0A">
        <w:rPr>
          <w:rFonts w:ascii="Times New Roman" w:hAnsi="Times New Roman"/>
          <w:b/>
          <w:bCs/>
          <w:color w:val="052635"/>
          <w:sz w:val="24"/>
          <w:szCs w:val="24"/>
          <w:lang w:eastAsia="ru-RU"/>
        </w:rPr>
        <w:t>оряд</w:t>
      </w:r>
      <w:r>
        <w:rPr>
          <w:rFonts w:ascii="Times New Roman" w:hAnsi="Times New Roman"/>
          <w:b/>
          <w:bCs/>
          <w:color w:val="052635"/>
          <w:sz w:val="24"/>
          <w:szCs w:val="24"/>
          <w:lang w:eastAsia="ru-RU"/>
        </w:rPr>
        <w:t>ка</w:t>
      </w:r>
      <w:r w:rsidRPr="00F04E0A">
        <w:rPr>
          <w:rFonts w:ascii="Times New Roman" w:hAnsi="Times New Roman"/>
          <w:b/>
          <w:bCs/>
          <w:color w:val="052635"/>
          <w:sz w:val="24"/>
          <w:szCs w:val="24"/>
          <w:lang w:eastAsia="ru-RU"/>
        </w:rPr>
        <w:t xml:space="preserve"> обжалования нормативно-правовых актов</w:t>
      </w:r>
      <w:r>
        <w:rPr>
          <w:rFonts w:ascii="Times New Roman" w:hAnsi="Times New Roman"/>
          <w:b/>
          <w:bCs/>
          <w:color w:val="052635"/>
          <w:sz w:val="24"/>
          <w:szCs w:val="24"/>
          <w:lang w:eastAsia="ru-RU"/>
        </w:rPr>
        <w:t xml:space="preserve"> изданных органами местного самоуправления Зоновского сельсовета </w:t>
      </w:r>
      <w:r w:rsidRPr="00673B19">
        <w:rPr>
          <w:rFonts w:ascii="Times New Roman" w:hAnsi="Times New Roman"/>
          <w:b/>
          <w:bCs/>
          <w:color w:val="052635"/>
          <w:sz w:val="24"/>
          <w:szCs w:val="24"/>
          <w:lang w:eastAsia="ru-RU"/>
        </w:rPr>
        <w:t xml:space="preserve"> </w:t>
      </w:r>
    </w:p>
    <w:p w:rsidR="005E1028" w:rsidRDefault="005E1028" w:rsidP="00CF62E8">
      <w:pPr>
        <w:autoSpaceDE w:val="0"/>
        <w:autoSpaceDN w:val="0"/>
        <w:spacing w:after="0" w:line="240" w:lineRule="auto"/>
        <w:ind w:left="900" w:hanging="360"/>
        <w:jc w:val="center"/>
        <w:rPr>
          <w:rFonts w:ascii="Times New Roman" w:hAnsi="Times New Roman"/>
          <w:b/>
          <w:bCs/>
          <w:sz w:val="24"/>
          <w:szCs w:val="24"/>
          <w:lang w:eastAsia="ru-RU"/>
        </w:rPr>
      </w:pPr>
    </w:p>
    <w:p w:rsidR="005E1028" w:rsidRDefault="005E1028" w:rsidP="002A258F">
      <w:pPr>
        <w:ind w:left="-360"/>
        <w:rPr>
          <w:sz w:val="20"/>
          <w:szCs w:val="20"/>
        </w:rPr>
      </w:pPr>
    </w:p>
    <w:p w:rsidR="005E1028" w:rsidRDefault="005E1028" w:rsidP="002A258F">
      <w:pPr>
        <w:ind w:left="-360"/>
        <w:rPr>
          <w:rFonts w:ascii="Times New Roman" w:hAnsi="Times New Roman"/>
          <w:sz w:val="24"/>
          <w:szCs w:val="24"/>
        </w:rPr>
      </w:pPr>
      <w:r w:rsidRPr="00783EF2">
        <w:rPr>
          <w:rFonts w:ascii="Times New Roman" w:hAnsi="Times New Roman"/>
          <w:sz w:val="28"/>
          <w:szCs w:val="28"/>
        </w:rPr>
        <w:t>На основании Федерального закона от 06 октября 2003 года № 131-ФЗ «Об общих принципах организации местного самоуправления в Российской Федерации»</w:t>
      </w:r>
    </w:p>
    <w:p w:rsidR="005E1028" w:rsidRPr="00783EF2" w:rsidRDefault="005E1028" w:rsidP="00C274DF">
      <w:pPr>
        <w:ind w:left="-360"/>
        <w:jc w:val="center"/>
        <w:rPr>
          <w:rFonts w:ascii="Times New Roman" w:hAnsi="Times New Roman"/>
          <w:b/>
          <w:sz w:val="24"/>
          <w:szCs w:val="24"/>
        </w:rPr>
      </w:pPr>
      <w:r w:rsidRPr="00783EF2">
        <w:rPr>
          <w:rFonts w:ascii="Times New Roman" w:hAnsi="Times New Roman"/>
          <w:b/>
          <w:sz w:val="24"/>
          <w:szCs w:val="24"/>
        </w:rPr>
        <w:t>ПОСТАНОВЛЯЮ:</w:t>
      </w:r>
    </w:p>
    <w:p w:rsidR="005E1028" w:rsidRPr="00783EF2" w:rsidRDefault="005E1028" w:rsidP="00680123">
      <w:pPr>
        <w:pStyle w:val="ListParagraph"/>
        <w:numPr>
          <w:ilvl w:val="0"/>
          <w:numId w:val="1"/>
        </w:numPr>
        <w:jc w:val="both"/>
        <w:rPr>
          <w:rFonts w:ascii="Times New Roman" w:hAnsi="Times New Roman"/>
          <w:sz w:val="28"/>
          <w:szCs w:val="28"/>
        </w:rPr>
      </w:pPr>
      <w:r w:rsidRPr="00783EF2">
        <w:rPr>
          <w:rFonts w:ascii="Times New Roman" w:hAnsi="Times New Roman"/>
          <w:sz w:val="28"/>
          <w:szCs w:val="28"/>
        </w:rPr>
        <w:t xml:space="preserve">Утвердить «Порядок обжалования нормативно-правовых актов принятых органами местного самоуправления  Зоновского сельсовета </w:t>
      </w:r>
      <w:r>
        <w:rPr>
          <w:rFonts w:ascii="Times New Roman" w:hAnsi="Times New Roman"/>
          <w:sz w:val="28"/>
          <w:szCs w:val="28"/>
        </w:rPr>
        <w:t xml:space="preserve">       </w:t>
      </w:r>
      <w:r w:rsidRPr="00783EF2">
        <w:rPr>
          <w:rFonts w:ascii="Times New Roman" w:hAnsi="Times New Roman"/>
          <w:sz w:val="28"/>
          <w:szCs w:val="28"/>
        </w:rPr>
        <w:t>(приложение 1).</w:t>
      </w:r>
    </w:p>
    <w:p w:rsidR="005E1028" w:rsidRPr="00783EF2" w:rsidRDefault="005E1028" w:rsidP="00680123">
      <w:pPr>
        <w:pStyle w:val="ListParagraph"/>
        <w:numPr>
          <w:ilvl w:val="0"/>
          <w:numId w:val="1"/>
        </w:numPr>
        <w:jc w:val="both"/>
        <w:rPr>
          <w:rFonts w:ascii="Times New Roman" w:hAnsi="Times New Roman"/>
          <w:sz w:val="28"/>
          <w:szCs w:val="28"/>
        </w:rPr>
      </w:pPr>
      <w:r w:rsidRPr="00783EF2">
        <w:rPr>
          <w:rFonts w:ascii="Times New Roman" w:hAnsi="Times New Roman"/>
          <w:sz w:val="28"/>
          <w:szCs w:val="28"/>
        </w:rPr>
        <w:t>Контроль за исполнением настоящего постановления оставляю за собой.</w:t>
      </w:r>
    </w:p>
    <w:p w:rsidR="005E1028" w:rsidRPr="00783EF2" w:rsidRDefault="005E1028" w:rsidP="00680123">
      <w:pPr>
        <w:jc w:val="both"/>
        <w:rPr>
          <w:rFonts w:ascii="Times New Roman" w:hAnsi="Times New Roman"/>
          <w:sz w:val="28"/>
          <w:szCs w:val="28"/>
        </w:rPr>
      </w:pPr>
    </w:p>
    <w:p w:rsidR="005E1028" w:rsidRPr="00783EF2" w:rsidRDefault="005E1028" w:rsidP="00783EF2">
      <w:pPr>
        <w:spacing w:after="0" w:line="240" w:lineRule="auto"/>
        <w:ind w:firstLine="708"/>
        <w:rPr>
          <w:rFonts w:ascii="Times New Roman" w:hAnsi="Times New Roman"/>
          <w:bCs/>
          <w:color w:val="052635"/>
          <w:sz w:val="28"/>
          <w:szCs w:val="28"/>
          <w:lang w:eastAsia="ru-RU"/>
        </w:rPr>
      </w:pPr>
      <w:r w:rsidRPr="00783EF2">
        <w:rPr>
          <w:rFonts w:ascii="Times New Roman" w:hAnsi="Times New Roman"/>
          <w:bCs/>
          <w:color w:val="052635"/>
          <w:sz w:val="28"/>
          <w:szCs w:val="28"/>
          <w:lang w:eastAsia="ru-RU"/>
        </w:rPr>
        <w:t xml:space="preserve">Глава Зоновского сельсовета   </w:t>
      </w:r>
      <w:r>
        <w:rPr>
          <w:rFonts w:ascii="Times New Roman" w:hAnsi="Times New Roman"/>
          <w:bCs/>
          <w:color w:val="052635"/>
          <w:sz w:val="28"/>
          <w:szCs w:val="28"/>
          <w:lang w:eastAsia="ru-RU"/>
        </w:rPr>
        <w:t xml:space="preserve">                                               В.Н. Зонов</w:t>
      </w: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Pr="00680123" w:rsidRDefault="005E1028" w:rsidP="00680123">
      <w:pPr>
        <w:spacing w:after="0" w:line="240" w:lineRule="auto"/>
        <w:ind w:firstLine="708"/>
        <w:jc w:val="right"/>
        <w:rPr>
          <w:rFonts w:ascii="Times New Roman" w:hAnsi="Times New Roman"/>
          <w:bCs/>
          <w:color w:val="052635"/>
          <w:sz w:val="24"/>
          <w:szCs w:val="24"/>
          <w:lang w:eastAsia="ru-RU"/>
        </w:rPr>
      </w:pPr>
      <w:r w:rsidRPr="00680123">
        <w:rPr>
          <w:rFonts w:ascii="Times New Roman" w:hAnsi="Times New Roman"/>
          <w:bCs/>
          <w:color w:val="052635"/>
          <w:sz w:val="24"/>
          <w:szCs w:val="24"/>
          <w:lang w:eastAsia="ru-RU"/>
        </w:rPr>
        <w:t>Приложение 1</w:t>
      </w:r>
    </w:p>
    <w:p w:rsidR="005E1028" w:rsidRPr="00680123" w:rsidRDefault="005E1028" w:rsidP="00680123">
      <w:pPr>
        <w:spacing w:after="0" w:line="240" w:lineRule="auto"/>
        <w:ind w:firstLine="708"/>
        <w:jc w:val="right"/>
        <w:rPr>
          <w:rFonts w:ascii="Times New Roman" w:hAnsi="Times New Roman"/>
          <w:bCs/>
          <w:color w:val="052635"/>
          <w:sz w:val="24"/>
          <w:szCs w:val="24"/>
          <w:lang w:eastAsia="ru-RU"/>
        </w:rPr>
      </w:pPr>
      <w:r w:rsidRPr="00680123">
        <w:rPr>
          <w:rFonts w:ascii="Times New Roman" w:hAnsi="Times New Roman"/>
          <w:bCs/>
          <w:color w:val="052635"/>
          <w:sz w:val="24"/>
          <w:szCs w:val="24"/>
          <w:lang w:eastAsia="ru-RU"/>
        </w:rPr>
        <w:t xml:space="preserve">Утверждено </w:t>
      </w:r>
    </w:p>
    <w:p w:rsidR="005E1028" w:rsidRPr="00680123" w:rsidRDefault="005E1028" w:rsidP="00680123">
      <w:pPr>
        <w:spacing w:after="0" w:line="240" w:lineRule="auto"/>
        <w:ind w:firstLine="708"/>
        <w:jc w:val="right"/>
        <w:rPr>
          <w:rFonts w:ascii="Times New Roman" w:hAnsi="Times New Roman"/>
          <w:bCs/>
          <w:color w:val="052635"/>
          <w:sz w:val="24"/>
          <w:szCs w:val="24"/>
          <w:lang w:eastAsia="ru-RU"/>
        </w:rPr>
      </w:pPr>
      <w:r w:rsidRPr="00680123">
        <w:rPr>
          <w:rFonts w:ascii="Times New Roman" w:hAnsi="Times New Roman"/>
          <w:bCs/>
          <w:color w:val="052635"/>
          <w:sz w:val="24"/>
          <w:szCs w:val="24"/>
          <w:lang w:eastAsia="ru-RU"/>
        </w:rPr>
        <w:t>постановлением администрации</w:t>
      </w:r>
    </w:p>
    <w:p w:rsidR="005E1028" w:rsidRDefault="005E1028" w:rsidP="00680123">
      <w:pPr>
        <w:spacing w:after="0" w:line="240" w:lineRule="auto"/>
        <w:ind w:firstLine="708"/>
        <w:jc w:val="right"/>
        <w:rPr>
          <w:rFonts w:ascii="Times New Roman" w:hAnsi="Times New Roman"/>
          <w:bCs/>
          <w:color w:val="052635"/>
          <w:sz w:val="24"/>
          <w:szCs w:val="24"/>
          <w:lang w:eastAsia="ru-RU"/>
        </w:rPr>
      </w:pPr>
      <w:r>
        <w:rPr>
          <w:rFonts w:ascii="Times New Roman" w:hAnsi="Times New Roman"/>
          <w:bCs/>
          <w:color w:val="052635"/>
          <w:sz w:val="24"/>
          <w:szCs w:val="24"/>
          <w:lang w:eastAsia="ru-RU"/>
        </w:rPr>
        <w:t>Зоновского сельсовета</w:t>
      </w:r>
    </w:p>
    <w:p w:rsidR="005E1028" w:rsidRPr="00680123" w:rsidRDefault="005E1028" w:rsidP="00680123">
      <w:pPr>
        <w:spacing w:after="0" w:line="240" w:lineRule="auto"/>
        <w:ind w:firstLine="708"/>
        <w:jc w:val="right"/>
        <w:rPr>
          <w:rFonts w:ascii="Times New Roman" w:hAnsi="Times New Roman"/>
          <w:bCs/>
          <w:color w:val="052635"/>
          <w:sz w:val="24"/>
          <w:szCs w:val="24"/>
          <w:lang w:eastAsia="ru-RU"/>
        </w:rPr>
      </w:pPr>
      <w:r>
        <w:rPr>
          <w:rFonts w:ascii="Times New Roman" w:hAnsi="Times New Roman"/>
          <w:bCs/>
          <w:color w:val="052635"/>
          <w:sz w:val="24"/>
          <w:szCs w:val="24"/>
          <w:lang w:eastAsia="ru-RU"/>
        </w:rPr>
        <w:t>от 11.03.2013  №10</w:t>
      </w:r>
    </w:p>
    <w:p w:rsidR="005E1028" w:rsidRPr="00680123" w:rsidRDefault="005E1028" w:rsidP="00F04E0A">
      <w:pPr>
        <w:spacing w:after="0" w:line="240" w:lineRule="auto"/>
        <w:ind w:firstLine="708"/>
        <w:jc w:val="center"/>
        <w:rPr>
          <w:rFonts w:ascii="Times New Roman" w:hAnsi="Times New Roman"/>
          <w:bCs/>
          <w:color w:val="052635"/>
          <w:sz w:val="24"/>
          <w:szCs w:val="24"/>
          <w:lang w:eastAsia="ru-RU"/>
        </w:rPr>
      </w:pPr>
    </w:p>
    <w:p w:rsidR="005E1028" w:rsidRDefault="005E1028" w:rsidP="00680123">
      <w:pPr>
        <w:spacing w:after="0" w:line="240" w:lineRule="auto"/>
        <w:rPr>
          <w:rFonts w:ascii="Times New Roman" w:hAnsi="Times New Roman"/>
          <w:b/>
          <w:bCs/>
          <w:color w:val="052635"/>
          <w:sz w:val="24"/>
          <w:szCs w:val="24"/>
          <w:lang w:eastAsia="ru-RU"/>
        </w:rPr>
      </w:pPr>
    </w:p>
    <w:p w:rsidR="005E1028" w:rsidRDefault="005E1028" w:rsidP="00680123">
      <w:pPr>
        <w:spacing w:after="0" w:line="240" w:lineRule="auto"/>
        <w:rPr>
          <w:rFonts w:ascii="Times New Roman" w:hAnsi="Times New Roman"/>
          <w:b/>
          <w:bCs/>
          <w:color w:val="052635"/>
          <w:sz w:val="24"/>
          <w:szCs w:val="24"/>
          <w:lang w:eastAsia="ru-RU"/>
        </w:rPr>
      </w:pPr>
    </w:p>
    <w:p w:rsidR="005E1028" w:rsidRDefault="005E1028" w:rsidP="00F04E0A">
      <w:pPr>
        <w:spacing w:after="0" w:line="240" w:lineRule="auto"/>
        <w:ind w:firstLine="708"/>
        <w:jc w:val="center"/>
        <w:rPr>
          <w:rFonts w:ascii="Times New Roman" w:hAnsi="Times New Roman"/>
          <w:b/>
          <w:bCs/>
          <w:color w:val="052635"/>
          <w:sz w:val="24"/>
          <w:szCs w:val="24"/>
          <w:lang w:eastAsia="ru-RU"/>
        </w:rPr>
      </w:pPr>
    </w:p>
    <w:p w:rsidR="005E1028" w:rsidRPr="00F04E0A" w:rsidRDefault="005E1028" w:rsidP="00680123">
      <w:pPr>
        <w:spacing w:after="0" w:line="240" w:lineRule="auto"/>
        <w:ind w:firstLine="708"/>
        <w:jc w:val="center"/>
        <w:rPr>
          <w:rFonts w:ascii="Times New Roman" w:hAnsi="Times New Roman"/>
          <w:sz w:val="24"/>
          <w:szCs w:val="24"/>
          <w:lang w:eastAsia="ru-RU"/>
        </w:rPr>
      </w:pPr>
      <w:r w:rsidRPr="00F04E0A">
        <w:rPr>
          <w:rFonts w:ascii="Times New Roman" w:hAnsi="Times New Roman"/>
          <w:b/>
          <w:bCs/>
          <w:color w:val="052635"/>
          <w:sz w:val="24"/>
          <w:szCs w:val="24"/>
          <w:lang w:eastAsia="ru-RU"/>
        </w:rPr>
        <w:t>Порядок обжалования нормативно-правовых актов</w:t>
      </w:r>
      <w:r>
        <w:rPr>
          <w:rFonts w:ascii="Times New Roman" w:hAnsi="Times New Roman"/>
          <w:b/>
          <w:bCs/>
          <w:color w:val="052635"/>
          <w:sz w:val="24"/>
          <w:szCs w:val="24"/>
          <w:lang w:eastAsia="ru-RU"/>
        </w:rPr>
        <w:t xml:space="preserve"> изданных органами местного самоуправления Зоновского сельсовета</w:t>
      </w:r>
    </w:p>
    <w:p w:rsidR="005E1028" w:rsidRDefault="005E1028" w:rsidP="00F04E0A">
      <w:pPr>
        <w:autoSpaceDE w:val="0"/>
        <w:autoSpaceDN w:val="0"/>
        <w:spacing w:after="0" w:line="240" w:lineRule="auto"/>
        <w:ind w:left="900" w:hanging="360"/>
        <w:jc w:val="center"/>
        <w:rPr>
          <w:rFonts w:ascii="Times New Roman" w:hAnsi="Times New Roman"/>
          <w:b/>
          <w:bCs/>
          <w:sz w:val="24"/>
          <w:szCs w:val="24"/>
          <w:lang w:eastAsia="ru-RU"/>
        </w:rPr>
      </w:pPr>
    </w:p>
    <w:p w:rsidR="005E1028" w:rsidRPr="00F04E0A" w:rsidRDefault="005E1028" w:rsidP="00F04E0A">
      <w:pPr>
        <w:autoSpaceDE w:val="0"/>
        <w:autoSpaceDN w:val="0"/>
        <w:spacing w:after="0" w:line="240" w:lineRule="auto"/>
        <w:ind w:left="900" w:hanging="360"/>
        <w:jc w:val="center"/>
        <w:rPr>
          <w:rFonts w:ascii="Times New Roman" w:hAnsi="Times New Roman"/>
          <w:sz w:val="24"/>
          <w:szCs w:val="24"/>
          <w:lang w:eastAsia="ru-RU"/>
        </w:rPr>
      </w:pPr>
      <w:r w:rsidRPr="00F04E0A">
        <w:rPr>
          <w:rFonts w:ascii="Times New Roman" w:hAnsi="Times New Roman"/>
          <w:b/>
          <w:bCs/>
          <w:sz w:val="24"/>
          <w:szCs w:val="24"/>
          <w:lang w:eastAsia="ru-RU"/>
        </w:rPr>
        <w:t>1.</w:t>
      </w:r>
      <w:r w:rsidRPr="00F04E0A">
        <w:rPr>
          <w:rFonts w:ascii="Times New Roman" w:hAnsi="Times New Roman"/>
          <w:sz w:val="24"/>
          <w:szCs w:val="24"/>
          <w:lang w:eastAsia="ru-RU"/>
        </w:rPr>
        <w:t xml:space="preserve">     </w:t>
      </w:r>
      <w:r w:rsidRPr="00F04E0A">
        <w:rPr>
          <w:rFonts w:ascii="Times New Roman" w:hAnsi="Times New Roman"/>
          <w:b/>
          <w:bCs/>
          <w:sz w:val="24"/>
          <w:szCs w:val="24"/>
          <w:lang w:eastAsia="ru-RU"/>
        </w:rPr>
        <w:t>Общие положения</w:t>
      </w:r>
    </w:p>
    <w:p w:rsidR="005E1028" w:rsidRPr="00673B19" w:rsidRDefault="005E1028" w:rsidP="00F04E0A">
      <w:pPr>
        <w:autoSpaceDE w:val="0"/>
        <w:autoSpaceDN w:val="0"/>
        <w:spacing w:after="0" w:line="240" w:lineRule="auto"/>
        <w:jc w:val="both"/>
        <w:rPr>
          <w:rFonts w:ascii="Times New Roman" w:hAnsi="Times New Roman"/>
          <w:b/>
          <w:bCs/>
          <w:color w:val="0000FF"/>
          <w:sz w:val="24"/>
          <w:szCs w:val="24"/>
          <w:lang w:eastAsia="ru-RU"/>
        </w:rPr>
      </w:pPr>
      <w:r w:rsidRPr="00F04E0A">
        <w:rPr>
          <w:rFonts w:ascii="Times New Roman" w:hAnsi="Times New Roman"/>
          <w:b/>
          <w:bCs/>
          <w:color w:val="0000FF"/>
          <w:sz w:val="24"/>
          <w:szCs w:val="24"/>
          <w:lang w:eastAsia="ru-RU"/>
        </w:rPr>
        <w:t>       </w:t>
      </w:r>
    </w:p>
    <w:p w:rsidR="005E1028" w:rsidRPr="00F04E0A" w:rsidRDefault="005E1028" w:rsidP="00F04E0A">
      <w:pPr>
        <w:autoSpaceDE w:val="0"/>
        <w:autoSpaceDN w:val="0"/>
        <w:spacing w:after="0" w:line="240" w:lineRule="auto"/>
        <w:jc w:val="both"/>
        <w:rPr>
          <w:rFonts w:ascii="Times New Roman" w:hAnsi="Times New Roman"/>
          <w:sz w:val="24"/>
          <w:szCs w:val="24"/>
          <w:lang w:eastAsia="ru-RU"/>
        </w:rPr>
      </w:pPr>
      <w:r w:rsidRPr="00F04E0A">
        <w:rPr>
          <w:rFonts w:ascii="Times New Roman" w:hAnsi="Times New Roman"/>
          <w:b/>
          <w:bCs/>
          <w:color w:val="0000FF"/>
          <w:sz w:val="24"/>
          <w:szCs w:val="24"/>
          <w:lang w:eastAsia="ru-RU"/>
        </w:rPr>
        <w:t xml:space="preserve"> </w:t>
      </w:r>
      <w:r w:rsidRPr="00F04E0A">
        <w:rPr>
          <w:rFonts w:ascii="Times New Roman" w:hAnsi="Times New Roman"/>
          <w:sz w:val="24"/>
          <w:szCs w:val="24"/>
          <w:lang w:eastAsia="ru-RU"/>
        </w:rPr>
        <w:t xml:space="preserve">По вопросам местного значения населением </w:t>
      </w:r>
      <w:r>
        <w:rPr>
          <w:rFonts w:ascii="Times New Roman" w:hAnsi="Times New Roman"/>
          <w:sz w:val="24"/>
          <w:szCs w:val="24"/>
          <w:lang w:eastAsia="ru-RU"/>
        </w:rPr>
        <w:t>Зоновского сельсовета</w:t>
      </w:r>
      <w:r w:rsidRPr="00F04E0A">
        <w:rPr>
          <w:rFonts w:ascii="Times New Roman" w:hAnsi="Times New Roman"/>
          <w:sz w:val="24"/>
          <w:szCs w:val="24"/>
          <w:lang w:eastAsia="ru-RU"/>
        </w:rPr>
        <w:t xml:space="preserve"> непосредственно и (или) органами местного самоуправления </w:t>
      </w:r>
      <w:r>
        <w:rPr>
          <w:rFonts w:ascii="Times New Roman" w:hAnsi="Times New Roman"/>
          <w:sz w:val="24"/>
          <w:szCs w:val="24"/>
          <w:lang w:eastAsia="ru-RU"/>
        </w:rPr>
        <w:t>Зоновского сельсовета</w:t>
      </w:r>
      <w:r w:rsidRPr="00F04E0A">
        <w:rPr>
          <w:rFonts w:ascii="Times New Roman" w:hAnsi="Times New Roman"/>
          <w:sz w:val="24"/>
          <w:szCs w:val="24"/>
          <w:lang w:eastAsia="ru-RU"/>
        </w:rPr>
        <w:t xml:space="preserve"> и должностными лицами </w:t>
      </w:r>
      <w:r w:rsidRPr="00673B19">
        <w:rPr>
          <w:rFonts w:ascii="Times New Roman" w:hAnsi="Times New Roman"/>
          <w:sz w:val="24"/>
          <w:szCs w:val="24"/>
          <w:lang w:eastAsia="ru-RU"/>
        </w:rPr>
        <w:t xml:space="preserve">администрации </w:t>
      </w:r>
      <w:r>
        <w:rPr>
          <w:rFonts w:ascii="Times New Roman" w:hAnsi="Times New Roman"/>
          <w:sz w:val="24"/>
          <w:szCs w:val="24"/>
          <w:lang w:eastAsia="ru-RU"/>
        </w:rPr>
        <w:t>Зоновского сельсовета</w:t>
      </w:r>
      <w:r w:rsidRPr="00F04E0A">
        <w:rPr>
          <w:rFonts w:ascii="Times New Roman" w:hAnsi="Times New Roman"/>
          <w:sz w:val="24"/>
          <w:szCs w:val="24"/>
          <w:lang w:eastAsia="ru-RU"/>
        </w:rPr>
        <w:t xml:space="preserve"> принимаются муниципальные правовые акты (ст.7 Федерального закона от 06.10.2003 № 131-ФЗ (ред. от 07.05.2009) «Об общих принципах организации местного самоуправления в Российской Федерации»).</w:t>
      </w:r>
    </w:p>
    <w:p w:rsidR="005E1028" w:rsidRPr="00F04E0A" w:rsidRDefault="005E1028" w:rsidP="00F04E0A">
      <w:pPr>
        <w:autoSpaceDE w:val="0"/>
        <w:autoSpaceDN w:val="0"/>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autoSpaceDE w:val="0"/>
        <w:autoSpaceDN w:val="0"/>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u w:val="single"/>
          <w:lang w:eastAsia="ru-RU"/>
        </w:rPr>
        <w:t>В систему муниципальных правовых актов входят:</w:t>
      </w:r>
    </w:p>
    <w:p w:rsidR="005E1028" w:rsidRPr="00F04E0A" w:rsidRDefault="005E1028" w:rsidP="00F04E0A">
      <w:pPr>
        <w:autoSpaceDE w:val="0"/>
        <w:autoSpaceDN w:val="0"/>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autoSpaceDE w:val="0"/>
        <w:autoSpaceDN w:val="0"/>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 xml:space="preserve">Устав </w:t>
      </w:r>
      <w:r>
        <w:rPr>
          <w:rFonts w:ascii="Times New Roman" w:hAnsi="Times New Roman"/>
          <w:sz w:val="24"/>
          <w:szCs w:val="24"/>
          <w:lang w:eastAsia="ru-RU"/>
        </w:rPr>
        <w:t>Зоновского сельсовета;</w:t>
      </w:r>
    </w:p>
    <w:p w:rsidR="005E1028" w:rsidRPr="00F04E0A" w:rsidRDefault="005E1028" w:rsidP="00F04E0A">
      <w:pPr>
        <w:autoSpaceDE w:val="0"/>
        <w:autoSpaceDN w:val="0"/>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autoSpaceDE w:val="0"/>
        <w:autoSpaceDN w:val="0"/>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Правовые акты, принятые на местном референдуме (сходе граждан);</w:t>
      </w:r>
    </w:p>
    <w:p w:rsidR="005E1028" w:rsidRPr="00F04E0A" w:rsidRDefault="005E1028" w:rsidP="00F04E0A">
      <w:pPr>
        <w:autoSpaceDE w:val="0"/>
        <w:autoSpaceDN w:val="0"/>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autoSpaceDE w:val="0"/>
        <w:autoSpaceDN w:val="0"/>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 xml:space="preserve">Нормативные и иные правовые акты представительного органа муниципального образования – решения совета депутатов </w:t>
      </w:r>
      <w:r>
        <w:rPr>
          <w:rFonts w:ascii="Times New Roman" w:hAnsi="Times New Roman"/>
          <w:sz w:val="24"/>
          <w:szCs w:val="24"/>
          <w:lang w:eastAsia="ru-RU"/>
        </w:rPr>
        <w:t>Зоновского сельсовета;</w:t>
      </w:r>
    </w:p>
    <w:p w:rsidR="005E1028" w:rsidRPr="00F04E0A" w:rsidRDefault="005E1028" w:rsidP="00F04E0A">
      <w:pPr>
        <w:autoSpaceDE w:val="0"/>
        <w:autoSpaceDN w:val="0"/>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autoSpaceDE w:val="0"/>
        <w:autoSpaceDN w:val="0"/>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 xml:space="preserve">Постановления, распоряжения администрации </w:t>
      </w:r>
      <w:r>
        <w:rPr>
          <w:rFonts w:ascii="Times New Roman" w:hAnsi="Times New Roman"/>
          <w:sz w:val="24"/>
          <w:szCs w:val="24"/>
          <w:lang w:eastAsia="ru-RU"/>
        </w:rPr>
        <w:t>Зоновского сельсовета</w:t>
      </w:r>
      <w:r w:rsidRPr="00F04E0A">
        <w:rPr>
          <w:rFonts w:ascii="Times New Roman" w:hAnsi="Times New Roman"/>
          <w:sz w:val="24"/>
          <w:szCs w:val="24"/>
          <w:lang w:eastAsia="ru-RU"/>
        </w:rPr>
        <w:t xml:space="preserve"> </w:t>
      </w:r>
      <w:r>
        <w:rPr>
          <w:rFonts w:ascii="Times New Roman" w:hAnsi="Times New Roman"/>
          <w:sz w:val="24"/>
          <w:szCs w:val="24"/>
          <w:lang w:eastAsia="ru-RU"/>
        </w:rPr>
        <w:t>,</w:t>
      </w:r>
      <w:r w:rsidRPr="00F04E0A">
        <w:rPr>
          <w:rFonts w:ascii="Times New Roman" w:hAnsi="Times New Roman"/>
          <w:sz w:val="24"/>
          <w:szCs w:val="24"/>
          <w:lang w:eastAsia="ru-RU"/>
        </w:rPr>
        <w:t xml:space="preserve">правовые акты иных органов местного самоуправления и должностных лиц поселения, предусмотренные Уставом </w:t>
      </w:r>
      <w:r>
        <w:rPr>
          <w:rFonts w:ascii="Times New Roman" w:hAnsi="Times New Roman"/>
          <w:sz w:val="24"/>
          <w:szCs w:val="24"/>
          <w:lang w:eastAsia="ru-RU"/>
        </w:rPr>
        <w:t>Зоновского сельсовета.</w:t>
      </w:r>
    </w:p>
    <w:p w:rsidR="005E1028" w:rsidRPr="00F04E0A" w:rsidRDefault="005E1028" w:rsidP="00F04E0A">
      <w:pPr>
        <w:autoSpaceDE w:val="0"/>
        <w:autoSpaceDN w:val="0"/>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autoSpaceDE w:val="0"/>
        <w:autoSpaceDN w:val="0"/>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w:t>
      </w:r>
    </w:p>
    <w:p w:rsidR="005E1028" w:rsidRPr="00F04E0A" w:rsidRDefault="005E1028" w:rsidP="00F04E0A">
      <w:pPr>
        <w:autoSpaceDE w:val="0"/>
        <w:autoSpaceDN w:val="0"/>
        <w:spacing w:after="0" w:line="240" w:lineRule="auto"/>
        <w:jc w:val="center"/>
        <w:rPr>
          <w:rFonts w:ascii="Times New Roman" w:hAnsi="Times New Roman"/>
          <w:sz w:val="24"/>
          <w:szCs w:val="24"/>
          <w:lang w:eastAsia="ru-RU"/>
        </w:rPr>
      </w:pPr>
      <w:r w:rsidRPr="00F04E0A">
        <w:rPr>
          <w:rFonts w:ascii="Times New Roman" w:hAnsi="Times New Roman"/>
          <w:sz w:val="24"/>
          <w:szCs w:val="24"/>
          <w:lang w:eastAsia="ru-RU"/>
        </w:rPr>
        <w:t> </w:t>
      </w:r>
    </w:p>
    <w:p w:rsidR="005E1028" w:rsidRPr="00673B19" w:rsidRDefault="005E1028" w:rsidP="00673B19">
      <w:pPr>
        <w:autoSpaceDE w:val="0"/>
        <w:autoSpaceDN w:val="0"/>
        <w:adjustRightInd w:val="0"/>
        <w:spacing w:after="0" w:line="240" w:lineRule="auto"/>
        <w:ind w:firstLine="540"/>
        <w:jc w:val="both"/>
        <w:rPr>
          <w:rFonts w:ascii="Times New Roman" w:hAnsi="Times New Roman"/>
          <w:sz w:val="24"/>
          <w:szCs w:val="24"/>
        </w:rPr>
      </w:pPr>
      <w:r w:rsidRPr="00F04E0A">
        <w:rPr>
          <w:rFonts w:ascii="Times New Roman" w:hAnsi="Times New Roman"/>
          <w:sz w:val="24"/>
          <w:szCs w:val="24"/>
          <w:lang w:eastAsia="ru-RU"/>
        </w:rPr>
        <w:t xml:space="preserve">         1.1. </w:t>
      </w:r>
      <w:r w:rsidRPr="00673B19">
        <w:rPr>
          <w:rFonts w:ascii="Times New Roman" w:hAnsi="Times New Roman"/>
          <w:sz w:val="24"/>
          <w:szCs w:val="24"/>
        </w:rP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5E1028" w:rsidRPr="00F04E0A" w:rsidRDefault="005E1028" w:rsidP="00F04E0A">
      <w:pPr>
        <w:autoSpaceDE w:val="0"/>
        <w:autoSpaceDN w:val="0"/>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w:t>
      </w:r>
    </w:p>
    <w:p w:rsidR="005E1028" w:rsidRPr="00F04E0A" w:rsidRDefault="005E1028" w:rsidP="00F04E0A">
      <w:pPr>
        <w:autoSpaceDE w:val="0"/>
        <w:autoSpaceDN w:val="0"/>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autoSpaceDE w:val="0"/>
        <w:autoSpaceDN w:val="0"/>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u w:val="single"/>
          <w:lang w:eastAsia="ru-RU"/>
        </w:rPr>
        <w:t>Муниципальные правовые акты,</w:t>
      </w:r>
      <w:r w:rsidRPr="00F04E0A">
        <w:rPr>
          <w:rFonts w:ascii="Times New Roman" w:hAnsi="Times New Roman"/>
          <w:sz w:val="24"/>
          <w:szCs w:val="24"/>
          <w:lang w:eastAsia="ru-RU"/>
        </w:rPr>
        <w:t xml:space="preserve"> принятые </w:t>
      </w:r>
      <w:r>
        <w:rPr>
          <w:rFonts w:ascii="Times New Roman" w:hAnsi="Times New Roman"/>
          <w:sz w:val="24"/>
          <w:szCs w:val="24"/>
          <w:lang w:eastAsia="ru-RU"/>
        </w:rPr>
        <w:t>администрацией Зоновского сельсовета</w:t>
      </w:r>
      <w:r w:rsidRPr="00F04E0A">
        <w:rPr>
          <w:rFonts w:ascii="Times New Roman" w:hAnsi="Times New Roman"/>
          <w:sz w:val="24"/>
          <w:szCs w:val="24"/>
          <w:lang w:eastAsia="ru-RU"/>
        </w:rPr>
        <w:t xml:space="preserve">, не должны противоречить Конституции Российской Федерации, федеральным конституционным законам, другим федеральным законам и иным нормативным правовым актам Российской Федерации, а также Уставу </w:t>
      </w:r>
      <w:r>
        <w:rPr>
          <w:rFonts w:ascii="Times New Roman" w:hAnsi="Times New Roman"/>
          <w:sz w:val="24"/>
          <w:szCs w:val="24"/>
          <w:lang w:eastAsia="ru-RU"/>
        </w:rPr>
        <w:t xml:space="preserve">Зоновского сельсовета, </w:t>
      </w:r>
      <w:r w:rsidRPr="00F04E0A">
        <w:rPr>
          <w:rFonts w:ascii="Times New Roman" w:hAnsi="Times New Roman"/>
          <w:sz w:val="24"/>
          <w:szCs w:val="24"/>
          <w:lang w:eastAsia="ru-RU"/>
        </w:rPr>
        <w:t>законам, иным нормативным актам субъектов Российской Федерации.</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xml:space="preserve">1.2. </w:t>
      </w:r>
      <w:r w:rsidRPr="00E40367">
        <w:rPr>
          <w:rFonts w:ascii="Times New Roman" w:hAnsi="Times New Roman"/>
        </w:rPr>
        <w:t>"</w:t>
      </w:r>
      <w:r w:rsidRPr="00E40367">
        <w:rPr>
          <w:rFonts w:ascii="Times New Roman" w:hAnsi="Times New Roman"/>
          <w:sz w:val="24"/>
          <w:szCs w:val="24"/>
        </w:rPr>
        <w:t xml:space="preserve">Нормативный правовой акт - это письменный официальный документ, принятый (изданный) в определенной форме правотворческим органом в пределах его компетенции и направленный на установление, изменение или отмену правовых норм. В свою очередь, под правовой нормой принято понимать общеобязательное государственное предписание постоянного или временного характера, рассчитанное на </w:t>
      </w:r>
      <w:r w:rsidRPr="002E3598">
        <w:rPr>
          <w:rFonts w:ascii="Times New Roman" w:hAnsi="Times New Roman"/>
          <w:b/>
          <w:sz w:val="24"/>
          <w:szCs w:val="24"/>
        </w:rPr>
        <w:t>многократное применение</w:t>
      </w:r>
      <w:r w:rsidRPr="00E40367">
        <w:rPr>
          <w:rFonts w:ascii="Times New Roman" w:hAnsi="Times New Roman"/>
          <w:sz w:val="24"/>
          <w:szCs w:val="24"/>
        </w:rPr>
        <w:t>".</w:t>
      </w: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Иными словами, перечисленные акты объединяют следующие черты:</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они изданы государственными или муниципальными органами или должностными лицами;</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2E3598">
      <w:pPr>
        <w:numPr>
          <w:ilvl w:val="0"/>
          <w:numId w:val="2"/>
        </w:numPr>
        <w:spacing w:after="0" w:line="240" w:lineRule="auto"/>
        <w:rPr>
          <w:rFonts w:ascii="Times New Roman" w:hAnsi="Times New Roman"/>
          <w:sz w:val="24"/>
          <w:szCs w:val="24"/>
          <w:lang w:eastAsia="ru-RU"/>
        </w:rPr>
      </w:pPr>
      <w:r w:rsidRPr="00F04E0A">
        <w:rPr>
          <w:rFonts w:ascii="Times New Roman" w:hAnsi="Times New Roman"/>
          <w:sz w:val="24"/>
          <w:szCs w:val="24"/>
          <w:lang w:eastAsia="ru-RU"/>
        </w:rPr>
        <w:t>содержат в себе нормы права (правила поведения);</w:t>
      </w:r>
    </w:p>
    <w:p w:rsidR="005E1028" w:rsidRPr="00F04E0A" w:rsidRDefault="005E1028" w:rsidP="002E3598">
      <w:pPr>
        <w:spacing w:after="0" w:line="240" w:lineRule="auto"/>
        <w:ind w:firstLine="60"/>
        <w:rPr>
          <w:rFonts w:ascii="Times New Roman" w:hAnsi="Times New Roman"/>
          <w:sz w:val="24"/>
          <w:szCs w:val="24"/>
          <w:lang w:eastAsia="ru-RU"/>
        </w:rPr>
      </w:pPr>
    </w:p>
    <w:p w:rsidR="005E1028" w:rsidRPr="00F04E0A" w:rsidRDefault="005E1028" w:rsidP="002E3598">
      <w:pPr>
        <w:numPr>
          <w:ilvl w:val="0"/>
          <w:numId w:val="2"/>
        </w:numPr>
        <w:spacing w:after="0" w:line="240" w:lineRule="auto"/>
        <w:rPr>
          <w:rFonts w:ascii="Times New Roman" w:hAnsi="Times New Roman"/>
          <w:sz w:val="24"/>
          <w:szCs w:val="24"/>
          <w:lang w:eastAsia="ru-RU"/>
        </w:rPr>
      </w:pPr>
      <w:r w:rsidRPr="00F04E0A">
        <w:rPr>
          <w:rFonts w:ascii="Times New Roman" w:hAnsi="Times New Roman"/>
          <w:sz w:val="24"/>
          <w:szCs w:val="24"/>
          <w:lang w:eastAsia="ru-RU"/>
        </w:rPr>
        <w:t>распространяются на неопределенный круг лиц;</w:t>
      </w:r>
    </w:p>
    <w:p w:rsidR="005E1028" w:rsidRPr="00F04E0A" w:rsidRDefault="005E1028" w:rsidP="002E3598">
      <w:pPr>
        <w:spacing w:after="0" w:line="240" w:lineRule="auto"/>
        <w:ind w:firstLine="60"/>
        <w:rPr>
          <w:rFonts w:ascii="Times New Roman" w:hAnsi="Times New Roman"/>
          <w:sz w:val="24"/>
          <w:szCs w:val="24"/>
          <w:lang w:eastAsia="ru-RU"/>
        </w:rPr>
      </w:pPr>
    </w:p>
    <w:p w:rsidR="005E1028" w:rsidRPr="00F04E0A" w:rsidRDefault="005E1028" w:rsidP="002E3598">
      <w:pPr>
        <w:numPr>
          <w:ilvl w:val="0"/>
          <w:numId w:val="2"/>
        </w:numPr>
        <w:spacing w:after="0" w:line="240" w:lineRule="auto"/>
        <w:rPr>
          <w:rFonts w:ascii="Times New Roman" w:hAnsi="Times New Roman"/>
          <w:sz w:val="24"/>
          <w:szCs w:val="24"/>
          <w:lang w:eastAsia="ru-RU"/>
        </w:rPr>
      </w:pPr>
      <w:r w:rsidRPr="00F04E0A">
        <w:rPr>
          <w:rFonts w:ascii="Times New Roman" w:hAnsi="Times New Roman"/>
          <w:sz w:val="24"/>
          <w:szCs w:val="24"/>
          <w:lang w:eastAsia="ru-RU"/>
        </w:rPr>
        <w:t xml:space="preserve">рассчитаны на многократное применение.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xml:space="preserve">Законодательством Российской Федерации предусмотрены судебный и досудебный порядок рассмотрения обращений граждан, организаций об оспаривании решения, действия (бездействия) органов местного самоуправления. Следовательно, заявителю принадлежит право выбора порядка административной, судебной защиты прав и свобод.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right="1" w:firstLine="540"/>
        <w:jc w:val="both"/>
        <w:rPr>
          <w:rFonts w:ascii="Times New Roman" w:hAnsi="Times New Roman"/>
          <w:sz w:val="24"/>
          <w:szCs w:val="24"/>
          <w:lang w:eastAsia="ru-RU"/>
        </w:rPr>
      </w:pPr>
      <w:r w:rsidRPr="00F04E0A">
        <w:rPr>
          <w:rFonts w:ascii="Times New Roman" w:hAnsi="Times New Roman"/>
          <w:color w:val="000000"/>
          <w:sz w:val="24"/>
          <w:szCs w:val="24"/>
          <w:lang w:eastAsia="ru-RU"/>
        </w:rPr>
        <w:t>Право на обращение в суд общей юрисдикции с требованием признать нормативный акт недействительным закреплено в следующих нормативных актах:</w:t>
      </w:r>
    </w:p>
    <w:p w:rsidR="005E1028" w:rsidRPr="00F04E0A" w:rsidRDefault="005E1028" w:rsidP="00F04E0A">
      <w:pPr>
        <w:autoSpaceDE w:val="0"/>
        <w:autoSpaceDN w:val="0"/>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В соответствии</w:t>
      </w:r>
      <w:r w:rsidRPr="00F04E0A">
        <w:rPr>
          <w:rFonts w:ascii="Times New Roman" w:hAnsi="Times New Roman"/>
          <w:color w:val="052635"/>
          <w:sz w:val="24"/>
          <w:szCs w:val="24"/>
          <w:lang w:eastAsia="ru-RU"/>
        </w:rPr>
        <w:t xml:space="preserve"> с </w:t>
      </w:r>
      <w:hyperlink r:id="rId5" w:history="1">
        <w:r w:rsidRPr="00673B19">
          <w:rPr>
            <w:rFonts w:ascii="Times New Roman" w:hAnsi="Times New Roman"/>
            <w:sz w:val="24"/>
            <w:szCs w:val="24"/>
            <w:lang w:eastAsia="ru-RU"/>
          </w:rPr>
          <w:t>ч</w:t>
        </w:r>
        <w:r>
          <w:rPr>
            <w:rFonts w:ascii="Times New Roman" w:hAnsi="Times New Roman"/>
            <w:sz w:val="24"/>
            <w:szCs w:val="24"/>
            <w:lang w:eastAsia="ru-RU"/>
          </w:rPr>
          <w:t xml:space="preserve">астью </w:t>
        </w:r>
        <w:r w:rsidRPr="00673B19">
          <w:rPr>
            <w:rFonts w:ascii="Times New Roman" w:hAnsi="Times New Roman"/>
            <w:sz w:val="24"/>
            <w:szCs w:val="24"/>
            <w:lang w:eastAsia="ru-RU"/>
          </w:rPr>
          <w:t>1 ст</w:t>
        </w:r>
        <w:r>
          <w:rPr>
            <w:rFonts w:ascii="Times New Roman" w:hAnsi="Times New Roman"/>
            <w:sz w:val="24"/>
            <w:szCs w:val="24"/>
            <w:lang w:eastAsia="ru-RU"/>
          </w:rPr>
          <w:t xml:space="preserve">атьи </w:t>
        </w:r>
        <w:r w:rsidRPr="00673B19">
          <w:rPr>
            <w:rFonts w:ascii="Times New Roman" w:hAnsi="Times New Roman"/>
            <w:sz w:val="24"/>
            <w:szCs w:val="24"/>
            <w:lang w:eastAsia="ru-RU"/>
          </w:rPr>
          <w:t xml:space="preserve">46 Конституции </w:t>
        </w:r>
      </w:hyperlink>
      <w:r w:rsidRPr="00F04E0A">
        <w:rPr>
          <w:rFonts w:ascii="Times New Roman" w:hAnsi="Times New Roman"/>
          <w:sz w:val="24"/>
          <w:szCs w:val="24"/>
          <w:lang w:eastAsia="ru-RU"/>
        </w:rPr>
        <w:t> Российской Федерации</w:t>
      </w:r>
      <w:r w:rsidRPr="00F04E0A">
        <w:rPr>
          <w:rFonts w:ascii="Times New Roman" w:hAnsi="Times New Roman"/>
          <w:color w:val="052635"/>
          <w:sz w:val="24"/>
          <w:szCs w:val="24"/>
          <w:lang w:eastAsia="ru-RU"/>
        </w:rPr>
        <w:t xml:space="preserve"> </w:t>
      </w:r>
      <w:r w:rsidRPr="00F04E0A">
        <w:rPr>
          <w:rFonts w:ascii="Times New Roman" w:hAnsi="Times New Roman"/>
          <w:sz w:val="24"/>
          <w:szCs w:val="24"/>
          <w:lang w:eastAsia="ru-RU"/>
        </w:rPr>
        <w:t>каждому гражданину гарантируется судебная защита его прав и свобод. Частью 2 ст</w:t>
      </w:r>
      <w:r>
        <w:rPr>
          <w:rFonts w:ascii="Times New Roman" w:hAnsi="Times New Roman"/>
          <w:sz w:val="24"/>
          <w:szCs w:val="24"/>
          <w:lang w:eastAsia="ru-RU"/>
        </w:rPr>
        <w:t xml:space="preserve">атьёй </w:t>
      </w:r>
      <w:r w:rsidRPr="00F04E0A">
        <w:rPr>
          <w:rFonts w:ascii="Times New Roman" w:hAnsi="Times New Roman"/>
          <w:sz w:val="24"/>
          <w:szCs w:val="24"/>
          <w:lang w:eastAsia="ru-RU"/>
        </w:rPr>
        <w:t>46 Конституции Российской Федерации установлено, что решения и действия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r>
        <w:rPr>
          <w:rFonts w:ascii="Times New Roman" w:hAnsi="Times New Roman"/>
          <w:sz w:val="24"/>
          <w:szCs w:val="24"/>
          <w:lang w:eastAsia="ru-RU"/>
        </w:rPr>
        <w:t>е</w:t>
      </w:r>
      <w:r w:rsidRPr="00F04E0A">
        <w:rPr>
          <w:rFonts w:ascii="Times New Roman" w:hAnsi="Times New Roman"/>
          <w:sz w:val="24"/>
          <w:szCs w:val="24"/>
          <w:lang w:eastAsia="ru-RU"/>
        </w:rPr>
        <w:t>. Возможность беспрепятственно обращаться в суд за защитой своих прав, нарушенных неправомерными действиями государственных органов, является одним из основных принципов правового государства</w:t>
      </w:r>
      <w:r w:rsidRPr="00F04E0A">
        <w:rPr>
          <w:rFonts w:ascii="Times New Roman" w:hAnsi="Times New Roman"/>
          <w:color w:val="052635"/>
          <w:sz w:val="24"/>
          <w:szCs w:val="24"/>
          <w:lang w:eastAsia="ru-RU"/>
        </w:rPr>
        <w:t xml:space="preserve">.  </w:t>
      </w:r>
      <w:r w:rsidRPr="00F04E0A">
        <w:rPr>
          <w:rFonts w:ascii="Times New Roman" w:hAnsi="Times New Roman"/>
          <w:color w:val="052635"/>
          <w:sz w:val="24"/>
          <w:szCs w:val="24"/>
          <w:lang w:eastAsia="ru-RU"/>
        </w:rPr>
        <w:br/>
      </w:r>
      <w:r w:rsidRPr="00F04E0A">
        <w:rPr>
          <w:rFonts w:ascii="Times New Roman" w:hAnsi="Times New Roman"/>
          <w:color w:val="052635"/>
          <w:sz w:val="24"/>
          <w:szCs w:val="24"/>
          <w:lang w:eastAsia="ru-RU"/>
        </w:rPr>
        <w:br/>
      </w:r>
      <w:r w:rsidRPr="00F04E0A">
        <w:rPr>
          <w:rFonts w:ascii="Times New Roman" w:hAnsi="Times New Roman"/>
          <w:sz w:val="24"/>
          <w:szCs w:val="24"/>
          <w:lang w:eastAsia="ru-RU"/>
        </w:rPr>
        <w:t xml:space="preserve">            В соответствии со </w:t>
      </w:r>
      <w:hyperlink r:id="rId6" w:history="1">
        <w:r w:rsidRPr="00673B19">
          <w:rPr>
            <w:rFonts w:ascii="Times New Roman" w:hAnsi="Times New Roman"/>
            <w:sz w:val="24"/>
            <w:szCs w:val="24"/>
            <w:lang w:eastAsia="ru-RU"/>
          </w:rPr>
          <w:t xml:space="preserve">ст.12, 13 Гражданского кодекса Российской Федерации </w:t>
        </w:r>
      </w:hyperlink>
      <w:r w:rsidRPr="00F04E0A">
        <w:rPr>
          <w:rFonts w:ascii="Times New Roman" w:hAnsi="Times New Roman"/>
          <w:sz w:val="24"/>
          <w:szCs w:val="24"/>
          <w:lang w:eastAsia="ru-RU"/>
        </w:rPr>
        <w:t>одним из способов защиты нарушенных гражданских прав юридических и физических лиц является признание судом недействительными не соответствующих закону или иным правовым актам и нарушающих гражданские права и охраняемые законом интересы граждан либо юридических лиц ненормативных актов государственных органов или органов местного самоуправления, а в случаях, предусмотренных законом, также и нормативных актов.</w:t>
      </w:r>
      <w:r w:rsidRPr="00F04E0A">
        <w:rPr>
          <w:rFonts w:ascii="Times New Roman" w:hAnsi="Times New Roman"/>
          <w:color w:val="052635"/>
          <w:sz w:val="24"/>
          <w:szCs w:val="24"/>
          <w:lang w:eastAsia="ru-RU"/>
        </w:rPr>
        <w:t xml:space="preserve">  </w:t>
      </w:r>
      <w:r w:rsidRPr="00F04E0A">
        <w:rPr>
          <w:rFonts w:ascii="Times New Roman" w:hAnsi="Times New Roman"/>
          <w:color w:val="052635"/>
          <w:sz w:val="24"/>
          <w:szCs w:val="24"/>
          <w:lang w:eastAsia="ru-RU"/>
        </w:rPr>
        <w:br/>
        <w:t> </w:t>
      </w:r>
    </w:p>
    <w:p w:rsidR="005E1028" w:rsidRDefault="005E1028" w:rsidP="00F04E0A">
      <w:pPr>
        <w:autoSpaceDE w:val="0"/>
        <w:autoSpaceDN w:val="0"/>
        <w:spacing w:after="0" w:line="240" w:lineRule="auto"/>
        <w:ind w:firstLine="540"/>
        <w:jc w:val="both"/>
        <w:rPr>
          <w:rFonts w:ascii="Times New Roman" w:hAnsi="Times New Roman"/>
          <w:b/>
          <w:bCs/>
          <w:sz w:val="24"/>
          <w:szCs w:val="24"/>
          <w:lang w:eastAsia="ru-RU"/>
        </w:rPr>
      </w:pPr>
      <w:r w:rsidRPr="00F04E0A">
        <w:rPr>
          <w:rFonts w:ascii="Times New Roman" w:hAnsi="Times New Roman"/>
          <w:b/>
          <w:bCs/>
          <w:sz w:val="24"/>
          <w:szCs w:val="24"/>
          <w:lang w:eastAsia="ru-RU"/>
        </w:rPr>
        <w:t>2. Отмена муниципальных правовых актов и приостановление их действия</w:t>
      </w:r>
    </w:p>
    <w:p w:rsidR="005E1028" w:rsidRPr="00F04E0A" w:rsidRDefault="005E1028" w:rsidP="00F04E0A">
      <w:pPr>
        <w:autoSpaceDE w:val="0"/>
        <w:autoSpaceDN w:val="0"/>
        <w:spacing w:after="0" w:line="240" w:lineRule="auto"/>
        <w:ind w:firstLine="540"/>
        <w:jc w:val="both"/>
        <w:rPr>
          <w:rFonts w:ascii="Times New Roman" w:hAnsi="Times New Roman"/>
          <w:sz w:val="24"/>
          <w:szCs w:val="24"/>
          <w:lang w:eastAsia="ru-RU"/>
        </w:rPr>
      </w:pPr>
    </w:p>
    <w:p w:rsidR="005E1028" w:rsidRPr="00F04E0A" w:rsidRDefault="005E1028" w:rsidP="00F04E0A">
      <w:pPr>
        <w:autoSpaceDE w:val="0"/>
        <w:autoSpaceDN w:val="0"/>
        <w:spacing w:after="0" w:line="240" w:lineRule="auto"/>
        <w:ind w:firstLine="540"/>
        <w:jc w:val="both"/>
        <w:rPr>
          <w:rFonts w:ascii="Times New Roman" w:hAnsi="Times New Roman"/>
          <w:sz w:val="24"/>
          <w:szCs w:val="24"/>
          <w:lang w:eastAsia="ru-RU"/>
        </w:rPr>
      </w:pPr>
      <w:r w:rsidRPr="00F04E0A">
        <w:rPr>
          <w:rFonts w:ascii="Times New Roman" w:hAnsi="Times New Roman"/>
          <w:b/>
          <w:bCs/>
          <w:sz w:val="24"/>
          <w:szCs w:val="24"/>
          <w:lang w:eastAsia="ru-RU"/>
        </w:rPr>
        <w:t> </w:t>
      </w:r>
      <w:r w:rsidRPr="00F04E0A">
        <w:rPr>
          <w:rFonts w:ascii="Times New Roman" w:hAnsi="Times New Roman"/>
          <w:sz w:val="24"/>
          <w:szCs w:val="24"/>
          <w:lang w:eastAsia="ru-RU"/>
        </w:rPr>
        <w:t>В соответствии со</w:t>
      </w:r>
      <w:r w:rsidRPr="00F04E0A">
        <w:rPr>
          <w:rFonts w:ascii="Times New Roman" w:hAnsi="Times New Roman"/>
          <w:color w:val="052635"/>
          <w:sz w:val="24"/>
          <w:szCs w:val="24"/>
          <w:lang w:eastAsia="ru-RU"/>
        </w:rPr>
        <w:t xml:space="preserve"> </w:t>
      </w:r>
      <w:r w:rsidRPr="00F04E0A">
        <w:rPr>
          <w:rFonts w:ascii="Times New Roman" w:hAnsi="Times New Roman"/>
          <w:sz w:val="24"/>
          <w:szCs w:val="24"/>
          <w:lang w:eastAsia="ru-RU"/>
        </w:rPr>
        <w:t xml:space="preserve">статьей 48 Федерального закона от 06.10.2003 № 131-ФЗ (ред. от 07.05.2009) «Об общих принципах организации местного самоуправления в Российской Федерации»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w:t>
      </w:r>
    </w:p>
    <w:p w:rsidR="005E1028" w:rsidRPr="00F04E0A" w:rsidRDefault="005E1028" w:rsidP="00F04E0A">
      <w:pPr>
        <w:autoSpaceDE w:val="0"/>
        <w:autoSpaceDN w:val="0"/>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autoSpaceDE w:val="0"/>
        <w:autoSpaceDN w:val="0"/>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(уполномоченным органом государственной власти субъекта Российской Федерации).</w:t>
      </w:r>
    </w:p>
    <w:p w:rsidR="005E1028" w:rsidRPr="00F04E0A" w:rsidRDefault="005E1028" w:rsidP="00F04E0A">
      <w:pPr>
        <w:autoSpaceDE w:val="0"/>
        <w:autoSpaceDN w:val="0"/>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autoSpaceDE w:val="0"/>
        <w:autoSpaceDN w:val="0"/>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 xml:space="preserve">   </w:t>
      </w:r>
      <w:hyperlink r:id="rId7" w:history="1">
        <w:r w:rsidRPr="00673B19">
          <w:rPr>
            <w:rFonts w:ascii="Times New Roman" w:hAnsi="Times New Roman"/>
            <w:sz w:val="24"/>
            <w:szCs w:val="24"/>
            <w:lang w:eastAsia="ru-RU"/>
          </w:rPr>
          <w:t>Статьей 1 Закона Российской Федерации от 27 апреля 1993 года N 4866-1 «Об обжаловании в суд действий и решений, нарушающих права и свободы граждан</w:t>
        </w:r>
      </w:hyperlink>
      <w:r w:rsidRPr="00F04E0A">
        <w:rPr>
          <w:rFonts w:ascii="Times New Roman" w:hAnsi="Times New Roman"/>
          <w:sz w:val="24"/>
          <w:szCs w:val="24"/>
          <w:lang w:eastAsia="ru-RU"/>
        </w:rPr>
        <w:t>» также установлено, что каждый гражданин имеет право обратиться с жалобой в суд, если считает, что неправомерными действиями (решениями) государственных органов, органов местного самоуправления или должностных лиц, государственных служащих нарушены его права и свободы.</w:t>
      </w:r>
    </w:p>
    <w:p w:rsidR="005E1028" w:rsidRPr="00F04E0A" w:rsidRDefault="005E1028" w:rsidP="00F04E0A">
      <w:pPr>
        <w:autoSpaceDE w:val="0"/>
        <w:autoSpaceDN w:val="0"/>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hd w:val="clear" w:color="auto" w:fill="FFFFFF"/>
        <w:spacing w:after="0" w:line="240" w:lineRule="auto"/>
        <w:ind w:firstLine="708"/>
        <w:jc w:val="both"/>
        <w:textAlignment w:val="top"/>
        <w:rPr>
          <w:rFonts w:ascii="Times New Roman" w:hAnsi="Times New Roman"/>
          <w:sz w:val="24"/>
          <w:szCs w:val="24"/>
          <w:lang w:eastAsia="ru-RU"/>
        </w:rPr>
      </w:pPr>
      <w:r w:rsidRPr="00F04E0A">
        <w:rPr>
          <w:rFonts w:ascii="Times New Roman" w:hAnsi="Times New Roman"/>
          <w:color w:val="000000"/>
          <w:sz w:val="24"/>
          <w:szCs w:val="24"/>
          <w:lang w:eastAsia="ru-RU"/>
        </w:rPr>
        <w:t xml:space="preserve">Принимая во внимание, что задачами прокуратуры является надзор за исполнением органами местного самоуправления, их должностными лицами законов, а также надзор за соблюдением ими прав и свобод человека и гражданина, заинтересованное лицо вправе обратиться в прокуратуру </w:t>
      </w:r>
      <w:r>
        <w:rPr>
          <w:rFonts w:ascii="Times New Roman" w:hAnsi="Times New Roman"/>
          <w:color w:val="000000"/>
          <w:sz w:val="24"/>
          <w:szCs w:val="24"/>
          <w:lang w:eastAsia="ru-RU"/>
        </w:rPr>
        <w:t>по Куйбышевскому району</w:t>
      </w:r>
      <w:r w:rsidRPr="00F04E0A">
        <w:rPr>
          <w:rFonts w:ascii="Times New Roman" w:hAnsi="Times New Roman"/>
          <w:color w:val="000000"/>
          <w:sz w:val="24"/>
          <w:szCs w:val="24"/>
          <w:lang w:eastAsia="ru-RU"/>
        </w:rPr>
        <w:t xml:space="preserve"> с соответствующим заявлением. Если гражданин по возрасту, состоянию здоровья, недееспособности и другим уважительным причинам не имеет возможности самостоятельно обратиться в суд, прокурор вправе обратиться в суд с заявлением об оспаривании муниципальных правовых актов, либо принять иные меры прокурорского реагирования (принести протест, представление). </w:t>
      </w:r>
    </w:p>
    <w:p w:rsidR="005E1028" w:rsidRPr="00F04E0A" w:rsidRDefault="005E1028" w:rsidP="00F04E0A">
      <w:pPr>
        <w:autoSpaceDE w:val="0"/>
        <w:autoSpaceDN w:val="0"/>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Default="005E1028" w:rsidP="002E3598">
      <w:pPr>
        <w:numPr>
          <w:ilvl w:val="0"/>
          <w:numId w:val="1"/>
        </w:numPr>
        <w:autoSpaceDE w:val="0"/>
        <w:autoSpaceDN w:val="0"/>
        <w:spacing w:after="0" w:line="240" w:lineRule="auto"/>
        <w:jc w:val="both"/>
        <w:rPr>
          <w:rFonts w:ascii="Times New Roman" w:hAnsi="Times New Roman"/>
          <w:b/>
          <w:bCs/>
          <w:sz w:val="24"/>
          <w:szCs w:val="24"/>
          <w:lang w:eastAsia="ru-RU"/>
        </w:rPr>
      </w:pPr>
      <w:r w:rsidRPr="00F04E0A">
        <w:rPr>
          <w:rFonts w:ascii="Times New Roman" w:hAnsi="Times New Roman"/>
          <w:b/>
          <w:bCs/>
          <w:sz w:val="24"/>
          <w:szCs w:val="24"/>
          <w:lang w:eastAsia="ru-RU"/>
        </w:rPr>
        <w:t>Право обращения граждан, юридических лиц в вышестоящий орган в порядке подчиненности</w:t>
      </w:r>
    </w:p>
    <w:p w:rsidR="005E1028" w:rsidRPr="00F04E0A" w:rsidRDefault="005E1028" w:rsidP="002E3598">
      <w:pPr>
        <w:autoSpaceDE w:val="0"/>
        <w:autoSpaceDN w:val="0"/>
        <w:spacing w:after="0" w:line="240" w:lineRule="auto"/>
        <w:jc w:val="both"/>
        <w:rPr>
          <w:rFonts w:ascii="Times New Roman" w:hAnsi="Times New Roman"/>
          <w:sz w:val="24"/>
          <w:szCs w:val="24"/>
          <w:lang w:eastAsia="ru-RU"/>
        </w:rPr>
      </w:pPr>
    </w:p>
    <w:p w:rsidR="005E1028" w:rsidRPr="00F04E0A" w:rsidRDefault="005E1028" w:rsidP="00F04E0A">
      <w:pPr>
        <w:autoSpaceDE w:val="0"/>
        <w:autoSpaceDN w:val="0"/>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xml:space="preserve">         Гражданин, организация вправе обратиться в порядке подчиненности органов государственной власти, должностных лиц, с жалобой или заявлением, если считает, что принятый нормативно-правовой акт, изданный </w:t>
      </w:r>
      <w:r>
        <w:rPr>
          <w:rFonts w:ascii="Times New Roman" w:hAnsi="Times New Roman"/>
          <w:sz w:val="24"/>
          <w:szCs w:val="24"/>
          <w:lang w:eastAsia="ru-RU"/>
        </w:rPr>
        <w:t>администрацией Зоновского сельсовета</w:t>
      </w:r>
      <w:r w:rsidRPr="00F04E0A">
        <w:rPr>
          <w:rFonts w:ascii="Times New Roman" w:hAnsi="Times New Roman"/>
          <w:sz w:val="24"/>
          <w:szCs w:val="24"/>
          <w:lang w:eastAsia="ru-RU"/>
        </w:rPr>
        <w:t>, нарушает его права и свободы.</w:t>
      </w:r>
    </w:p>
    <w:p w:rsidR="005E1028" w:rsidRPr="00F04E0A" w:rsidRDefault="005E1028" w:rsidP="00F04E0A">
      <w:pPr>
        <w:spacing w:after="0" w:line="240" w:lineRule="auto"/>
        <w:rPr>
          <w:rFonts w:ascii="Times New Roman" w:hAnsi="Times New Roman"/>
          <w:sz w:val="24"/>
          <w:szCs w:val="24"/>
          <w:lang w:eastAsia="ru-RU"/>
        </w:rPr>
      </w:pPr>
      <w:r w:rsidRPr="00F04E0A">
        <w:rPr>
          <w:rFonts w:ascii="Times New Roman" w:hAnsi="Times New Roman"/>
          <w:sz w:val="24"/>
          <w:szCs w:val="24"/>
          <w:lang w:eastAsia="ru-RU"/>
        </w:rPr>
        <w:t> </w:t>
      </w:r>
    </w:p>
    <w:p w:rsidR="005E1028" w:rsidRDefault="005E1028" w:rsidP="002E3598">
      <w:pPr>
        <w:numPr>
          <w:ilvl w:val="0"/>
          <w:numId w:val="1"/>
        </w:numPr>
        <w:spacing w:after="0" w:line="240" w:lineRule="auto"/>
        <w:rPr>
          <w:rFonts w:ascii="Times New Roman" w:hAnsi="Times New Roman"/>
          <w:b/>
          <w:bCs/>
          <w:color w:val="000000"/>
          <w:sz w:val="24"/>
          <w:szCs w:val="24"/>
          <w:lang w:eastAsia="ru-RU"/>
        </w:rPr>
      </w:pPr>
      <w:r w:rsidRPr="00F04E0A">
        <w:rPr>
          <w:rFonts w:ascii="Times New Roman" w:hAnsi="Times New Roman"/>
          <w:b/>
          <w:bCs/>
          <w:color w:val="000000"/>
          <w:sz w:val="24"/>
          <w:szCs w:val="24"/>
          <w:lang w:eastAsia="ru-RU"/>
        </w:rPr>
        <w:t>Обращение за обжалованием нормативного акта</w:t>
      </w:r>
    </w:p>
    <w:p w:rsidR="005E1028" w:rsidRPr="00F04E0A" w:rsidRDefault="005E1028" w:rsidP="002E3598">
      <w:pPr>
        <w:spacing w:after="0" w:line="240" w:lineRule="auto"/>
        <w:rPr>
          <w:rFonts w:ascii="Times New Roman" w:hAnsi="Times New Roman"/>
          <w:sz w:val="24"/>
          <w:szCs w:val="24"/>
          <w:lang w:eastAsia="ru-RU"/>
        </w:rPr>
      </w:pPr>
    </w:p>
    <w:p w:rsidR="005E1028" w:rsidRPr="00F04E0A" w:rsidRDefault="005E1028" w:rsidP="00F04E0A">
      <w:pPr>
        <w:spacing w:after="0" w:line="240" w:lineRule="auto"/>
        <w:ind w:right="1" w:firstLine="708"/>
        <w:jc w:val="both"/>
        <w:rPr>
          <w:rFonts w:ascii="Times New Roman" w:hAnsi="Times New Roman"/>
          <w:sz w:val="24"/>
          <w:szCs w:val="24"/>
          <w:lang w:eastAsia="ru-RU"/>
        </w:rPr>
      </w:pPr>
      <w:r w:rsidRPr="00F04E0A">
        <w:rPr>
          <w:rFonts w:ascii="Times New Roman" w:hAnsi="Times New Roman"/>
          <w:color w:val="000000"/>
          <w:sz w:val="24"/>
          <w:szCs w:val="24"/>
          <w:lang w:eastAsia="ru-RU"/>
        </w:rPr>
        <w:t>Для того чтобы оспаривать нормативный правовой акт, необходимо, прежде всего, определить, в какой суд нужно обращаться. В России действует целая система судов, каждый из которых вправе признавать недействительными нормативные акты определенного вида.</w:t>
      </w:r>
    </w:p>
    <w:p w:rsidR="005E1028" w:rsidRPr="00F04E0A" w:rsidRDefault="005E1028" w:rsidP="00F04E0A">
      <w:pPr>
        <w:spacing w:after="0" w:line="240" w:lineRule="auto"/>
        <w:ind w:right="1" w:firstLine="708"/>
        <w:jc w:val="both"/>
        <w:rPr>
          <w:rFonts w:ascii="Times New Roman" w:hAnsi="Times New Roman"/>
          <w:sz w:val="24"/>
          <w:szCs w:val="24"/>
          <w:lang w:eastAsia="ru-RU"/>
        </w:rPr>
      </w:pPr>
      <w:r w:rsidRPr="00F04E0A">
        <w:rPr>
          <w:rFonts w:ascii="Times New Roman" w:hAnsi="Times New Roman"/>
          <w:color w:val="000000"/>
          <w:sz w:val="24"/>
          <w:szCs w:val="24"/>
          <w:lang w:eastAsia="ru-RU"/>
        </w:rPr>
        <w:t> </w:t>
      </w:r>
    </w:p>
    <w:p w:rsidR="005E1028" w:rsidRPr="00F04E0A" w:rsidRDefault="005E1028" w:rsidP="00F04E0A">
      <w:pPr>
        <w:spacing w:after="0" w:line="240" w:lineRule="auto"/>
        <w:ind w:right="1" w:firstLine="708"/>
        <w:jc w:val="both"/>
        <w:rPr>
          <w:rFonts w:ascii="Times New Roman" w:hAnsi="Times New Roman"/>
          <w:sz w:val="24"/>
          <w:szCs w:val="24"/>
          <w:lang w:eastAsia="ru-RU"/>
        </w:rPr>
      </w:pPr>
      <w:r w:rsidRPr="00F04E0A">
        <w:rPr>
          <w:rFonts w:ascii="Times New Roman" w:hAnsi="Times New Roman"/>
          <w:color w:val="000000"/>
          <w:sz w:val="24"/>
          <w:szCs w:val="24"/>
          <w:lang w:eastAsia="ru-RU"/>
        </w:rPr>
        <w:t> </w:t>
      </w:r>
    </w:p>
    <w:tbl>
      <w:tblPr>
        <w:tblW w:w="0" w:type="auto"/>
        <w:jc w:val="center"/>
        <w:tblCellMar>
          <w:left w:w="0" w:type="dxa"/>
          <w:right w:w="0" w:type="dxa"/>
        </w:tblCellMar>
        <w:tblLook w:val="00A0"/>
      </w:tblPr>
      <w:tblGrid>
        <w:gridCol w:w="3402"/>
      </w:tblGrid>
      <w:tr w:rsidR="005E1028" w:rsidRPr="003B33FD" w:rsidTr="00F04E0A">
        <w:trPr>
          <w:jc w:val="center"/>
        </w:trPr>
        <w:tc>
          <w:tcPr>
            <w:tcW w:w="34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b/>
                <w:bCs/>
                <w:sz w:val="24"/>
                <w:szCs w:val="24"/>
                <w:lang w:eastAsia="ru-RU"/>
              </w:rPr>
              <w:t>Право на обжалование нормативно-правовых актов</w:t>
            </w:r>
          </w:p>
        </w:tc>
      </w:tr>
    </w:tbl>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tbl>
      <w:tblPr>
        <w:tblW w:w="0" w:type="auto"/>
        <w:tblCellMar>
          <w:left w:w="0" w:type="dxa"/>
          <w:right w:w="0" w:type="dxa"/>
        </w:tblCellMar>
        <w:tblLook w:val="00A0"/>
      </w:tblPr>
      <w:tblGrid>
        <w:gridCol w:w="2704"/>
        <w:gridCol w:w="542"/>
        <w:gridCol w:w="2869"/>
        <w:gridCol w:w="801"/>
        <w:gridCol w:w="2655"/>
      </w:tblGrid>
      <w:tr w:rsidR="005E1028" w:rsidRPr="003B33FD" w:rsidTr="00F04E0A">
        <w:tc>
          <w:tcPr>
            <w:tcW w:w="28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b/>
                <w:bCs/>
                <w:sz w:val="24"/>
                <w:szCs w:val="24"/>
                <w:lang w:eastAsia="ru-RU"/>
              </w:rPr>
              <w:t>В суд общей юрисдикции:</w:t>
            </w:r>
          </w:p>
        </w:tc>
        <w:tc>
          <w:tcPr>
            <w:tcW w:w="567" w:type="dxa"/>
            <w:tcBorders>
              <w:top w:val="nil"/>
              <w:left w:val="nil"/>
              <w:bottom w:val="nil"/>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tc>
        <w:tc>
          <w:tcPr>
            <w:tcW w:w="297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b/>
                <w:bCs/>
                <w:sz w:val="24"/>
                <w:szCs w:val="24"/>
                <w:lang w:eastAsia="ru-RU"/>
              </w:rPr>
              <w:t>В арбитражный суд</w:t>
            </w:r>
          </w:p>
        </w:tc>
        <w:tc>
          <w:tcPr>
            <w:tcW w:w="851" w:type="dxa"/>
            <w:tcBorders>
              <w:top w:val="nil"/>
              <w:left w:val="nil"/>
              <w:bottom w:val="nil"/>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tc>
        <w:tc>
          <w:tcPr>
            <w:tcW w:w="26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b/>
                <w:bCs/>
                <w:sz w:val="24"/>
                <w:szCs w:val="24"/>
                <w:lang w:eastAsia="ru-RU"/>
              </w:rPr>
              <w:t>В Конституционный суд</w:t>
            </w:r>
          </w:p>
        </w:tc>
      </w:tr>
      <w:tr w:rsidR="005E1028" w:rsidRPr="003B33FD" w:rsidTr="00F04E0A">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Верховный суд Российской Федерации</w:t>
            </w:r>
          </w:p>
        </w:tc>
        <w:tc>
          <w:tcPr>
            <w:tcW w:w="567" w:type="dxa"/>
            <w:tcBorders>
              <w:top w:val="nil"/>
              <w:left w:val="nil"/>
              <w:bottom w:val="nil"/>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Высший арбитражный суд</w:t>
            </w:r>
          </w:p>
        </w:tc>
        <w:tc>
          <w:tcPr>
            <w:tcW w:w="851" w:type="dxa"/>
            <w:tcBorders>
              <w:top w:val="nil"/>
              <w:left w:val="nil"/>
              <w:bottom w:val="nil"/>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tc>
      </w:tr>
      <w:tr w:rsidR="005E1028" w:rsidRPr="003B33FD" w:rsidTr="00F04E0A">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Суд субъекта Российской Федерации</w:t>
            </w:r>
          </w:p>
        </w:tc>
        <w:tc>
          <w:tcPr>
            <w:tcW w:w="567" w:type="dxa"/>
            <w:tcBorders>
              <w:top w:val="nil"/>
              <w:left w:val="nil"/>
              <w:bottom w:val="nil"/>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Федеральный Арбитражный суд округа</w:t>
            </w:r>
          </w:p>
        </w:tc>
        <w:tc>
          <w:tcPr>
            <w:tcW w:w="851" w:type="dxa"/>
            <w:tcBorders>
              <w:top w:val="nil"/>
              <w:left w:val="nil"/>
              <w:bottom w:val="nil"/>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tc>
      </w:tr>
      <w:tr w:rsidR="005E1028" w:rsidRPr="003B33FD" w:rsidTr="00F04E0A">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Районный (городской) суд</w:t>
            </w:r>
          </w:p>
        </w:tc>
        <w:tc>
          <w:tcPr>
            <w:tcW w:w="567" w:type="dxa"/>
            <w:tcBorders>
              <w:top w:val="nil"/>
              <w:left w:val="nil"/>
              <w:bottom w:val="nil"/>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Арбитражный суд субъекта Российской Федерации</w:t>
            </w:r>
          </w:p>
        </w:tc>
        <w:tc>
          <w:tcPr>
            <w:tcW w:w="851" w:type="dxa"/>
            <w:tcBorders>
              <w:top w:val="nil"/>
              <w:left w:val="nil"/>
              <w:bottom w:val="nil"/>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tc>
      </w:tr>
    </w:tbl>
    <w:p w:rsidR="005E1028" w:rsidRPr="00F04E0A" w:rsidRDefault="005E1028" w:rsidP="00F04E0A">
      <w:pPr>
        <w:spacing w:after="0" w:line="240" w:lineRule="auto"/>
        <w:rPr>
          <w:rFonts w:ascii="Times New Roman" w:hAnsi="Times New Roman"/>
          <w:sz w:val="24"/>
          <w:szCs w:val="24"/>
          <w:lang w:eastAsia="ru-RU"/>
        </w:rPr>
      </w:pPr>
      <w:r w:rsidRPr="00F04E0A">
        <w:rPr>
          <w:rFonts w:ascii="Times New Roman" w:hAnsi="Times New Roman"/>
          <w:sz w:val="24"/>
          <w:szCs w:val="24"/>
          <w:lang w:eastAsia="ru-RU"/>
        </w:rPr>
        <w:t> </w:t>
      </w:r>
    </w:p>
    <w:p w:rsidR="005E1028" w:rsidRDefault="005E1028" w:rsidP="002E3598">
      <w:pPr>
        <w:numPr>
          <w:ilvl w:val="0"/>
          <w:numId w:val="1"/>
        </w:numPr>
        <w:spacing w:after="0" w:line="240" w:lineRule="auto"/>
        <w:rPr>
          <w:rFonts w:ascii="Times New Roman" w:hAnsi="Times New Roman"/>
          <w:b/>
          <w:bCs/>
          <w:sz w:val="24"/>
          <w:szCs w:val="24"/>
          <w:lang w:eastAsia="ru-RU"/>
        </w:rPr>
      </w:pPr>
      <w:r w:rsidRPr="00F04E0A">
        <w:rPr>
          <w:rFonts w:ascii="Times New Roman" w:hAnsi="Times New Roman"/>
          <w:b/>
          <w:bCs/>
          <w:sz w:val="24"/>
          <w:szCs w:val="24"/>
          <w:lang w:eastAsia="ru-RU"/>
        </w:rPr>
        <w:t>Право на обращение в суд общей юрисдикции</w:t>
      </w:r>
    </w:p>
    <w:p w:rsidR="005E1028" w:rsidRPr="00F04E0A" w:rsidRDefault="005E1028" w:rsidP="002E3598">
      <w:pPr>
        <w:spacing w:after="0" w:line="240" w:lineRule="auto"/>
        <w:rPr>
          <w:rFonts w:ascii="Times New Roman" w:hAnsi="Times New Roman"/>
          <w:sz w:val="24"/>
          <w:szCs w:val="24"/>
          <w:lang w:eastAsia="ru-RU"/>
        </w:rPr>
      </w:pPr>
    </w:p>
    <w:p w:rsidR="005E1028" w:rsidRPr="00F04E0A" w:rsidRDefault="005E1028" w:rsidP="00F04E0A">
      <w:pPr>
        <w:spacing w:after="0" w:line="240" w:lineRule="auto"/>
        <w:rPr>
          <w:rFonts w:ascii="Times New Roman" w:hAnsi="Times New Roman"/>
          <w:sz w:val="24"/>
          <w:szCs w:val="24"/>
          <w:lang w:eastAsia="ru-RU"/>
        </w:rPr>
      </w:pPr>
      <w:r w:rsidRPr="00F04E0A">
        <w:rPr>
          <w:rFonts w:ascii="Times New Roman" w:hAnsi="Times New Roman"/>
          <w:b/>
          <w:bCs/>
          <w:sz w:val="24"/>
          <w:szCs w:val="24"/>
          <w:lang w:eastAsia="ru-RU"/>
        </w:rPr>
        <w:t> </w:t>
      </w:r>
      <w:r w:rsidRPr="00F04E0A">
        <w:rPr>
          <w:rFonts w:ascii="Times New Roman" w:hAnsi="Times New Roman"/>
          <w:sz w:val="24"/>
          <w:szCs w:val="24"/>
          <w:lang w:eastAsia="ru-RU"/>
        </w:rPr>
        <w:t xml:space="preserve">        Гражданин, организация, считающие, что принятым и опубликованным в установленном порядке нормативным правовым актом </w:t>
      </w:r>
      <w:r>
        <w:rPr>
          <w:rFonts w:ascii="Times New Roman" w:hAnsi="Times New Roman"/>
          <w:sz w:val="24"/>
          <w:szCs w:val="24"/>
          <w:lang w:eastAsia="ru-RU"/>
        </w:rPr>
        <w:t xml:space="preserve">администрации Зоновского сельсовета </w:t>
      </w:r>
      <w:r w:rsidRPr="00F04E0A">
        <w:rPr>
          <w:rFonts w:ascii="Times New Roman" w:hAnsi="Times New Roman"/>
          <w:sz w:val="24"/>
          <w:szCs w:val="24"/>
          <w:lang w:eastAsia="ru-RU"/>
        </w:rPr>
        <w:t xml:space="preserve"> или должностного лица нарушаются их права и свободы, гарантированные Конституцией Российской Федерации, законами и другими нормативными правовыми актами, вправе обратиться в суд с заявлением о признании этого акта противоречащим закону полностью или в части.</w:t>
      </w:r>
    </w:p>
    <w:p w:rsidR="005E1028" w:rsidRPr="00F04E0A" w:rsidRDefault="005E1028" w:rsidP="00F04E0A">
      <w:pPr>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Подача заявления об оспаривании нормативно-правового акта в суд не приостанавливает действие оспариваемого нормативно-правового акта.</w:t>
      </w:r>
    </w:p>
    <w:p w:rsidR="005E1028" w:rsidRPr="00F04E0A" w:rsidRDefault="005E1028" w:rsidP="00F04E0A">
      <w:pPr>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Куйбышевский районный суд </w:t>
      </w:r>
      <w:r w:rsidRPr="00F04E0A">
        <w:rPr>
          <w:rFonts w:ascii="Times New Roman" w:hAnsi="Times New Roman"/>
          <w:sz w:val="24"/>
          <w:szCs w:val="24"/>
          <w:lang w:eastAsia="ru-RU"/>
        </w:rPr>
        <w:t xml:space="preserve">рассматривает дела об оспаривании нормативных актов органов местного самоуправления (постановлений главы муниципального образования, решений представительного органа местного самоуправления, постановлений администрации </w:t>
      </w:r>
      <w:r>
        <w:rPr>
          <w:rFonts w:ascii="Times New Roman" w:hAnsi="Times New Roman"/>
          <w:sz w:val="24"/>
          <w:szCs w:val="24"/>
          <w:lang w:eastAsia="ru-RU"/>
        </w:rPr>
        <w:t>Зоновского сельсовета</w:t>
      </w:r>
      <w:r w:rsidRPr="00F04E0A">
        <w:rPr>
          <w:rFonts w:ascii="Times New Roman" w:hAnsi="Times New Roman"/>
          <w:sz w:val="24"/>
          <w:szCs w:val="24"/>
          <w:lang w:eastAsia="ru-RU"/>
        </w:rPr>
        <w:t>).</w:t>
      </w:r>
    </w:p>
    <w:p w:rsidR="005E1028" w:rsidRPr="00F04E0A" w:rsidRDefault="005E1028" w:rsidP="00F04E0A">
      <w:pPr>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 xml:space="preserve">Жалоба подается по месту нахождения органа, принявшего оспариваемый акт. </w:t>
      </w:r>
    </w:p>
    <w:p w:rsidR="005E1028" w:rsidRPr="00F04E0A" w:rsidRDefault="005E1028" w:rsidP="00F04E0A">
      <w:pPr>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При этом необходимо иметь в виду, что частью 2 статьи 254 Гражданского процессуального кодекса Российской Федерации предусмотрена альтернативная подсудность для заявителей-граждан. Эти лица вправе по своему усмотрению подать заявление об оспаривании решений органа местного</w:t>
      </w:r>
      <w:r>
        <w:rPr>
          <w:rFonts w:ascii="Times New Roman" w:hAnsi="Times New Roman"/>
          <w:sz w:val="24"/>
          <w:szCs w:val="24"/>
          <w:lang w:eastAsia="ru-RU"/>
        </w:rPr>
        <w:t xml:space="preserve"> </w:t>
      </w:r>
      <w:r w:rsidRPr="00F04E0A">
        <w:rPr>
          <w:rFonts w:ascii="Times New Roman" w:hAnsi="Times New Roman"/>
          <w:sz w:val="24"/>
          <w:szCs w:val="24"/>
          <w:lang w:eastAsia="ru-RU"/>
        </w:rPr>
        <w:t>самоуправления, должностного лица органа местного самоуправления муниципального образования в суд по месту своего жительства.</w:t>
      </w:r>
    </w:p>
    <w:p w:rsidR="005E1028" w:rsidRPr="00F04E0A" w:rsidRDefault="005E1028" w:rsidP="00F04E0A">
      <w:pPr>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Гражданин вправе обратиться в суд с заявлением в течение трёх месяцев со дня, когда ему стало известно о нарушении его прав и свобод.</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Пропуск трёхмесячного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w:t>
      </w:r>
    </w:p>
    <w:p w:rsidR="005E1028" w:rsidRPr="00F04E0A" w:rsidRDefault="005E1028" w:rsidP="00F04E0A">
      <w:pPr>
        <w:spacing w:after="0" w:line="240" w:lineRule="auto"/>
        <w:ind w:firstLine="540"/>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xml:space="preserve">        Заявление об оспаривании нормативно-правового акта, или его части, изданного </w:t>
      </w:r>
      <w:r>
        <w:rPr>
          <w:rFonts w:ascii="Times New Roman" w:hAnsi="Times New Roman"/>
          <w:sz w:val="24"/>
          <w:szCs w:val="24"/>
          <w:lang w:eastAsia="ru-RU"/>
        </w:rPr>
        <w:t>администрацией МО «Зоновский сельсовет»</w:t>
      </w:r>
      <w:r w:rsidRPr="00F04E0A">
        <w:rPr>
          <w:rFonts w:ascii="Times New Roman" w:hAnsi="Times New Roman"/>
          <w:sz w:val="24"/>
          <w:szCs w:val="24"/>
          <w:lang w:eastAsia="ru-RU"/>
        </w:rPr>
        <w:t xml:space="preserve">, должно соответствовать требованиям, предусмотренным статьей 131 Гражданского процессуального кодекса Российской Федерации, то есть исковое заявление должно быть подано в суд в письменной форме, в заявлении об оспаривании нормативно-правового акта или его части должны быть указаны: </w:t>
      </w:r>
    </w:p>
    <w:p w:rsidR="005E1028" w:rsidRPr="00F04E0A" w:rsidRDefault="005E1028" w:rsidP="00F04E0A">
      <w:pPr>
        <w:spacing w:after="0" w:line="240" w:lineRule="auto"/>
        <w:jc w:val="center"/>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jc w:val="center"/>
        <w:rPr>
          <w:rFonts w:ascii="Times New Roman" w:hAnsi="Times New Roman"/>
          <w:sz w:val="24"/>
          <w:szCs w:val="24"/>
          <w:lang w:eastAsia="ru-RU"/>
        </w:rPr>
      </w:pPr>
      <w:r w:rsidRPr="00F04E0A">
        <w:rPr>
          <w:rFonts w:ascii="Times New Roman" w:hAnsi="Times New Roman"/>
          <w:b/>
          <w:bCs/>
          <w:sz w:val="24"/>
          <w:szCs w:val="24"/>
          <w:lang w:eastAsia="ru-RU"/>
        </w:rPr>
        <w:t>Содержание жалобы</w:t>
      </w:r>
    </w:p>
    <w:p w:rsidR="005E1028" w:rsidRPr="00F04E0A" w:rsidRDefault="005E1028" w:rsidP="00F04E0A">
      <w:pPr>
        <w:spacing w:after="0" w:line="240" w:lineRule="auto"/>
        <w:jc w:val="center"/>
        <w:rPr>
          <w:rFonts w:ascii="Times New Roman" w:hAnsi="Times New Roman"/>
          <w:sz w:val="24"/>
          <w:szCs w:val="24"/>
          <w:lang w:eastAsia="ru-RU"/>
        </w:rPr>
      </w:pPr>
      <w:r w:rsidRPr="00F04E0A">
        <w:rPr>
          <w:rFonts w:ascii="Times New Roman" w:hAnsi="Times New Roman"/>
          <w:b/>
          <w:bCs/>
          <w:sz w:val="24"/>
          <w:szCs w:val="24"/>
          <w:lang w:eastAsia="ru-RU"/>
        </w:rPr>
        <w:t> </w:t>
      </w:r>
    </w:p>
    <w:p w:rsidR="005E1028" w:rsidRPr="00F04E0A" w:rsidRDefault="005E1028" w:rsidP="00F04E0A">
      <w:pPr>
        <w:spacing w:after="0" w:line="240" w:lineRule="auto"/>
        <w:rPr>
          <w:rFonts w:ascii="Times New Roman" w:hAnsi="Times New Roman"/>
          <w:sz w:val="24"/>
          <w:szCs w:val="24"/>
          <w:lang w:eastAsia="ru-RU"/>
        </w:rPr>
      </w:pPr>
      <w:r w:rsidRPr="00F04E0A">
        <w:rPr>
          <w:rFonts w:ascii="Times New Roman" w:hAnsi="Times New Roman"/>
          <w:sz w:val="24"/>
          <w:szCs w:val="24"/>
          <w:u w:val="single"/>
          <w:lang w:eastAsia="ru-RU"/>
        </w:rPr>
        <w:t>В жалобе необходимо указать</w:t>
      </w:r>
      <w:r w:rsidRPr="00F04E0A">
        <w:rPr>
          <w:rFonts w:ascii="Times New Roman" w:hAnsi="Times New Roman"/>
          <w:sz w:val="24"/>
          <w:szCs w:val="24"/>
          <w:lang w:eastAsia="ru-RU"/>
        </w:rPr>
        <w:t>:</w:t>
      </w:r>
    </w:p>
    <w:p w:rsidR="005E1028" w:rsidRPr="00F04E0A" w:rsidRDefault="005E1028" w:rsidP="00F04E0A">
      <w:pPr>
        <w:spacing w:after="0" w:line="240" w:lineRule="auto"/>
        <w:rPr>
          <w:rFonts w:ascii="Times New Roman" w:hAnsi="Times New Roman"/>
          <w:sz w:val="24"/>
          <w:szCs w:val="24"/>
          <w:lang w:eastAsia="ru-RU"/>
        </w:rPr>
      </w:pPr>
      <w:r w:rsidRPr="00F04E0A">
        <w:rPr>
          <w:rFonts w:ascii="Times New Roman" w:hAnsi="Times New Roman"/>
          <w:sz w:val="24"/>
          <w:szCs w:val="24"/>
          <w:lang w:eastAsia="ru-RU"/>
        </w:rPr>
        <w:t xml:space="preserve">             наименование суда, в который подается жалоба; </w:t>
      </w:r>
    </w:p>
    <w:p w:rsidR="005E1028" w:rsidRPr="00F04E0A" w:rsidRDefault="005E1028" w:rsidP="00F04E0A">
      <w:pPr>
        <w:spacing w:after="0" w:line="240" w:lineRule="auto"/>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xml:space="preserve">наименование заявителя, его место жительства или, если заявителем является организация, ее место нахождения, а также наименование представителя и его адрес, если заявление подается представителем; </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наименование органа государственной власти, органа местного самоуправления, иного органа, должностного лица, принявшего оспариваемый нормативный правовой акт;</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xml:space="preserve">название, дату принятия, источник опубликования нормативного акта, который обжалуется. Если обжалуется не весь акт, а отдельная его статья или пункт, указать конкретные части, статьи и пункты;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xml:space="preserve">в чем заключается нарушение либо угроза нарушения прав, свобод или законных интересов заявителя и его требования;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xml:space="preserve">обстоятельства, на которых истец основывает свои требования, и доказательства, подтверждающие эти обстоятельства; </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перечень прилагаемых к заявлению документов;</w:t>
      </w:r>
    </w:p>
    <w:p w:rsidR="005E1028" w:rsidRPr="00F04E0A" w:rsidRDefault="005E1028" w:rsidP="00F04E0A">
      <w:pPr>
        <w:spacing w:after="0" w:line="240" w:lineRule="auto"/>
        <w:ind w:firstLine="708"/>
        <w:jc w:val="center"/>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xml:space="preserve">требование признать акт полностью или в части (указывается, в какой) недействительным.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xml:space="preserve">Заявление подписывается истцом или его представителем при наличии у него полномочий на подписание заявления и предъявление его в суд. </w:t>
      </w:r>
    </w:p>
    <w:p w:rsidR="005E1028" w:rsidRPr="00F04E0A" w:rsidRDefault="005E1028" w:rsidP="00F04E0A">
      <w:pPr>
        <w:spacing w:after="0" w:line="240" w:lineRule="auto"/>
        <w:ind w:firstLine="708"/>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rPr>
          <w:rFonts w:ascii="Times New Roman" w:hAnsi="Times New Roman"/>
          <w:sz w:val="24"/>
          <w:szCs w:val="24"/>
          <w:lang w:eastAsia="ru-RU"/>
        </w:rPr>
      </w:pPr>
      <w:r w:rsidRPr="00F04E0A">
        <w:rPr>
          <w:rFonts w:ascii="Times New Roman" w:hAnsi="Times New Roman"/>
          <w:sz w:val="24"/>
          <w:szCs w:val="24"/>
          <w:u w:val="single"/>
          <w:lang w:eastAsia="ru-RU"/>
        </w:rPr>
        <w:t xml:space="preserve">Документы, прилагаемые к жалобе: </w:t>
      </w:r>
    </w:p>
    <w:p w:rsidR="005E1028" w:rsidRPr="00F04E0A" w:rsidRDefault="005E1028" w:rsidP="00F04E0A">
      <w:pPr>
        <w:spacing w:after="0" w:line="240" w:lineRule="auto"/>
        <w:ind w:firstLine="708"/>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копии в соответствии с количеством органов и должностных лиц, издавших акт, и третьих лиц;</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документ, подтверждающий уплату государственной пошлины;</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доверенность или иной документ, удостоверяющий полномочия представителя истца;</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документы, подтверждающие обстоятельства, на которых истец основывает свои требования, копии этих документов для ответчиков и третьих лиц, если копии у них отсутствуют;</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текст опубликованного нормативного правового акта;</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xml:space="preserve">В случае если судом уже вынесено и вступило в законную силу решение о проверке законности данного акта или данной нормы по указанным в жалобе основаниям, судья отказывает в принятии заявления.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xml:space="preserve">Отказ лица, обратившегося в суд, от своего требования не влечет за собой прекращение производства по делу. Это означает, что суд будет проверять законность нормативного правового акта, даже если заявитель откажется от своих требований. Это обусловлено важностью судебного контроля за нормативными актами и тем, что решение суда будет касаться неопределенного круга лиц.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xml:space="preserve">Последствия рассмотрения жалобы: суд, признав, что оспариваемый нормативный правовой акт, изданный </w:t>
      </w:r>
      <w:r>
        <w:rPr>
          <w:rFonts w:ascii="Times New Roman" w:hAnsi="Times New Roman"/>
          <w:sz w:val="24"/>
          <w:szCs w:val="24"/>
          <w:lang w:eastAsia="ru-RU"/>
        </w:rPr>
        <w:t xml:space="preserve">администрацией Зоновского сельсовета, </w:t>
      </w:r>
      <w:r w:rsidRPr="00F04E0A">
        <w:rPr>
          <w:rFonts w:ascii="Times New Roman" w:hAnsi="Times New Roman"/>
          <w:sz w:val="24"/>
          <w:szCs w:val="24"/>
          <w:lang w:eastAsia="ru-RU"/>
        </w:rPr>
        <w:t>не противоречит федеральному закону или другому нормативному правовому акту, имеющим большую юридическую силу, принимает решение об отказе в удовлетворении соответствующего заявления.</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xml:space="preserve">Установив, что оспариваемый нормативный правовой акт, изданный </w:t>
      </w:r>
      <w:r>
        <w:rPr>
          <w:rFonts w:ascii="Times New Roman" w:hAnsi="Times New Roman"/>
          <w:sz w:val="24"/>
          <w:szCs w:val="24"/>
          <w:lang w:eastAsia="ru-RU"/>
        </w:rPr>
        <w:t xml:space="preserve">администрацией Зоновского сельсовета, </w:t>
      </w:r>
      <w:r w:rsidRPr="00F04E0A">
        <w:rPr>
          <w:rFonts w:ascii="Times New Roman" w:hAnsi="Times New Roman"/>
          <w:sz w:val="24"/>
          <w:szCs w:val="24"/>
          <w:lang w:eastAsia="ru-RU"/>
        </w:rPr>
        <w:t>или его часть противоречит федеральному закону либо другому нормативному правовому акту, имеющим большую юридическую силу, суд признает нормативный правовой акт недействующим полностью или в части со дня его принятия или иного указанного судом времени.</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xml:space="preserve">Решение суда о признании нормативного правового акта или его части </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xml:space="preserve">недействующими вступает в законную силу по правилам, предусмотренным статьей 209 Гражданского процессуального кодекса Российской Федерации, и влечет за собой утрату силы этого нормативного правового акта или его части, а также других нормативных правовых актов, основанных на признанном недействующим нормативном правовом акте или воспроизводящих его содержание. </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Такое решение суда или сообщение о решении после вступления его в законную силу публикуется в печатном издании, в котором был официально опубликован нормативный правовой акт. В случае если данное печатное издание прекратило свою деятельность, такое решение или сообщение публикуется в другом печатном издании, в котором публикуются нормативные правовые акты соответствующего органа государственной власти, органа местного самоуправления или должностного лица.</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Решение суда о признании нормативного правового акта недействующим не может быть преодолено повторным принятием такого же акта.</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rPr>
          <w:rFonts w:ascii="Times New Roman" w:hAnsi="Times New Roman"/>
          <w:sz w:val="24"/>
          <w:szCs w:val="24"/>
          <w:lang w:eastAsia="ru-RU"/>
        </w:rPr>
      </w:pPr>
      <w:r w:rsidRPr="00F04E0A">
        <w:rPr>
          <w:rFonts w:ascii="Times New Roman" w:hAnsi="Times New Roman"/>
          <w:b/>
          <w:bCs/>
          <w:sz w:val="24"/>
          <w:szCs w:val="24"/>
          <w:lang w:eastAsia="ru-RU"/>
        </w:rPr>
        <w:t>6. Право на обращение в арбитражный суд</w:t>
      </w:r>
    </w:p>
    <w:p w:rsidR="005E1028" w:rsidRPr="00F04E0A" w:rsidRDefault="005E1028" w:rsidP="00F04E0A">
      <w:pPr>
        <w:spacing w:after="0" w:line="240" w:lineRule="auto"/>
        <w:ind w:right="1" w:firstLine="708"/>
        <w:jc w:val="both"/>
        <w:rPr>
          <w:rFonts w:ascii="Times New Roman" w:hAnsi="Times New Roman"/>
          <w:sz w:val="24"/>
          <w:szCs w:val="24"/>
          <w:lang w:eastAsia="ru-RU"/>
        </w:rPr>
      </w:pPr>
      <w:r w:rsidRPr="00F04E0A">
        <w:rPr>
          <w:rFonts w:ascii="Times New Roman" w:hAnsi="Times New Roman"/>
          <w:color w:val="000000"/>
          <w:sz w:val="24"/>
          <w:szCs w:val="24"/>
          <w:lang w:eastAsia="ru-RU"/>
        </w:rPr>
        <w:t>Арбитражные суды рассматривают дела по заявлениям граждан, юридических лиц в случае нарушения их прав и законных интересов в сфере предпринимательской и иной экономической деятельности, незаконного возложения на них каких-либо обязанностей или создание иных препятствий для осуществления предпринимательской и иной экономической деятельности.</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В настоящее время в статье 29 Арбитражного процессуального кодекса Российской Федерации закреплено, что арбитражные суды рассматривают в порядке административного судопроизводства дела об оспаривании нормативных правовых актов, затрагивающих права и законные интересы заявителя в сфере предпринимательской деятельности и иной экономической деятельности (т.е. деятельности, направленной на систематическое извлечение прибыли).</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xml:space="preserve">Все остальные нормативные акты в сфере предпринимательской или иной экономической деятельности рассматривает Федеральный арбитражный суд субъекта.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Право на обращение с заявлением о признании недействующим нормативного правового акта, принятого государственным органом, органом местного самоуправления, иным органом, должностным лицом принадлежит:</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гражданам, которые полагают, что оспариваемый нормативный правовой акт или отдельные его положения не соответствуют закону или иному нормативному правовому акту, имеющим большую юридическую силу, и нарушают их права и законные интересы в сфере предпринимательской и иной экономической деятельности, незаконно возлагают на них какие-либо обязанности или создают иные препятствия для осуществления предпринимательской и иной экономической деятельности;</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прокурору, а также государственным органам, органам местного самоуправления, иным органам, если они полагают, что такой оспариваемый акт или отдельные его положения не соответствуют закону или иному нормативному правовому акту, имеющим большую юридическую силу, и нарушают права и законные интересы граждан, организаций, иных лиц в сфере предпринимательской и иной экономической деятельности.</w:t>
      </w:r>
    </w:p>
    <w:p w:rsidR="005E1028" w:rsidRPr="00F04E0A" w:rsidRDefault="005E1028" w:rsidP="00F04E0A">
      <w:pPr>
        <w:spacing w:after="0" w:line="240" w:lineRule="auto"/>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u w:val="single"/>
          <w:lang w:eastAsia="ru-RU"/>
        </w:rPr>
        <w:t xml:space="preserve">Для этого необходимо обратиться в Арбитражный суд </w:t>
      </w:r>
      <w:r>
        <w:rPr>
          <w:rFonts w:ascii="Times New Roman" w:hAnsi="Times New Roman"/>
          <w:sz w:val="24"/>
          <w:szCs w:val="24"/>
          <w:u w:val="single"/>
          <w:lang w:eastAsia="ru-RU"/>
        </w:rPr>
        <w:t xml:space="preserve">Новосибирской </w:t>
      </w:r>
      <w:r w:rsidRPr="00F04E0A">
        <w:rPr>
          <w:rFonts w:ascii="Times New Roman" w:hAnsi="Times New Roman"/>
          <w:sz w:val="24"/>
          <w:szCs w:val="24"/>
          <w:u w:val="single"/>
          <w:lang w:eastAsia="ru-RU"/>
        </w:rPr>
        <w:t>области с заявлением, в котором  указать:</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наименование арбитражного суда, в который подается исковое заявление;</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наименование заявителя, его место нахождения; если истцом является гражданин, его место жительства, дата и место его рождения, место его работы или дата и место его государственной регистрации в качестве индивидуального предпринимателя;</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наименование органа государственной власти, органа местного самоуправления, иного органа, должностного лица, принявших оспариваемый нормативный правовой акт;</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название, номер, дата принятия, источник опубликования и иные данные об оспариваемом нормативном правовом акте;</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права и законные интересы, которые, по Вашему мнению, нарушаются этим оспариваемым актом или его отдельными положениями;</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название нормативного правового акта, который имеет большую юридическую силу и на соответствие которому надлежит проверить оспариваемый акт или его отдельные положения;</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rPr>
          <w:rFonts w:ascii="Times New Roman" w:hAnsi="Times New Roman"/>
          <w:sz w:val="24"/>
          <w:szCs w:val="24"/>
          <w:lang w:eastAsia="ru-RU"/>
        </w:rPr>
      </w:pPr>
      <w:r w:rsidRPr="00F04E0A">
        <w:rPr>
          <w:rFonts w:ascii="Times New Roman" w:hAnsi="Times New Roman"/>
          <w:sz w:val="24"/>
          <w:szCs w:val="24"/>
          <w:lang w:eastAsia="ru-RU"/>
        </w:rPr>
        <w:t>требование о признании оспариваемого акта недействующим;</w:t>
      </w:r>
    </w:p>
    <w:p w:rsidR="005E1028" w:rsidRPr="00F04E0A" w:rsidRDefault="005E1028" w:rsidP="00F04E0A">
      <w:pPr>
        <w:spacing w:after="0" w:line="240" w:lineRule="auto"/>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rPr>
          <w:rFonts w:ascii="Times New Roman" w:hAnsi="Times New Roman"/>
          <w:sz w:val="24"/>
          <w:szCs w:val="24"/>
          <w:lang w:eastAsia="ru-RU"/>
        </w:rPr>
      </w:pPr>
      <w:r w:rsidRPr="00F04E0A">
        <w:rPr>
          <w:rFonts w:ascii="Times New Roman" w:hAnsi="Times New Roman"/>
          <w:sz w:val="24"/>
          <w:szCs w:val="24"/>
          <w:lang w:eastAsia="ru-RU"/>
        </w:rPr>
        <w:t xml:space="preserve">перечень прилагаемых документов. </w:t>
      </w:r>
    </w:p>
    <w:p w:rsidR="005E1028" w:rsidRPr="00F04E0A" w:rsidRDefault="005E1028" w:rsidP="00F04E0A">
      <w:pPr>
        <w:spacing w:after="0" w:line="240" w:lineRule="auto"/>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В заявлении могут быть указаны и иные сведения, в том числе номера телефонов, факсов, адреса электронной почты, если они необходимы для правильного и своевременного рассмотрения дела, могут содержаться ходатайства, в том числе ходатайства об истребовании доказательств от ответчика или других лиц.</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right="1" w:firstLine="708"/>
        <w:jc w:val="both"/>
        <w:rPr>
          <w:rFonts w:ascii="Times New Roman" w:hAnsi="Times New Roman"/>
          <w:sz w:val="24"/>
          <w:szCs w:val="24"/>
          <w:lang w:eastAsia="ru-RU"/>
        </w:rPr>
      </w:pPr>
      <w:r w:rsidRPr="00F04E0A">
        <w:rPr>
          <w:rFonts w:ascii="Times New Roman" w:hAnsi="Times New Roman"/>
          <w:sz w:val="24"/>
          <w:szCs w:val="24"/>
          <w:lang w:eastAsia="ru-RU"/>
        </w:rPr>
        <w:t>Заявитель обязан направить другим лицам, участвующим в деле, копии заявления и прилагаемых к нему документов, которые у них отсутствуют, заказным письмом с уведомлением о вручении.</w:t>
      </w:r>
    </w:p>
    <w:p w:rsidR="005E1028" w:rsidRPr="00F04E0A" w:rsidRDefault="005E1028" w:rsidP="00F04E0A">
      <w:pPr>
        <w:spacing w:after="0" w:line="240" w:lineRule="auto"/>
        <w:ind w:right="1"/>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right="1"/>
        <w:jc w:val="both"/>
        <w:rPr>
          <w:rFonts w:ascii="Times New Roman" w:hAnsi="Times New Roman"/>
          <w:sz w:val="24"/>
          <w:szCs w:val="24"/>
          <w:lang w:eastAsia="ru-RU"/>
        </w:rPr>
      </w:pPr>
      <w:r w:rsidRPr="00F04E0A">
        <w:rPr>
          <w:rFonts w:ascii="Times New Roman" w:hAnsi="Times New Roman"/>
          <w:sz w:val="24"/>
          <w:szCs w:val="24"/>
          <w:u w:val="single"/>
          <w:lang w:eastAsia="ru-RU"/>
        </w:rPr>
        <w:t>К заявлению прилагаются:</w:t>
      </w:r>
    </w:p>
    <w:p w:rsidR="005E1028" w:rsidRPr="00F04E0A" w:rsidRDefault="005E1028" w:rsidP="00F04E0A">
      <w:pPr>
        <w:spacing w:after="0" w:line="240" w:lineRule="auto"/>
        <w:ind w:right="1"/>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уведомление о вручении или иные документы, подтверждающие направление другим лицам, участвующим в деле, копий искового заявления и приложенных к нему документов, которые у других лиц, участвующих в деле, отсутствуют;</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документ, подтверждающий уплату государственной пошлины в установленном порядке и в размере или право на получение льготы по уплате государственной пошлины, либо ходатайство о предоставлении отсрочки, рассрочки об уменьшении размера государственной пошлины;</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документы, подтверждающие обстоятельства, на которых истец основывает свои требования;</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копии свидетельства о государственной регистрации в качестве юридического лица или индивидуального предпринимателя;</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доверенность или иные документы, подтверждающие полномочия на подписание искового заявления;</w:t>
      </w:r>
    </w:p>
    <w:p w:rsidR="005E1028" w:rsidRPr="00F04E0A" w:rsidRDefault="005E1028" w:rsidP="00F04E0A">
      <w:pPr>
        <w:spacing w:after="0" w:line="240" w:lineRule="auto"/>
        <w:ind w:firstLine="708"/>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При рассмотрении дела арбитражный суд в судебном заседании устанавливает соответствие оспариваемого нормативного акта федеральному конституционному закону, федеральному закону и иному нормативному правовому акту, имеющим большую юридическую силу, а также полномочия органа или лица, принявшего оспариваемый нормативный правовой акт.</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xml:space="preserve">Арбитражный суд не связан доводами, содержащимися в заявлении об оспаривании нормативного правового акта, и проверяет оспариваемое положение в полном объеме. </w:t>
      </w:r>
    </w:p>
    <w:p w:rsidR="005E1028" w:rsidRPr="00F04E0A" w:rsidRDefault="005E1028" w:rsidP="00F04E0A">
      <w:pPr>
        <w:spacing w:after="0" w:line="240" w:lineRule="auto"/>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Отказ заявителя от своего требования, признание требования органом или лицом, которые приняли оспариваемый акт, не препятствуют рассмотрению арбитражным судом дела по существу.</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Обязанность доказывания соответствия оспариваемого акта федеральному, конституционному закону, федеральному закону и иному нормативному правовому акту, имеющим большую юридическую силу, наличия у органа или должностного лица надлежащих полномочий на принятие оспариваемого акта, а также обстоятельств, послуживших основанием для его принятия, возлагается на орган, должностное лицо, которые приняли акт.</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right="1" w:firstLine="708"/>
        <w:jc w:val="both"/>
        <w:rPr>
          <w:rFonts w:ascii="Times New Roman" w:hAnsi="Times New Roman"/>
          <w:sz w:val="24"/>
          <w:szCs w:val="24"/>
          <w:lang w:eastAsia="ru-RU"/>
        </w:rPr>
      </w:pPr>
      <w:r w:rsidRPr="00F04E0A">
        <w:rPr>
          <w:rFonts w:ascii="Times New Roman" w:hAnsi="Times New Roman"/>
          <w:sz w:val="24"/>
          <w:szCs w:val="24"/>
          <w:lang w:eastAsia="ru-RU"/>
        </w:rPr>
        <w:t>В случае если имеется вступившее в законную силу решение суда по ранее рассмотренному делу, проверившего по тем же основаниям соответствие оспариваемого акта иному нормативному правовому акту, имеющему большую юридическую силу, арбитражный суд прекращает производство по делу.</w:t>
      </w:r>
    </w:p>
    <w:p w:rsidR="005E1028" w:rsidRPr="00F04E0A" w:rsidRDefault="005E1028" w:rsidP="00F04E0A">
      <w:pPr>
        <w:spacing w:after="0" w:line="240" w:lineRule="auto"/>
        <w:ind w:right="1"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По результатам рассмотрения арбитражный суд принимает одно из решений:</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о признании оспариваемого акта или отдельных его положений соответствующими иному нормативному правовому акту, имеющему большую юридическую силу;</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о признании оспариваемого нормативного правового акта или отдельных его положений не соответствующими иному нормативному правовому акту, имеющему большую юридическую силу, и не действующими полностью или в части.</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Решение арбитражного суда по делу об оспаривании нормативного правового акта вступает в законную силу немедленно после его принятия.</w:t>
      </w:r>
    </w:p>
    <w:p w:rsidR="005E1028" w:rsidRPr="00F04E0A" w:rsidRDefault="005E1028" w:rsidP="00F04E0A">
      <w:pPr>
        <w:spacing w:after="0" w:line="240" w:lineRule="auto"/>
        <w:ind w:firstLine="708"/>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360"/>
        <w:jc w:val="both"/>
        <w:rPr>
          <w:rFonts w:ascii="Times New Roman" w:hAnsi="Times New Roman"/>
          <w:sz w:val="24"/>
          <w:szCs w:val="24"/>
          <w:lang w:eastAsia="ru-RU"/>
        </w:rPr>
      </w:pPr>
      <w:r w:rsidRPr="00F04E0A">
        <w:rPr>
          <w:rFonts w:ascii="Times New Roman" w:hAnsi="Times New Roman"/>
          <w:sz w:val="24"/>
          <w:szCs w:val="24"/>
          <w:lang w:eastAsia="ru-RU"/>
        </w:rPr>
        <w:t>Нормативный правовой акт или отдельные его положения, признанные арбитражным судом недействующими, не подлежат применению с момента вступления в законную силу решения суда и должны быть приведены органом или лицом, принявшим оспариваемый акт, в соответствие с законом или иным нормативным правовым актом, имеющими большую юридическую силу.</w:t>
      </w:r>
    </w:p>
    <w:p w:rsidR="005E1028" w:rsidRPr="00F04E0A" w:rsidRDefault="005E1028" w:rsidP="00F04E0A">
      <w:pPr>
        <w:spacing w:after="0" w:line="240" w:lineRule="auto"/>
        <w:ind w:firstLine="360"/>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360"/>
        <w:jc w:val="both"/>
        <w:rPr>
          <w:rFonts w:ascii="Times New Roman" w:hAnsi="Times New Roman"/>
          <w:sz w:val="24"/>
          <w:szCs w:val="24"/>
          <w:lang w:eastAsia="ru-RU"/>
        </w:rPr>
      </w:pPr>
      <w:r w:rsidRPr="00F04E0A">
        <w:rPr>
          <w:rFonts w:ascii="Times New Roman" w:hAnsi="Times New Roman"/>
          <w:sz w:val="24"/>
          <w:szCs w:val="24"/>
          <w:lang w:eastAsia="ru-RU"/>
        </w:rPr>
        <w:t>Решение суда направляется для устранения допущенного нарушения закона руководителю органа местного самоуправления, должностному лицу,  решения, которых были оспорены, либо в вышестоящий в порядке подчиненности орган, в течение трех дней со дня вступления решения суда в законную силу.</w:t>
      </w:r>
    </w:p>
    <w:p w:rsidR="005E1028" w:rsidRPr="00F04E0A" w:rsidRDefault="005E1028" w:rsidP="00F04E0A">
      <w:pPr>
        <w:spacing w:after="0" w:line="240" w:lineRule="auto"/>
        <w:ind w:firstLine="360"/>
        <w:jc w:val="both"/>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F04E0A">
      <w:pPr>
        <w:spacing w:after="0" w:line="240" w:lineRule="auto"/>
        <w:ind w:firstLine="360"/>
        <w:jc w:val="both"/>
        <w:rPr>
          <w:rFonts w:ascii="Times New Roman" w:hAnsi="Times New Roman"/>
          <w:sz w:val="24"/>
          <w:szCs w:val="24"/>
          <w:lang w:eastAsia="ru-RU"/>
        </w:rPr>
      </w:pPr>
      <w:r w:rsidRPr="00F04E0A">
        <w:rPr>
          <w:rFonts w:ascii="Times New Roman" w:hAnsi="Times New Roman"/>
          <w:sz w:val="24"/>
          <w:szCs w:val="24"/>
          <w:lang w:eastAsia="ru-RU"/>
        </w:rPr>
        <w:t xml:space="preserve">  Решение исполняется по правилам, указанным в части второй статьи 206 Гражданского процессуального кодекса Российской Федерации. </w:t>
      </w:r>
    </w:p>
    <w:p w:rsidR="005E1028" w:rsidRPr="00F04E0A" w:rsidRDefault="005E1028" w:rsidP="00F04E0A">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xml:space="preserve">Решение арбитражного суда по делу об оспаривании нормативного правового акта, за исключением решения Высшего Арбитражного Суда Российской Федерации, может быть обжаловано в арбитражный суд кассационной инстанции в течение месяца со дня вступления в законную силу. Апелляционное обжалование в данном виде производства не предусмотрено. </w:t>
      </w:r>
    </w:p>
    <w:p w:rsidR="005E1028" w:rsidRPr="00F04E0A" w:rsidRDefault="005E1028" w:rsidP="00F04E0A">
      <w:pPr>
        <w:spacing w:after="0" w:line="240" w:lineRule="auto"/>
        <w:rPr>
          <w:rFonts w:ascii="Times New Roman" w:hAnsi="Times New Roman"/>
          <w:sz w:val="24"/>
          <w:szCs w:val="24"/>
          <w:lang w:eastAsia="ru-RU"/>
        </w:rPr>
      </w:pPr>
      <w:r w:rsidRPr="00F04E0A">
        <w:rPr>
          <w:rFonts w:ascii="Times New Roman" w:hAnsi="Times New Roman"/>
          <w:sz w:val="24"/>
          <w:szCs w:val="24"/>
          <w:lang w:eastAsia="ru-RU"/>
        </w:rPr>
        <w:t> </w:t>
      </w:r>
    </w:p>
    <w:p w:rsidR="005E1028" w:rsidRPr="00F04E0A" w:rsidRDefault="005E1028" w:rsidP="00066FA2">
      <w:pPr>
        <w:spacing w:after="0" w:line="240" w:lineRule="auto"/>
        <w:jc w:val="both"/>
        <w:rPr>
          <w:rFonts w:ascii="Times New Roman" w:hAnsi="Times New Roman"/>
          <w:sz w:val="24"/>
          <w:szCs w:val="24"/>
          <w:lang w:eastAsia="ru-RU"/>
        </w:rPr>
      </w:pPr>
      <w:r w:rsidRPr="00F04E0A">
        <w:rPr>
          <w:rFonts w:ascii="Times New Roman" w:hAnsi="Times New Roman"/>
          <w:sz w:val="24"/>
          <w:szCs w:val="24"/>
          <w:lang w:eastAsia="ru-RU"/>
        </w:rPr>
        <w:t xml:space="preserve">Вступившее в законную силу решение арбитражного суда по делу об оспаривании нормативного правового акта, изданного </w:t>
      </w:r>
      <w:r>
        <w:rPr>
          <w:rFonts w:ascii="Times New Roman" w:hAnsi="Times New Roman"/>
          <w:sz w:val="24"/>
          <w:szCs w:val="24"/>
          <w:lang w:eastAsia="ru-RU"/>
        </w:rPr>
        <w:t>органами местного самоуправления Зоновского сельсовета</w:t>
      </w:r>
      <w:r w:rsidRPr="00F04E0A">
        <w:rPr>
          <w:rFonts w:ascii="Times New Roman" w:hAnsi="Times New Roman"/>
          <w:sz w:val="24"/>
          <w:szCs w:val="24"/>
          <w:lang w:eastAsia="ru-RU"/>
        </w:rPr>
        <w:t xml:space="preserve"> направляется арбитражным судом в официальные издания государственных органов, органов местного самоуправления, иных органов, в которых был опубликован оспариваемый акт, и подлежит незамедлительному опубликованию указанными изданиями. Также размещается на официальном сайте администрации </w:t>
      </w:r>
      <w:r>
        <w:rPr>
          <w:rFonts w:ascii="Times New Roman" w:hAnsi="Times New Roman"/>
          <w:sz w:val="24"/>
          <w:szCs w:val="24"/>
          <w:lang w:eastAsia="ru-RU"/>
        </w:rPr>
        <w:t>Зоновского сельсовета.</w:t>
      </w:r>
      <w:r w:rsidRPr="00F04E0A">
        <w:rPr>
          <w:rFonts w:ascii="Times New Roman" w:hAnsi="Times New Roman"/>
          <w:sz w:val="24"/>
          <w:szCs w:val="24"/>
          <w:lang w:eastAsia="ru-RU"/>
        </w:rPr>
        <w:t> </w:t>
      </w:r>
    </w:p>
    <w:p w:rsidR="005E1028" w:rsidRPr="00673B19" w:rsidRDefault="005E1028" w:rsidP="00F04E0A">
      <w:pPr>
        <w:rPr>
          <w:rFonts w:ascii="Times New Roman" w:hAnsi="Times New Roman"/>
          <w:sz w:val="24"/>
          <w:szCs w:val="24"/>
        </w:rPr>
      </w:pPr>
      <w:bookmarkStart w:id="0" w:name="_GoBack"/>
      <w:bookmarkEnd w:id="0"/>
    </w:p>
    <w:sectPr w:rsidR="005E1028" w:rsidRPr="00673B19" w:rsidSect="00967A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4266DA"/>
    <w:multiLevelType w:val="hybridMultilevel"/>
    <w:tmpl w:val="191CAB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CD14D7D"/>
    <w:multiLevelType w:val="hybridMultilevel"/>
    <w:tmpl w:val="DB142E5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4E0A"/>
    <w:rsid w:val="00004348"/>
    <w:rsid w:val="000047A3"/>
    <w:rsid w:val="00005183"/>
    <w:rsid w:val="00011E49"/>
    <w:rsid w:val="00014AAD"/>
    <w:rsid w:val="000158E2"/>
    <w:rsid w:val="00015A79"/>
    <w:rsid w:val="0002176C"/>
    <w:rsid w:val="00023E1D"/>
    <w:rsid w:val="00025C07"/>
    <w:rsid w:val="0002693B"/>
    <w:rsid w:val="00026C78"/>
    <w:rsid w:val="00030034"/>
    <w:rsid w:val="000315CA"/>
    <w:rsid w:val="00034226"/>
    <w:rsid w:val="0003471D"/>
    <w:rsid w:val="00034C0C"/>
    <w:rsid w:val="00034DFD"/>
    <w:rsid w:val="0003552A"/>
    <w:rsid w:val="00035B88"/>
    <w:rsid w:val="00036E76"/>
    <w:rsid w:val="000375EA"/>
    <w:rsid w:val="000402E8"/>
    <w:rsid w:val="000415A0"/>
    <w:rsid w:val="000417F2"/>
    <w:rsid w:val="00041F99"/>
    <w:rsid w:val="000423F9"/>
    <w:rsid w:val="00044884"/>
    <w:rsid w:val="00050257"/>
    <w:rsid w:val="0005038E"/>
    <w:rsid w:val="00062C42"/>
    <w:rsid w:val="0006345C"/>
    <w:rsid w:val="00065804"/>
    <w:rsid w:val="00065AF7"/>
    <w:rsid w:val="00065E2D"/>
    <w:rsid w:val="00066B91"/>
    <w:rsid w:val="00066FA2"/>
    <w:rsid w:val="000674B6"/>
    <w:rsid w:val="00072067"/>
    <w:rsid w:val="000721E7"/>
    <w:rsid w:val="00073005"/>
    <w:rsid w:val="000802A1"/>
    <w:rsid w:val="00080ECC"/>
    <w:rsid w:val="00081BCE"/>
    <w:rsid w:val="00081FF0"/>
    <w:rsid w:val="0008272A"/>
    <w:rsid w:val="000845CA"/>
    <w:rsid w:val="00084D51"/>
    <w:rsid w:val="000859FA"/>
    <w:rsid w:val="00087D34"/>
    <w:rsid w:val="00093E5B"/>
    <w:rsid w:val="00093EB6"/>
    <w:rsid w:val="0009454C"/>
    <w:rsid w:val="00097BBC"/>
    <w:rsid w:val="00097CC7"/>
    <w:rsid w:val="000A3E39"/>
    <w:rsid w:val="000A6D2E"/>
    <w:rsid w:val="000A72DB"/>
    <w:rsid w:val="000A736F"/>
    <w:rsid w:val="000B2D66"/>
    <w:rsid w:val="000B6794"/>
    <w:rsid w:val="000C2BD2"/>
    <w:rsid w:val="000C57A6"/>
    <w:rsid w:val="000C5CB4"/>
    <w:rsid w:val="000C6A70"/>
    <w:rsid w:val="000C6E38"/>
    <w:rsid w:val="000C7FE9"/>
    <w:rsid w:val="000D0298"/>
    <w:rsid w:val="000D08C7"/>
    <w:rsid w:val="000D0A26"/>
    <w:rsid w:val="000D5CF1"/>
    <w:rsid w:val="000E0EE2"/>
    <w:rsid w:val="000E11F4"/>
    <w:rsid w:val="000E2ED2"/>
    <w:rsid w:val="000E5EDD"/>
    <w:rsid w:val="000E73FA"/>
    <w:rsid w:val="000E7674"/>
    <w:rsid w:val="000E7BEC"/>
    <w:rsid w:val="000F2FD0"/>
    <w:rsid w:val="000F362A"/>
    <w:rsid w:val="000F4D2C"/>
    <w:rsid w:val="000F689A"/>
    <w:rsid w:val="000F6DA5"/>
    <w:rsid w:val="0010252A"/>
    <w:rsid w:val="001149D9"/>
    <w:rsid w:val="00114AA6"/>
    <w:rsid w:val="00114BAD"/>
    <w:rsid w:val="0011514C"/>
    <w:rsid w:val="00115A1E"/>
    <w:rsid w:val="00117674"/>
    <w:rsid w:val="00121522"/>
    <w:rsid w:val="00122509"/>
    <w:rsid w:val="00124550"/>
    <w:rsid w:val="0012531B"/>
    <w:rsid w:val="00127A3F"/>
    <w:rsid w:val="00130827"/>
    <w:rsid w:val="00132174"/>
    <w:rsid w:val="00134812"/>
    <w:rsid w:val="00135968"/>
    <w:rsid w:val="00140351"/>
    <w:rsid w:val="00144C14"/>
    <w:rsid w:val="00145F19"/>
    <w:rsid w:val="00150448"/>
    <w:rsid w:val="00150D79"/>
    <w:rsid w:val="001512CC"/>
    <w:rsid w:val="001545D1"/>
    <w:rsid w:val="00157DCD"/>
    <w:rsid w:val="00162A55"/>
    <w:rsid w:val="00162F37"/>
    <w:rsid w:val="00163030"/>
    <w:rsid w:val="00163CF6"/>
    <w:rsid w:val="0016534F"/>
    <w:rsid w:val="0016705B"/>
    <w:rsid w:val="00167409"/>
    <w:rsid w:val="001704B2"/>
    <w:rsid w:val="00172129"/>
    <w:rsid w:val="00174B85"/>
    <w:rsid w:val="00174FE0"/>
    <w:rsid w:val="001758B1"/>
    <w:rsid w:val="00175FED"/>
    <w:rsid w:val="0018065F"/>
    <w:rsid w:val="00180DB5"/>
    <w:rsid w:val="00183A63"/>
    <w:rsid w:val="00184BDF"/>
    <w:rsid w:val="00186543"/>
    <w:rsid w:val="00187E52"/>
    <w:rsid w:val="001905DC"/>
    <w:rsid w:val="001915DE"/>
    <w:rsid w:val="0019245D"/>
    <w:rsid w:val="001924DF"/>
    <w:rsid w:val="00197EA9"/>
    <w:rsid w:val="001A06C1"/>
    <w:rsid w:val="001A0EF8"/>
    <w:rsid w:val="001A13E7"/>
    <w:rsid w:val="001A17C5"/>
    <w:rsid w:val="001A400D"/>
    <w:rsid w:val="001A78F7"/>
    <w:rsid w:val="001B30A6"/>
    <w:rsid w:val="001B35DB"/>
    <w:rsid w:val="001B52E0"/>
    <w:rsid w:val="001B7D66"/>
    <w:rsid w:val="001C3023"/>
    <w:rsid w:val="001C4231"/>
    <w:rsid w:val="001C4CB8"/>
    <w:rsid w:val="001C569C"/>
    <w:rsid w:val="001C6E11"/>
    <w:rsid w:val="001D080F"/>
    <w:rsid w:val="001D742D"/>
    <w:rsid w:val="001D7A27"/>
    <w:rsid w:val="001D7A5D"/>
    <w:rsid w:val="001E13B9"/>
    <w:rsid w:val="001E142D"/>
    <w:rsid w:val="001E2AEC"/>
    <w:rsid w:val="001E459E"/>
    <w:rsid w:val="001E4F11"/>
    <w:rsid w:val="001E7DDB"/>
    <w:rsid w:val="001F01DF"/>
    <w:rsid w:val="001F0E17"/>
    <w:rsid w:val="001F268B"/>
    <w:rsid w:val="001F414E"/>
    <w:rsid w:val="001F41DE"/>
    <w:rsid w:val="001F5DFF"/>
    <w:rsid w:val="001F6EA8"/>
    <w:rsid w:val="001F704F"/>
    <w:rsid w:val="002007C1"/>
    <w:rsid w:val="002012E4"/>
    <w:rsid w:val="002057CF"/>
    <w:rsid w:val="002137C7"/>
    <w:rsid w:val="002143C7"/>
    <w:rsid w:val="00216D46"/>
    <w:rsid w:val="00217FF9"/>
    <w:rsid w:val="00220230"/>
    <w:rsid w:val="002256D7"/>
    <w:rsid w:val="002257B1"/>
    <w:rsid w:val="00230892"/>
    <w:rsid w:val="00230BE7"/>
    <w:rsid w:val="00230EBA"/>
    <w:rsid w:val="0023167A"/>
    <w:rsid w:val="00236D18"/>
    <w:rsid w:val="00237651"/>
    <w:rsid w:val="00242A39"/>
    <w:rsid w:val="00246C5E"/>
    <w:rsid w:val="00247B90"/>
    <w:rsid w:val="00252599"/>
    <w:rsid w:val="00252FA1"/>
    <w:rsid w:val="0025326C"/>
    <w:rsid w:val="00253D25"/>
    <w:rsid w:val="002553C9"/>
    <w:rsid w:val="0025712C"/>
    <w:rsid w:val="0026072C"/>
    <w:rsid w:val="0026193E"/>
    <w:rsid w:val="00262BD4"/>
    <w:rsid w:val="002636B1"/>
    <w:rsid w:val="00266BB4"/>
    <w:rsid w:val="00270501"/>
    <w:rsid w:val="00271AFC"/>
    <w:rsid w:val="00271C55"/>
    <w:rsid w:val="0027598B"/>
    <w:rsid w:val="00276860"/>
    <w:rsid w:val="0028102D"/>
    <w:rsid w:val="00284318"/>
    <w:rsid w:val="0028669C"/>
    <w:rsid w:val="002903AC"/>
    <w:rsid w:val="00294E2D"/>
    <w:rsid w:val="00296530"/>
    <w:rsid w:val="002A0E4F"/>
    <w:rsid w:val="002A186D"/>
    <w:rsid w:val="002A258F"/>
    <w:rsid w:val="002A283F"/>
    <w:rsid w:val="002A385C"/>
    <w:rsid w:val="002A3B7E"/>
    <w:rsid w:val="002A52B8"/>
    <w:rsid w:val="002A5743"/>
    <w:rsid w:val="002A7F87"/>
    <w:rsid w:val="002B0539"/>
    <w:rsid w:val="002B0C1D"/>
    <w:rsid w:val="002B1EC5"/>
    <w:rsid w:val="002B416B"/>
    <w:rsid w:val="002B6802"/>
    <w:rsid w:val="002B7179"/>
    <w:rsid w:val="002C2F18"/>
    <w:rsid w:val="002C34DF"/>
    <w:rsid w:val="002C56D4"/>
    <w:rsid w:val="002C5C40"/>
    <w:rsid w:val="002D196B"/>
    <w:rsid w:val="002D1B8E"/>
    <w:rsid w:val="002D228E"/>
    <w:rsid w:val="002D4F41"/>
    <w:rsid w:val="002E3598"/>
    <w:rsid w:val="002E38EB"/>
    <w:rsid w:val="002E410A"/>
    <w:rsid w:val="002E6410"/>
    <w:rsid w:val="002F2DA1"/>
    <w:rsid w:val="002F39B8"/>
    <w:rsid w:val="002F582C"/>
    <w:rsid w:val="002F5B40"/>
    <w:rsid w:val="00303FEF"/>
    <w:rsid w:val="003105EA"/>
    <w:rsid w:val="0031091B"/>
    <w:rsid w:val="003122CA"/>
    <w:rsid w:val="00321F70"/>
    <w:rsid w:val="0032648D"/>
    <w:rsid w:val="00327E49"/>
    <w:rsid w:val="0033119E"/>
    <w:rsid w:val="00333A67"/>
    <w:rsid w:val="003356F7"/>
    <w:rsid w:val="0033649C"/>
    <w:rsid w:val="00340AC6"/>
    <w:rsid w:val="00342E23"/>
    <w:rsid w:val="00343734"/>
    <w:rsid w:val="00344844"/>
    <w:rsid w:val="00345BB2"/>
    <w:rsid w:val="00345F52"/>
    <w:rsid w:val="00346825"/>
    <w:rsid w:val="00346D05"/>
    <w:rsid w:val="0034760E"/>
    <w:rsid w:val="00350123"/>
    <w:rsid w:val="003510E4"/>
    <w:rsid w:val="003536D3"/>
    <w:rsid w:val="00354753"/>
    <w:rsid w:val="00356490"/>
    <w:rsid w:val="00361703"/>
    <w:rsid w:val="0036413C"/>
    <w:rsid w:val="00364B19"/>
    <w:rsid w:val="003659B7"/>
    <w:rsid w:val="003669E8"/>
    <w:rsid w:val="00370E34"/>
    <w:rsid w:val="0037274F"/>
    <w:rsid w:val="00382DCC"/>
    <w:rsid w:val="00383017"/>
    <w:rsid w:val="0038335C"/>
    <w:rsid w:val="0038496A"/>
    <w:rsid w:val="00385F7A"/>
    <w:rsid w:val="003860D5"/>
    <w:rsid w:val="00387E44"/>
    <w:rsid w:val="00391387"/>
    <w:rsid w:val="00392498"/>
    <w:rsid w:val="00395602"/>
    <w:rsid w:val="003A40E0"/>
    <w:rsid w:val="003A5541"/>
    <w:rsid w:val="003A70D4"/>
    <w:rsid w:val="003B1487"/>
    <w:rsid w:val="003B3087"/>
    <w:rsid w:val="003B33FD"/>
    <w:rsid w:val="003B3FC2"/>
    <w:rsid w:val="003B7AB1"/>
    <w:rsid w:val="003C1352"/>
    <w:rsid w:val="003C3289"/>
    <w:rsid w:val="003C737A"/>
    <w:rsid w:val="003D1B8F"/>
    <w:rsid w:val="003D2B50"/>
    <w:rsid w:val="003D7919"/>
    <w:rsid w:val="003E12C4"/>
    <w:rsid w:val="003E2124"/>
    <w:rsid w:val="003E48FD"/>
    <w:rsid w:val="003E4BA9"/>
    <w:rsid w:val="003E7095"/>
    <w:rsid w:val="003E7262"/>
    <w:rsid w:val="003F0715"/>
    <w:rsid w:val="003F3091"/>
    <w:rsid w:val="003F4000"/>
    <w:rsid w:val="003F40A8"/>
    <w:rsid w:val="003F6B88"/>
    <w:rsid w:val="003F6FE6"/>
    <w:rsid w:val="003F70A3"/>
    <w:rsid w:val="004000C1"/>
    <w:rsid w:val="004011C7"/>
    <w:rsid w:val="0040569B"/>
    <w:rsid w:val="00406CF2"/>
    <w:rsid w:val="00411096"/>
    <w:rsid w:val="00411BE9"/>
    <w:rsid w:val="004148C4"/>
    <w:rsid w:val="00416CE1"/>
    <w:rsid w:val="00416FAB"/>
    <w:rsid w:val="0041771A"/>
    <w:rsid w:val="00421787"/>
    <w:rsid w:val="0042192F"/>
    <w:rsid w:val="004231E1"/>
    <w:rsid w:val="00423EF9"/>
    <w:rsid w:val="00430E9A"/>
    <w:rsid w:val="00432E69"/>
    <w:rsid w:val="004409EB"/>
    <w:rsid w:val="00441077"/>
    <w:rsid w:val="004415EB"/>
    <w:rsid w:val="00441A8A"/>
    <w:rsid w:val="00445F21"/>
    <w:rsid w:val="00446373"/>
    <w:rsid w:val="004464C3"/>
    <w:rsid w:val="00446F9E"/>
    <w:rsid w:val="00450C41"/>
    <w:rsid w:val="00452D27"/>
    <w:rsid w:val="004540F0"/>
    <w:rsid w:val="00454C65"/>
    <w:rsid w:val="004637A7"/>
    <w:rsid w:val="004653FE"/>
    <w:rsid w:val="0046582C"/>
    <w:rsid w:val="00465F0D"/>
    <w:rsid w:val="0047173F"/>
    <w:rsid w:val="00473097"/>
    <w:rsid w:val="004738F9"/>
    <w:rsid w:val="00473C0E"/>
    <w:rsid w:val="00473EF1"/>
    <w:rsid w:val="00475985"/>
    <w:rsid w:val="00477707"/>
    <w:rsid w:val="004779A8"/>
    <w:rsid w:val="00486080"/>
    <w:rsid w:val="004A4CDC"/>
    <w:rsid w:val="004A4EAA"/>
    <w:rsid w:val="004A53BD"/>
    <w:rsid w:val="004B0B30"/>
    <w:rsid w:val="004B1F1B"/>
    <w:rsid w:val="004B27B3"/>
    <w:rsid w:val="004B2BAD"/>
    <w:rsid w:val="004B2FF6"/>
    <w:rsid w:val="004B6E18"/>
    <w:rsid w:val="004B7903"/>
    <w:rsid w:val="004C2192"/>
    <w:rsid w:val="004C5078"/>
    <w:rsid w:val="004C51D9"/>
    <w:rsid w:val="004C7668"/>
    <w:rsid w:val="004D1FB6"/>
    <w:rsid w:val="004D2478"/>
    <w:rsid w:val="004D2E35"/>
    <w:rsid w:val="004D63F8"/>
    <w:rsid w:val="004D64E5"/>
    <w:rsid w:val="004D67EA"/>
    <w:rsid w:val="004D69E0"/>
    <w:rsid w:val="004E07A0"/>
    <w:rsid w:val="004E205E"/>
    <w:rsid w:val="004E3CCF"/>
    <w:rsid w:val="004E5156"/>
    <w:rsid w:val="004E6A43"/>
    <w:rsid w:val="004F028E"/>
    <w:rsid w:val="004F0F59"/>
    <w:rsid w:val="004F24CE"/>
    <w:rsid w:val="004F3865"/>
    <w:rsid w:val="004F521E"/>
    <w:rsid w:val="004F54AE"/>
    <w:rsid w:val="0050003E"/>
    <w:rsid w:val="0050095C"/>
    <w:rsid w:val="00500BB9"/>
    <w:rsid w:val="00500F20"/>
    <w:rsid w:val="0050130F"/>
    <w:rsid w:val="00501A1A"/>
    <w:rsid w:val="00502B1B"/>
    <w:rsid w:val="005044C8"/>
    <w:rsid w:val="00505B50"/>
    <w:rsid w:val="00507F7A"/>
    <w:rsid w:val="00510A2E"/>
    <w:rsid w:val="00514E5E"/>
    <w:rsid w:val="005162F8"/>
    <w:rsid w:val="00516B1D"/>
    <w:rsid w:val="00517F97"/>
    <w:rsid w:val="005210DA"/>
    <w:rsid w:val="00523031"/>
    <w:rsid w:val="00523804"/>
    <w:rsid w:val="00524E26"/>
    <w:rsid w:val="005259B7"/>
    <w:rsid w:val="005259F8"/>
    <w:rsid w:val="00526655"/>
    <w:rsid w:val="00532321"/>
    <w:rsid w:val="00533A22"/>
    <w:rsid w:val="00534732"/>
    <w:rsid w:val="00534D3A"/>
    <w:rsid w:val="00536103"/>
    <w:rsid w:val="00536ACF"/>
    <w:rsid w:val="00542A26"/>
    <w:rsid w:val="00543BC7"/>
    <w:rsid w:val="00544ACA"/>
    <w:rsid w:val="00544EFF"/>
    <w:rsid w:val="00546900"/>
    <w:rsid w:val="0054738A"/>
    <w:rsid w:val="00550005"/>
    <w:rsid w:val="00551269"/>
    <w:rsid w:val="00551DF7"/>
    <w:rsid w:val="00553195"/>
    <w:rsid w:val="00553D68"/>
    <w:rsid w:val="005564C5"/>
    <w:rsid w:val="0055714B"/>
    <w:rsid w:val="0055794E"/>
    <w:rsid w:val="005634BA"/>
    <w:rsid w:val="00563709"/>
    <w:rsid w:val="00565C87"/>
    <w:rsid w:val="005671A5"/>
    <w:rsid w:val="00567531"/>
    <w:rsid w:val="00572210"/>
    <w:rsid w:val="00573322"/>
    <w:rsid w:val="0057338B"/>
    <w:rsid w:val="00573411"/>
    <w:rsid w:val="005734B8"/>
    <w:rsid w:val="00574AC8"/>
    <w:rsid w:val="00583FD4"/>
    <w:rsid w:val="00584660"/>
    <w:rsid w:val="0059106D"/>
    <w:rsid w:val="00593F1D"/>
    <w:rsid w:val="00596737"/>
    <w:rsid w:val="00596F44"/>
    <w:rsid w:val="00597C07"/>
    <w:rsid w:val="005A0105"/>
    <w:rsid w:val="005A3342"/>
    <w:rsid w:val="005B0A21"/>
    <w:rsid w:val="005B198D"/>
    <w:rsid w:val="005B2D60"/>
    <w:rsid w:val="005B68D0"/>
    <w:rsid w:val="005C0923"/>
    <w:rsid w:val="005C14ED"/>
    <w:rsid w:val="005C2A86"/>
    <w:rsid w:val="005C6243"/>
    <w:rsid w:val="005C7D06"/>
    <w:rsid w:val="005D0E12"/>
    <w:rsid w:val="005D3D97"/>
    <w:rsid w:val="005D429B"/>
    <w:rsid w:val="005E06F9"/>
    <w:rsid w:val="005E1028"/>
    <w:rsid w:val="005E15D6"/>
    <w:rsid w:val="005E1B25"/>
    <w:rsid w:val="005E37F3"/>
    <w:rsid w:val="005E3BC7"/>
    <w:rsid w:val="005E3D5A"/>
    <w:rsid w:val="005E43F8"/>
    <w:rsid w:val="005E70BC"/>
    <w:rsid w:val="005E70ED"/>
    <w:rsid w:val="005F0877"/>
    <w:rsid w:val="005F276B"/>
    <w:rsid w:val="005F2A22"/>
    <w:rsid w:val="00602338"/>
    <w:rsid w:val="00604272"/>
    <w:rsid w:val="00604C95"/>
    <w:rsid w:val="006051B8"/>
    <w:rsid w:val="00605953"/>
    <w:rsid w:val="00606F6E"/>
    <w:rsid w:val="0061177D"/>
    <w:rsid w:val="00612635"/>
    <w:rsid w:val="00613A82"/>
    <w:rsid w:val="00617D46"/>
    <w:rsid w:val="00620FB9"/>
    <w:rsid w:val="00625602"/>
    <w:rsid w:val="0062646E"/>
    <w:rsid w:val="0062668A"/>
    <w:rsid w:val="00626EDC"/>
    <w:rsid w:val="00632B04"/>
    <w:rsid w:val="00634665"/>
    <w:rsid w:val="00634CF3"/>
    <w:rsid w:val="00635680"/>
    <w:rsid w:val="0063722D"/>
    <w:rsid w:val="0064268F"/>
    <w:rsid w:val="00643D2D"/>
    <w:rsid w:val="00644188"/>
    <w:rsid w:val="0064592D"/>
    <w:rsid w:val="00645F5F"/>
    <w:rsid w:val="006521B7"/>
    <w:rsid w:val="00655F82"/>
    <w:rsid w:val="00657BED"/>
    <w:rsid w:val="00660533"/>
    <w:rsid w:val="006632A9"/>
    <w:rsid w:val="0066356F"/>
    <w:rsid w:val="006656C4"/>
    <w:rsid w:val="0066666E"/>
    <w:rsid w:val="006706CA"/>
    <w:rsid w:val="00671566"/>
    <w:rsid w:val="00671FC9"/>
    <w:rsid w:val="00673B19"/>
    <w:rsid w:val="00673FC5"/>
    <w:rsid w:val="0067462E"/>
    <w:rsid w:val="00677B47"/>
    <w:rsid w:val="00680123"/>
    <w:rsid w:val="00681603"/>
    <w:rsid w:val="0068194E"/>
    <w:rsid w:val="006825B4"/>
    <w:rsid w:val="00685126"/>
    <w:rsid w:val="00685F7C"/>
    <w:rsid w:val="0069011A"/>
    <w:rsid w:val="00691454"/>
    <w:rsid w:val="006925B9"/>
    <w:rsid w:val="006A111D"/>
    <w:rsid w:val="006A1850"/>
    <w:rsid w:val="006A3795"/>
    <w:rsid w:val="006A3DF6"/>
    <w:rsid w:val="006A43A4"/>
    <w:rsid w:val="006B5765"/>
    <w:rsid w:val="006B640F"/>
    <w:rsid w:val="006C1D4B"/>
    <w:rsid w:val="006C2B6B"/>
    <w:rsid w:val="006C31BF"/>
    <w:rsid w:val="006C3D47"/>
    <w:rsid w:val="006C41CC"/>
    <w:rsid w:val="006C57CC"/>
    <w:rsid w:val="006D1B5F"/>
    <w:rsid w:val="006D1CE9"/>
    <w:rsid w:val="006D2CB3"/>
    <w:rsid w:val="006D3369"/>
    <w:rsid w:val="006D4FB8"/>
    <w:rsid w:val="006D5FCD"/>
    <w:rsid w:val="006D742F"/>
    <w:rsid w:val="006D78A9"/>
    <w:rsid w:val="006D7F16"/>
    <w:rsid w:val="006E0384"/>
    <w:rsid w:val="006E09AD"/>
    <w:rsid w:val="006E1A48"/>
    <w:rsid w:val="006E5F9A"/>
    <w:rsid w:val="006F41C7"/>
    <w:rsid w:val="006F599D"/>
    <w:rsid w:val="006F70BA"/>
    <w:rsid w:val="0070119F"/>
    <w:rsid w:val="00701CE2"/>
    <w:rsid w:val="00702B55"/>
    <w:rsid w:val="0070439C"/>
    <w:rsid w:val="00706ABF"/>
    <w:rsid w:val="00707887"/>
    <w:rsid w:val="00710355"/>
    <w:rsid w:val="00713677"/>
    <w:rsid w:val="00715063"/>
    <w:rsid w:val="00716925"/>
    <w:rsid w:val="007303FF"/>
    <w:rsid w:val="00731ED8"/>
    <w:rsid w:val="00734007"/>
    <w:rsid w:val="007347C0"/>
    <w:rsid w:val="00734B55"/>
    <w:rsid w:val="00734F93"/>
    <w:rsid w:val="00735F4B"/>
    <w:rsid w:val="00741E4C"/>
    <w:rsid w:val="00743550"/>
    <w:rsid w:val="00753135"/>
    <w:rsid w:val="00753A90"/>
    <w:rsid w:val="00753AE5"/>
    <w:rsid w:val="00756239"/>
    <w:rsid w:val="00763D02"/>
    <w:rsid w:val="00765197"/>
    <w:rsid w:val="00765412"/>
    <w:rsid w:val="00765947"/>
    <w:rsid w:val="00766E10"/>
    <w:rsid w:val="007701A2"/>
    <w:rsid w:val="0077463B"/>
    <w:rsid w:val="007761B1"/>
    <w:rsid w:val="00782C22"/>
    <w:rsid w:val="00783EF2"/>
    <w:rsid w:val="00784C27"/>
    <w:rsid w:val="00785459"/>
    <w:rsid w:val="00787330"/>
    <w:rsid w:val="0079264C"/>
    <w:rsid w:val="00792D5C"/>
    <w:rsid w:val="00793E67"/>
    <w:rsid w:val="007A0E57"/>
    <w:rsid w:val="007A50D2"/>
    <w:rsid w:val="007B0803"/>
    <w:rsid w:val="007B0FF9"/>
    <w:rsid w:val="007B13C3"/>
    <w:rsid w:val="007B27BB"/>
    <w:rsid w:val="007B28FD"/>
    <w:rsid w:val="007B6F4A"/>
    <w:rsid w:val="007B7B9C"/>
    <w:rsid w:val="007C064A"/>
    <w:rsid w:val="007C13DB"/>
    <w:rsid w:val="007C2F06"/>
    <w:rsid w:val="007C2F87"/>
    <w:rsid w:val="007C4815"/>
    <w:rsid w:val="007C5AB6"/>
    <w:rsid w:val="007D0B12"/>
    <w:rsid w:val="007D1B34"/>
    <w:rsid w:val="007D1D91"/>
    <w:rsid w:val="007D24EA"/>
    <w:rsid w:val="007D42E6"/>
    <w:rsid w:val="007D4D3A"/>
    <w:rsid w:val="007D5A10"/>
    <w:rsid w:val="007D7328"/>
    <w:rsid w:val="007E04C4"/>
    <w:rsid w:val="007E394A"/>
    <w:rsid w:val="007E60FA"/>
    <w:rsid w:val="007E63AC"/>
    <w:rsid w:val="007E748D"/>
    <w:rsid w:val="007F4A02"/>
    <w:rsid w:val="007F6CDF"/>
    <w:rsid w:val="008002AB"/>
    <w:rsid w:val="00803CF1"/>
    <w:rsid w:val="008104A1"/>
    <w:rsid w:val="00812929"/>
    <w:rsid w:val="00812E90"/>
    <w:rsid w:val="00816220"/>
    <w:rsid w:val="008208E5"/>
    <w:rsid w:val="00821189"/>
    <w:rsid w:val="00822922"/>
    <w:rsid w:val="00823233"/>
    <w:rsid w:val="0082328A"/>
    <w:rsid w:val="00824352"/>
    <w:rsid w:val="00827466"/>
    <w:rsid w:val="008274BD"/>
    <w:rsid w:val="00827D6B"/>
    <w:rsid w:val="00830C09"/>
    <w:rsid w:val="00831454"/>
    <w:rsid w:val="00833A1A"/>
    <w:rsid w:val="00834E97"/>
    <w:rsid w:val="00836100"/>
    <w:rsid w:val="0083641A"/>
    <w:rsid w:val="00841912"/>
    <w:rsid w:val="00841D39"/>
    <w:rsid w:val="00845B0C"/>
    <w:rsid w:val="00846A69"/>
    <w:rsid w:val="00850F19"/>
    <w:rsid w:val="00851756"/>
    <w:rsid w:val="00854A13"/>
    <w:rsid w:val="00854AEE"/>
    <w:rsid w:val="00860208"/>
    <w:rsid w:val="008603B7"/>
    <w:rsid w:val="0086135C"/>
    <w:rsid w:val="0087101D"/>
    <w:rsid w:val="008711D2"/>
    <w:rsid w:val="008711E7"/>
    <w:rsid w:val="008745A4"/>
    <w:rsid w:val="00874FF3"/>
    <w:rsid w:val="00881B15"/>
    <w:rsid w:val="008843D1"/>
    <w:rsid w:val="008850D6"/>
    <w:rsid w:val="00885186"/>
    <w:rsid w:val="00885B3C"/>
    <w:rsid w:val="008917B5"/>
    <w:rsid w:val="00893F97"/>
    <w:rsid w:val="00894037"/>
    <w:rsid w:val="00897BD3"/>
    <w:rsid w:val="008A2F00"/>
    <w:rsid w:val="008A3694"/>
    <w:rsid w:val="008A4C35"/>
    <w:rsid w:val="008A54C1"/>
    <w:rsid w:val="008A6CFC"/>
    <w:rsid w:val="008B21A2"/>
    <w:rsid w:val="008B234F"/>
    <w:rsid w:val="008B67E0"/>
    <w:rsid w:val="008B7EC6"/>
    <w:rsid w:val="008C4437"/>
    <w:rsid w:val="008C522D"/>
    <w:rsid w:val="008D0CA5"/>
    <w:rsid w:val="008D12C4"/>
    <w:rsid w:val="008D2468"/>
    <w:rsid w:val="008D5289"/>
    <w:rsid w:val="008D722D"/>
    <w:rsid w:val="008D7C2B"/>
    <w:rsid w:val="008E20EF"/>
    <w:rsid w:val="008E6A10"/>
    <w:rsid w:val="008E6EDD"/>
    <w:rsid w:val="008F21EB"/>
    <w:rsid w:val="008F5751"/>
    <w:rsid w:val="008F68BA"/>
    <w:rsid w:val="008F6F61"/>
    <w:rsid w:val="009031F9"/>
    <w:rsid w:val="00904109"/>
    <w:rsid w:val="00907D2B"/>
    <w:rsid w:val="00913CEC"/>
    <w:rsid w:val="00916644"/>
    <w:rsid w:val="00926501"/>
    <w:rsid w:val="00926E95"/>
    <w:rsid w:val="009321B8"/>
    <w:rsid w:val="00932927"/>
    <w:rsid w:val="00932B8B"/>
    <w:rsid w:val="00934CE3"/>
    <w:rsid w:val="00946B3E"/>
    <w:rsid w:val="00951F6E"/>
    <w:rsid w:val="0095395D"/>
    <w:rsid w:val="009542D8"/>
    <w:rsid w:val="00956571"/>
    <w:rsid w:val="00957BE4"/>
    <w:rsid w:val="00962B2E"/>
    <w:rsid w:val="00964CBA"/>
    <w:rsid w:val="00967A1C"/>
    <w:rsid w:val="00967F86"/>
    <w:rsid w:val="00970B9E"/>
    <w:rsid w:val="009725EE"/>
    <w:rsid w:val="0097289B"/>
    <w:rsid w:val="009739DD"/>
    <w:rsid w:val="00973AB4"/>
    <w:rsid w:val="0097473A"/>
    <w:rsid w:val="009753A1"/>
    <w:rsid w:val="00975757"/>
    <w:rsid w:val="00980AE4"/>
    <w:rsid w:val="00984195"/>
    <w:rsid w:val="00984669"/>
    <w:rsid w:val="00984A0D"/>
    <w:rsid w:val="00985620"/>
    <w:rsid w:val="00986389"/>
    <w:rsid w:val="0098792E"/>
    <w:rsid w:val="00987A13"/>
    <w:rsid w:val="00991F33"/>
    <w:rsid w:val="0099228E"/>
    <w:rsid w:val="00992724"/>
    <w:rsid w:val="009940B3"/>
    <w:rsid w:val="009943C9"/>
    <w:rsid w:val="00994786"/>
    <w:rsid w:val="00994F85"/>
    <w:rsid w:val="00995E63"/>
    <w:rsid w:val="00996714"/>
    <w:rsid w:val="00997D3A"/>
    <w:rsid w:val="00997FFA"/>
    <w:rsid w:val="009A6618"/>
    <w:rsid w:val="009B0CA6"/>
    <w:rsid w:val="009B1B4E"/>
    <w:rsid w:val="009B24B6"/>
    <w:rsid w:val="009B2C97"/>
    <w:rsid w:val="009B57BE"/>
    <w:rsid w:val="009B7A61"/>
    <w:rsid w:val="009C4339"/>
    <w:rsid w:val="009C5C94"/>
    <w:rsid w:val="009C76A1"/>
    <w:rsid w:val="009D1432"/>
    <w:rsid w:val="009D3134"/>
    <w:rsid w:val="009D3A54"/>
    <w:rsid w:val="009D4373"/>
    <w:rsid w:val="009D4543"/>
    <w:rsid w:val="009D5EF7"/>
    <w:rsid w:val="009D6212"/>
    <w:rsid w:val="009D67B8"/>
    <w:rsid w:val="009E02BB"/>
    <w:rsid w:val="009E1632"/>
    <w:rsid w:val="009E3024"/>
    <w:rsid w:val="009E4867"/>
    <w:rsid w:val="009F0863"/>
    <w:rsid w:val="009F11E0"/>
    <w:rsid w:val="009F2A67"/>
    <w:rsid w:val="009F2DD0"/>
    <w:rsid w:val="009F4999"/>
    <w:rsid w:val="009F5C19"/>
    <w:rsid w:val="009F619D"/>
    <w:rsid w:val="00A01AC9"/>
    <w:rsid w:val="00A01FB5"/>
    <w:rsid w:val="00A0500A"/>
    <w:rsid w:val="00A053C0"/>
    <w:rsid w:val="00A05F2A"/>
    <w:rsid w:val="00A0607D"/>
    <w:rsid w:val="00A11D11"/>
    <w:rsid w:val="00A12203"/>
    <w:rsid w:val="00A13AE7"/>
    <w:rsid w:val="00A13E66"/>
    <w:rsid w:val="00A17630"/>
    <w:rsid w:val="00A17EE8"/>
    <w:rsid w:val="00A21A52"/>
    <w:rsid w:val="00A27022"/>
    <w:rsid w:val="00A3083E"/>
    <w:rsid w:val="00A32DD3"/>
    <w:rsid w:val="00A34582"/>
    <w:rsid w:val="00A431EE"/>
    <w:rsid w:val="00A45125"/>
    <w:rsid w:val="00A45CFA"/>
    <w:rsid w:val="00A5273D"/>
    <w:rsid w:val="00A5306E"/>
    <w:rsid w:val="00A54071"/>
    <w:rsid w:val="00A560DF"/>
    <w:rsid w:val="00A57772"/>
    <w:rsid w:val="00A62C1B"/>
    <w:rsid w:val="00A62E8D"/>
    <w:rsid w:val="00A63925"/>
    <w:rsid w:val="00A714CF"/>
    <w:rsid w:val="00A7173B"/>
    <w:rsid w:val="00A71A40"/>
    <w:rsid w:val="00A766D7"/>
    <w:rsid w:val="00A77A56"/>
    <w:rsid w:val="00A82206"/>
    <w:rsid w:val="00A82220"/>
    <w:rsid w:val="00A82702"/>
    <w:rsid w:val="00A90D15"/>
    <w:rsid w:val="00A914F1"/>
    <w:rsid w:val="00A93499"/>
    <w:rsid w:val="00A94A04"/>
    <w:rsid w:val="00A95BD6"/>
    <w:rsid w:val="00A9620A"/>
    <w:rsid w:val="00A969EA"/>
    <w:rsid w:val="00A97502"/>
    <w:rsid w:val="00A976C0"/>
    <w:rsid w:val="00AA04CF"/>
    <w:rsid w:val="00AB1580"/>
    <w:rsid w:val="00AB244F"/>
    <w:rsid w:val="00AB27BD"/>
    <w:rsid w:val="00AB58FE"/>
    <w:rsid w:val="00AB5F1F"/>
    <w:rsid w:val="00AC7FB2"/>
    <w:rsid w:val="00AD094D"/>
    <w:rsid w:val="00AD309C"/>
    <w:rsid w:val="00AD42ED"/>
    <w:rsid w:val="00AD43D4"/>
    <w:rsid w:val="00AD7E5A"/>
    <w:rsid w:val="00AE30A0"/>
    <w:rsid w:val="00AE3A71"/>
    <w:rsid w:val="00AE53A5"/>
    <w:rsid w:val="00AE544B"/>
    <w:rsid w:val="00AF0EC5"/>
    <w:rsid w:val="00AF1449"/>
    <w:rsid w:val="00AF4DC0"/>
    <w:rsid w:val="00AF4F97"/>
    <w:rsid w:val="00AF64B4"/>
    <w:rsid w:val="00B02DC7"/>
    <w:rsid w:val="00B05E7B"/>
    <w:rsid w:val="00B06F7F"/>
    <w:rsid w:val="00B103F8"/>
    <w:rsid w:val="00B10FD2"/>
    <w:rsid w:val="00B11375"/>
    <w:rsid w:val="00B11AC6"/>
    <w:rsid w:val="00B129D6"/>
    <w:rsid w:val="00B13C09"/>
    <w:rsid w:val="00B26F3A"/>
    <w:rsid w:val="00B27A25"/>
    <w:rsid w:val="00B27EE8"/>
    <w:rsid w:val="00B339BE"/>
    <w:rsid w:val="00B3417C"/>
    <w:rsid w:val="00B35AB3"/>
    <w:rsid w:val="00B37117"/>
    <w:rsid w:val="00B4040C"/>
    <w:rsid w:val="00B40415"/>
    <w:rsid w:val="00B41040"/>
    <w:rsid w:val="00B4238A"/>
    <w:rsid w:val="00B4300F"/>
    <w:rsid w:val="00B437D3"/>
    <w:rsid w:val="00B4697C"/>
    <w:rsid w:val="00B509B1"/>
    <w:rsid w:val="00B51388"/>
    <w:rsid w:val="00B53255"/>
    <w:rsid w:val="00B55406"/>
    <w:rsid w:val="00B60AAF"/>
    <w:rsid w:val="00B62055"/>
    <w:rsid w:val="00B62CF4"/>
    <w:rsid w:val="00B62E2E"/>
    <w:rsid w:val="00B645B6"/>
    <w:rsid w:val="00B65867"/>
    <w:rsid w:val="00B730B2"/>
    <w:rsid w:val="00B736CA"/>
    <w:rsid w:val="00B77280"/>
    <w:rsid w:val="00B8161B"/>
    <w:rsid w:val="00B81686"/>
    <w:rsid w:val="00B82510"/>
    <w:rsid w:val="00B8302B"/>
    <w:rsid w:val="00B8321E"/>
    <w:rsid w:val="00B836DE"/>
    <w:rsid w:val="00B84222"/>
    <w:rsid w:val="00B87BD4"/>
    <w:rsid w:val="00B91FE9"/>
    <w:rsid w:val="00B92798"/>
    <w:rsid w:val="00B94750"/>
    <w:rsid w:val="00B96BB1"/>
    <w:rsid w:val="00B97392"/>
    <w:rsid w:val="00B97C12"/>
    <w:rsid w:val="00BA3201"/>
    <w:rsid w:val="00BA51CB"/>
    <w:rsid w:val="00BA51DA"/>
    <w:rsid w:val="00BA70D3"/>
    <w:rsid w:val="00BA7441"/>
    <w:rsid w:val="00BB079A"/>
    <w:rsid w:val="00BB168F"/>
    <w:rsid w:val="00BB545D"/>
    <w:rsid w:val="00BC46A8"/>
    <w:rsid w:val="00BC4FA3"/>
    <w:rsid w:val="00BC568B"/>
    <w:rsid w:val="00BC6D09"/>
    <w:rsid w:val="00BC7599"/>
    <w:rsid w:val="00BC7DA5"/>
    <w:rsid w:val="00BD0072"/>
    <w:rsid w:val="00BD1376"/>
    <w:rsid w:val="00BD2EEC"/>
    <w:rsid w:val="00BD44F8"/>
    <w:rsid w:val="00BD6954"/>
    <w:rsid w:val="00BE06CA"/>
    <w:rsid w:val="00BE0AAA"/>
    <w:rsid w:val="00BE2575"/>
    <w:rsid w:val="00BE25F7"/>
    <w:rsid w:val="00BE2F3C"/>
    <w:rsid w:val="00BE4475"/>
    <w:rsid w:val="00BE49FB"/>
    <w:rsid w:val="00BF0C74"/>
    <w:rsid w:val="00BF113F"/>
    <w:rsid w:val="00BF2C2A"/>
    <w:rsid w:val="00BF2FF0"/>
    <w:rsid w:val="00BF30FC"/>
    <w:rsid w:val="00BF525C"/>
    <w:rsid w:val="00BF7460"/>
    <w:rsid w:val="00C00440"/>
    <w:rsid w:val="00C02643"/>
    <w:rsid w:val="00C03006"/>
    <w:rsid w:val="00C04F93"/>
    <w:rsid w:val="00C0626C"/>
    <w:rsid w:val="00C10037"/>
    <w:rsid w:val="00C1122D"/>
    <w:rsid w:val="00C14FB1"/>
    <w:rsid w:val="00C15BFA"/>
    <w:rsid w:val="00C16A44"/>
    <w:rsid w:val="00C1791C"/>
    <w:rsid w:val="00C21C1A"/>
    <w:rsid w:val="00C22045"/>
    <w:rsid w:val="00C22749"/>
    <w:rsid w:val="00C233FC"/>
    <w:rsid w:val="00C24AA7"/>
    <w:rsid w:val="00C26213"/>
    <w:rsid w:val="00C26D71"/>
    <w:rsid w:val="00C274DF"/>
    <w:rsid w:val="00C307BC"/>
    <w:rsid w:val="00C330EC"/>
    <w:rsid w:val="00C334D8"/>
    <w:rsid w:val="00C336B3"/>
    <w:rsid w:val="00C34D00"/>
    <w:rsid w:val="00C352AA"/>
    <w:rsid w:val="00C355C5"/>
    <w:rsid w:val="00C37603"/>
    <w:rsid w:val="00C423CE"/>
    <w:rsid w:val="00C42D72"/>
    <w:rsid w:val="00C437B8"/>
    <w:rsid w:val="00C440BE"/>
    <w:rsid w:val="00C44C93"/>
    <w:rsid w:val="00C45973"/>
    <w:rsid w:val="00C47287"/>
    <w:rsid w:val="00C534E6"/>
    <w:rsid w:val="00C55CE9"/>
    <w:rsid w:val="00C56DE6"/>
    <w:rsid w:val="00C6198B"/>
    <w:rsid w:val="00C63255"/>
    <w:rsid w:val="00C643D5"/>
    <w:rsid w:val="00C6448D"/>
    <w:rsid w:val="00C648FA"/>
    <w:rsid w:val="00C662BE"/>
    <w:rsid w:val="00C71BE5"/>
    <w:rsid w:val="00C75A71"/>
    <w:rsid w:val="00C772FF"/>
    <w:rsid w:val="00C77598"/>
    <w:rsid w:val="00C81421"/>
    <w:rsid w:val="00C8305E"/>
    <w:rsid w:val="00C87815"/>
    <w:rsid w:val="00C8787F"/>
    <w:rsid w:val="00C879EF"/>
    <w:rsid w:val="00C92C00"/>
    <w:rsid w:val="00C93742"/>
    <w:rsid w:val="00C94C71"/>
    <w:rsid w:val="00C96076"/>
    <w:rsid w:val="00C97C43"/>
    <w:rsid w:val="00CA4BCB"/>
    <w:rsid w:val="00CA6EE7"/>
    <w:rsid w:val="00CB10ED"/>
    <w:rsid w:val="00CB14CD"/>
    <w:rsid w:val="00CB1870"/>
    <w:rsid w:val="00CB29FD"/>
    <w:rsid w:val="00CB34AE"/>
    <w:rsid w:val="00CB5E51"/>
    <w:rsid w:val="00CB7BE8"/>
    <w:rsid w:val="00CC00E0"/>
    <w:rsid w:val="00CC0D53"/>
    <w:rsid w:val="00CC1033"/>
    <w:rsid w:val="00CC2A8A"/>
    <w:rsid w:val="00CC373E"/>
    <w:rsid w:val="00CC3F05"/>
    <w:rsid w:val="00CC71C0"/>
    <w:rsid w:val="00CC7B54"/>
    <w:rsid w:val="00CD1460"/>
    <w:rsid w:val="00CD3566"/>
    <w:rsid w:val="00CD3DDA"/>
    <w:rsid w:val="00CE1770"/>
    <w:rsid w:val="00CE197A"/>
    <w:rsid w:val="00CE3DD0"/>
    <w:rsid w:val="00CE5B97"/>
    <w:rsid w:val="00CE5DAD"/>
    <w:rsid w:val="00CE60FA"/>
    <w:rsid w:val="00CE72EF"/>
    <w:rsid w:val="00CF254D"/>
    <w:rsid w:val="00CF3FBD"/>
    <w:rsid w:val="00CF62E8"/>
    <w:rsid w:val="00D005E8"/>
    <w:rsid w:val="00D01BAB"/>
    <w:rsid w:val="00D020DB"/>
    <w:rsid w:val="00D037D6"/>
    <w:rsid w:val="00D131F5"/>
    <w:rsid w:val="00D14634"/>
    <w:rsid w:val="00D157F4"/>
    <w:rsid w:val="00D15E8A"/>
    <w:rsid w:val="00D16D39"/>
    <w:rsid w:val="00D16E45"/>
    <w:rsid w:val="00D17D45"/>
    <w:rsid w:val="00D27AF0"/>
    <w:rsid w:val="00D27EB3"/>
    <w:rsid w:val="00D3071B"/>
    <w:rsid w:val="00D31B56"/>
    <w:rsid w:val="00D33AC1"/>
    <w:rsid w:val="00D33F49"/>
    <w:rsid w:val="00D3589C"/>
    <w:rsid w:val="00D35920"/>
    <w:rsid w:val="00D36677"/>
    <w:rsid w:val="00D36E9D"/>
    <w:rsid w:val="00D409D1"/>
    <w:rsid w:val="00D421DD"/>
    <w:rsid w:val="00D447E1"/>
    <w:rsid w:val="00D44968"/>
    <w:rsid w:val="00D45B75"/>
    <w:rsid w:val="00D45D2C"/>
    <w:rsid w:val="00D46640"/>
    <w:rsid w:val="00D511FC"/>
    <w:rsid w:val="00D513FA"/>
    <w:rsid w:val="00D54284"/>
    <w:rsid w:val="00D54DD8"/>
    <w:rsid w:val="00D5700A"/>
    <w:rsid w:val="00D65AD8"/>
    <w:rsid w:val="00D66DFF"/>
    <w:rsid w:val="00D6703D"/>
    <w:rsid w:val="00D67A42"/>
    <w:rsid w:val="00D729FA"/>
    <w:rsid w:val="00D734AE"/>
    <w:rsid w:val="00D737D7"/>
    <w:rsid w:val="00D757EC"/>
    <w:rsid w:val="00D759C8"/>
    <w:rsid w:val="00D771C3"/>
    <w:rsid w:val="00D8219B"/>
    <w:rsid w:val="00D83162"/>
    <w:rsid w:val="00D85E80"/>
    <w:rsid w:val="00D93531"/>
    <w:rsid w:val="00D9586B"/>
    <w:rsid w:val="00D96ECC"/>
    <w:rsid w:val="00D9740B"/>
    <w:rsid w:val="00D976D0"/>
    <w:rsid w:val="00DA046F"/>
    <w:rsid w:val="00DA0ECA"/>
    <w:rsid w:val="00DA171D"/>
    <w:rsid w:val="00DA2FAC"/>
    <w:rsid w:val="00DB13B6"/>
    <w:rsid w:val="00DB1883"/>
    <w:rsid w:val="00DB51B3"/>
    <w:rsid w:val="00DC184D"/>
    <w:rsid w:val="00DC357C"/>
    <w:rsid w:val="00DC4676"/>
    <w:rsid w:val="00DC48B5"/>
    <w:rsid w:val="00DC4F6A"/>
    <w:rsid w:val="00DC6DB3"/>
    <w:rsid w:val="00DC7567"/>
    <w:rsid w:val="00DD21F9"/>
    <w:rsid w:val="00DD66D7"/>
    <w:rsid w:val="00DD7186"/>
    <w:rsid w:val="00DE2FFB"/>
    <w:rsid w:val="00DE4AAD"/>
    <w:rsid w:val="00DE4B44"/>
    <w:rsid w:val="00DF0D74"/>
    <w:rsid w:val="00DF1544"/>
    <w:rsid w:val="00DF53F7"/>
    <w:rsid w:val="00DF5464"/>
    <w:rsid w:val="00DF5E02"/>
    <w:rsid w:val="00DF6923"/>
    <w:rsid w:val="00E007E4"/>
    <w:rsid w:val="00E02743"/>
    <w:rsid w:val="00E027D7"/>
    <w:rsid w:val="00E0343B"/>
    <w:rsid w:val="00E036AB"/>
    <w:rsid w:val="00E04503"/>
    <w:rsid w:val="00E04CC1"/>
    <w:rsid w:val="00E10751"/>
    <w:rsid w:val="00E1100D"/>
    <w:rsid w:val="00E11C96"/>
    <w:rsid w:val="00E12ED2"/>
    <w:rsid w:val="00E1513F"/>
    <w:rsid w:val="00E1571A"/>
    <w:rsid w:val="00E16309"/>
    <w:rsid w:val="00E24B7D"/>
    <w:rsid w:val="00E257DF"/>
    <w:rsid w:val="00E26F92"/>
    <w:rsid w:val="00E2799F"/>
    <w:rsid w:val="00E30050"/>
    <w:rsid w:val="00E31C96"/>
    <w:rsid w:val="00E3331C"/>
    <w:rsid w:val="00E33550"/>
    <w:rsid w:val="00E3579C"/>
    <w:rsid w:val="00E361D8"/>
    <w:rsid w:val="00E4008E"/>
    <w:rsid w:val="00E40367"/>
    <w:rsid w:val="00E42D6B"/>
    <w:rsid w:val="00E43788"/>
    <w:rsid w:val="00E45753"/>
    <w:rsid w:val="00E531DB"/>
    <w:rsid w:val="00E56B5E"/>
    <w:rsid w:val="00E57460"/>
    <w:rsid w:val="00E57D89"/>
    <w:rsid w:val="00E624E1"/>
    <w:rsid w:val="00E63629"/>
    <w:rsid w:val="00E717DF"/>
    <w:rsid w:val="00E720AF"/>
    <w:rsid w:val="00E745A1"/>
    <w:rsid w:val="00E774CC"/>
    <w:rsid w:val="00E777CB"/>
    <w:rsid w:val="00E8018E"/>
    <w:rsid w:val="00E80A53"/>
    <w:rsid w:val="00E82163"/>
    <w:rsid w:val="00E85250"/>
    <w:rsid w:val="00E85A88"/>
    <w:rsid w:val="00E90CFD"/>
    <w:rsid w:val="00E90EFF"/>
    <w:rsid w:val="00E9115B"/>
    <w:rsid w:val="00E91F94"/>
    <w:rsid w:val="00E93941"/>
    <w:rsid w:val="00E941C2"/>
    <w:rsid w:val="00E958F1"/>
    <w:rsid w:val="00EA1841"/>
    <w:rsid w:val="00EA3646"/>
    <w:rsid w:val="00EA383E"/>
    <w:rsid w:val="00EA64B3"/>
    <w:rsid w:val="00EB48B0"/>
    <w:rsid w:val="00EB4919"/>
    <w:rsid w:val="00EB5216"/>
    <w:rsid w:val="00EC01D6"/>
    <w:rsid w:val="00EC0FF5"/>
    <w:rsid w:val="00EC3619"/>
    <w:rsid w:val="00EC42E8"/>
    <w:rsid w:val="00EC555E"/>
    <w:rsid w:val="00EC583A"/>
    <w:rsid w:val="00EC5F97"/>
    <w:rsid w:val="00ED0249"/>
    <w:rsid w:val="00ED4927"/>
    <w:rsid w:val="00ED73A2"/>
    <w:rsid w:val="00EE27D9"/>
    <w:rsid w:val="00EE2DB4"/>
    <w:rsid w:val="00EF1BA5"/>
    <w:rsid w:val="00EF35A1"/>
    <w:rsid w:val="00EF37DC"/>
    <w:rsid w:val="00EF4F20"/>
    <w:rsid w:val="00EF54CD"/>
    <w:rsid w:val="00EF5DA5"/>
    <w:rsid w:val="00F03423"/>
    <w:rsid w:val="00F04E0A"/>
    <w:rsid w:val="00F05E51"/>
    <w:rsid w:val="00F06990"/>
    <w:rsid w:val="00F073D9"/>
    <w:rsid w:val="00F12963"/>
    <w:rsid w:val="00F13684"/>
    <w:rsid w:val="00F20728"/>
    <w:rsid w:val="00F24234"/>
    <w:rsid w:val="00F24898"/>
    <w:rsid w:val="00F25E8A"/>
    <w:rsid w:val="00F25EC3"/>
    <w:rsid w:val="00F340C7"/>
    <w:rsid w:val="00F37492"/>
    <w:rsid w:val="00F37BC4"/>
    <w:rsid w:val="00F424B7"/>
    <w:rsid w:val="00F42F00"/>
    <w:rsid w:val="00F45CAE"/>
    <w:rsid w:val="00F53170"/>
    <w:rsid w:val="00F61985"/>
    <w:rsid w:val="00F61AE0"/>
    <w:rsid w:val="00F65678"/>
    <w:rsid w:val="00F65AC4"/>
    <w:rsid w:val="00F67116"/>
    <w:rsid w:val="00F70228"/>
    <w:rsid w:val="00F725D9"/>
    <w:rsid w:val="00F742CE"/>
    <w:rsid w:val="00F809EE"/>
    <w:rsid w:val="00F8294B"/>
    <w:rsid w:val="00F82E71"/>
    <w:rsid w:val="00F83100"/>
    <w:rsid w:val="00F8399F"/>
    <w:rsid w:val="00F83FE0"/>
    <w:rsid w:val="00F8454D"/>
    <w:rsid w:val="00F8557F"/>
    <w:rsid w:val="00F87343"/>
    <w:rsid w:val="00F95509"/>
    <w:rsid w:val="00F9639C"/>
    <w:rsid w:val="00F96C68"/>
    <w:rsid w:val="00FA12D6"/>
    <w:rsid w:val="00FA1345"/>
    <w:rsid w:val="00FA3A4F"/>
    <w:rsid w:val="00FB0CA9"/>
    <w:rsid w:val="00FB1676"/>
    <w:rsid w:val="00FC1200"/>
    <w:rsid w:val="00FC23FA"/>
    <w:rsid w:val="00FC290A"/>
    <w:rsid w:val="00FC494F"/>
    <w:rsid w:val="00FC56C4"/>
    <w:rsid w:val="00FC5E71"/>
    <w:rsid w:val="00FC6C1B"/>
    <w:rsid w:val="00FC74EA"/>
    <w:rsid w:val="00FD18A7"/>
    <w:rsid w:val="00FD274B"/>
    <w:rsid w:val="00FD62B6"/>
    <w:rsid w:val="00FD6BE4"/>
    <w:rsid w:val="00FD7106"/>
    <w:rsid w:val="00FD7A19"/>
    <w:rsid w:val="00FE36CB"/>
    <w:rsid w:val="00FE4CB3"/>
    <w:rsid w:val="00FE60C0"/>
    <w:rsid w:val="00FE6387"/>
    <w:rsid w:val="00FE70F3"/>
    <w:rsid w:val="00FF2372"/>
    <w:rsid w:val="00FF42B8"/>
    <w:rsid w:val="00FF5529"/>
    <w:rsid w:val="00FF5AF8"/>
    <w:rsid w:val="00FF6940"/>
    <w:rsid w:val="00FF7C6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A1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nformat">
    <w:name w:val="consplusnonformat"/>
    <w:basedOn w:val="Normal"/>
    <w:uiPriority w:val="99"/>
    <w:rsid w:val="00F04E0A"/>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semiHidden/>
    <w:rsid w:val="00F04E0A"/>
    <w:rPr>
      <w:rFonts w:cs="Times New Roman"/>
      <w:color w:val="0000FF"/>
      <w:u w:val="single"/>
    </w:rPr>
  </w:style>
  <w:style w:type="paragraph" w:styleId="NormalWeb">
    <w:name w:val="Normal (Web)"/>
    <w:basedOn w:val="Normal"/>
    <w:uiPriority w:val="99"/>
    <w:semiHidden/>
    <w:rsid w:val="00F04E0A"/>
    <w:pPr>
      <w:spacing w:before="100" w:beforeAutospacing="1" w:after="100" w:afterAutospacing="1" w:line="240" w:lineRule="auto"/>
    </w:pPr>
    <w:rPr>
      <w:rFonts w:ascii="Times New Roman" w:eastAsia="Times New Roman" w:hAnsi="Times New Roman"/>
      <w:sz w:val="24"/>
      <w:szCs w:val="24"/>
      <w:lang w:eastAsia="ru-RU"/>
    </w:rPr>
  </w:style>
  <w:style w:type="paragraph" w:styleId="PlainText">
    <w:name w:val="Plain Text"/>
    <w:basedOn w:val="Normal"/>
    <w:link w:val="PlainTextChar"/>
    <w:uiPriority w:val="99"/>
    <w:semiHidden/>
    <w:rsid w:val="00F04E0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lainTextChar">
    <w:name w:val="Plain Text Char"/>
    <w:basedOn w:val="DefaultParagraphFont"/>
    <w:link w:val="PlainText"/>
    <w:uiPriority w:val="99"/>
    <w:semiHidden/>
    <w:locked/>
    <w:rsid w:val="00F04E0A"/>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F04E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04E0A"/>
    <w:rPr>
      <w:rFonts w:ascii="Tahoma" w:hAnsi="Tahoma" w:cs="Tahoma"/>
      <w:sz w:val="16"/>
      <w:szCs w:val="16"/>
    </w:rPr>
  </w:style>
  <w:style w:type="paragraph" w:styleId="ListParagraph">
    <w:name w:val="List Paragraph"/>
    <w:basedOn w:val="Normal"/>
    <w:uiPriority w:val="99"/>
    <w:qFormat/>
    <w:rsid w:val="00C274DF"/>
    <w:pPr>
      <w:ind w:left="720"/>
      <w:contextualSpacing/>
    </w:pPr>
  </w:style>
</w:styles>
</file>

<file path=word/webSettings.xml><?xml version="1.0" encoding="utf-8"?>
<w:webSettings xmlns:r="http://schemas.openxmlformats.org/officeDocument/2006/relationships" xmlns:w="http://schemas.openxmlformats.org/wordprocessingml/2006/main">
  <w:divs>
    <w:div w:id="888304766">
      <w:marLeft w:val="0"/>
      <w:marRight w:val="0"/>
      <w:marTop w:val="0"/>
      <w:marBottom w:val="0"/>
      <w:divBdr>
        <w:top w:val="none" w:sz="0" w:space="0" w:color="auto"/>
        <w:left w:val="none" w:sz="0" w:space="0" w:color="auto"/>
        <w:bottom w:val="none" w:sz="0" w:space="0" w:color="auto"/>
        <w:right w:val="none" w:sz="0" w:space="0" w:color="auto"/>
      </w:divBdr>
      <w:divsChild>
        <w:div w:id="888304767">
          <w:marLeft w:val="0"/>
          <w:marRight w:val="0"/>
          <w:marTop w:val="0"/>
          <w:marBottom w:val="0"/>
          <w:divBdr>
            <w:top w:val="none" w:sz="0" w:space="0" w:color="auto"/>
            <w:left w:val="none" w:sz="0" w:space="0" w:color="auto"/>
            <w:bottom w:val="none" w:sz="0" w:space="0" w:color="auto"/>
            <w:right w:val="none" w:sz="0" w:space="0" w:color="auto"/>
          </w:divBdr>
        </w:div>
        <w:div w:id="888304768">
          <w:marLeft w:val="0"/>
          <w:marRight w:val="0"/>
          <w:marTop w:val="0"/>
          <w:marBottom w:val="0"/>
          <w:divBdr>
            <w:top w:val="none" w:sz="0" w:space="0" w:color="auto"/>
            <w:left w:val="none" w:sz="0" w:space="0" w:color="auto"/>
            <w:bottom w:val="none" w:sz="0" w:space="0" w:color="auto"/>
            <w:right w:val="none" w:sz="0" w:space="0" w:color="auto"/>
          </w:divBdr>
        </w:div>
        <w:div w:id="888304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lverregion.ru/bitrix/rk.php?event1=file&amp;event2=download&amp;goto=%2Fregulatory%2Fappeals%2Ffiles%2FStat1.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lverregion.ru/bitrix/rk.php?event1=file&amp;event2=download&amp;goto=%2Fregulatory%2Fappeals%2Ffiles%2FStat12.doc" TargetMode="External"/><Relationship Id="rId5" Type="http://schemas.openxmlformats.org/officeDocument/2006/relationships/hyperlink" Target="http://www.silverregion.ru/bitrix/rk.php?event1=file&amp;event2=download&amp;goto=%2Fregulatory%2Fappeals%2Ffiles%2FStat46.do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281</TotalTime>
  <Pages>10</Pages>
  <Words>3502</Words>
  <Characters>19964</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User</cp:lastModifiedBy>
  <cp:revision>9</cp:revision>
  <cp:lastPrinted>2013-03-29T06:29:00Z</cp:lastPrinted>
  <dcterms:created xsi:type="dcterms:W3CDTF">2013-01-24T05:40:00Z</dcterms:created>
  <dcterms:modified xsi:type="dcterms:W3CDTF">2013-03-29T06:31:00Z</dcterms:modified>
</cp:coreProperties>
</file>