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8C" w:rsidRDefault="00015A8C" w:rsidP="00035419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Зоновского сельсовета</w:t>
      </w:r>
    </w:p>
    <w:p w:rsidR="00015A8C" w:rsidRPr="00035419" w:rsidRDefault="00015A8C" w:rsidP="0003541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015A8C" w:rsidRPr="00035419" w:rsidRDefault="00015A8C" w:rsidP="00035419">
      <w:pPr>
        <w:keepNext/>
        <w:spacing w:after="0" w:line="240" w:lineRule="auto"/>
        <w:ind w:firstLine="560"/>
        <w:jc w:val="center"/>
        <w:outlineLvl w:val="0"/>
        <w:rPr>
          <w:rFonts w:ascii="Times New Roman" w:eastAsia="Arial Unicode MS" w:hAnsi="Times New Roman"/>
          <w:b/>
          <w:bCs/>
          <w:sz w:val="28"/>
          <w:szCs w:val="24"/>
          <w:lang w:eastAsia="ru-RU"/>
        </w:rPr>
      </w:pPr>
    </w:p>
    <w:p w:rsidR="00015A8C" w:rsidRPr="00035419" w:rsidRDefault="00015A8C" w:rsidP="00035419">
      <w:pPr>
        <w:keepNext/>
        <w:spacing w:after="0" w:line="240" w:lineRule="auto"/>
        <w:ind w:firstLine="560"/>
        <w:jc w:val="center"/>
        <w:outlineLvl w:val="0"/>
        <w:rPr>
          <w:rFonts w:ascii="Times New Roman" w:eastAsia="Arial Unicode MS" w:hAnsi="Times New Roman"/>
          <w:b/>
          <w:bCs/>
          <w:sz w:val="28"/>
          <w:szCs w:val="24"/>
          <w:lang w:eastAsia="ru-RU"/>
        </w:rPr>
      </w:pPr>
    </w:p>
    <w:p w:rsidR="00015A8C" w:rsidRPr="00035419" w:rsidRDefault="00015A8C" w:rsidP="00035419">
      <w:pPr>
        <w:keepNext/>
        <w:spacing w:after="0" w:line="240" w:lineRule="auto"/>
        <w:ind w:firstLine="560"/>
        <w:jc w:val="center"/>
        <w:outlineLvl w:val="0"/>
        <w:rPr>
          <w:rFonts w:ascii="Times New Roman" w:eastAsia="Arial Unicode MS" w:hAnsi="Times New Roman"/>
          <w:b/>
          <w:bCs/>
          <w:sz w:val="28"/>
          <w:szCs w:val="24"/>
          <w:lang w:eastAsia="ru-RU"/>
        </w:rPr>
      </w:pPr>
      <w:r w:rsidRPr="00035419">
        <w:rPr>
          <w:rFonts w:ascii="Times New Roman" w:eastAsia="Arial Unicode MS" w:hAnsi="Times New Roman"/>
          <w:b/>
          <w:bCs/>
          <w:sz w:val="28"/>
          <w:szCs w:val="24"/>
          <w:lang w:eastAsia="ru-RU"/>
        </w:rPr>
        <w:t>ПОСТАНОВЛЕНИЕ</w:t>
      </w:r>
    </w:p>
    <w:p w:rsidR="00015A8C" w:rsidRPr="004D3604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3604">
        <w:rPr>
          <w:rFonts w:ascii="Times New Roman" w:hAnsi="Times New Roman"/>
          <w:sz w:val="28"/>
          <w:szCs w:val="28"/>
          <w:lang w:eastAsia="ru-RU"/>
        </w:rPr>
        <w:t>с. Зоново</w:t>
      </w: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5A8C" w:rsidRPr="005A78ED" w:rsidRDefault="00015A8C" w:rsidP="004D36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A78ED">
        <w:rPr>
          <w:rFonts w:ascii="Times New Roman" w:hAnsi="Times New Roman"/>
          <w:sz w:val="28"/>
          <w:szCs w:val="28"/>
          <w:lang w:eastAsia="ru-RU"/>
        </w:rPr>
        <w:t>25.02.2013 № 6</w:t>
      </w: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О предоставлении гражданами, замещающими должности муниципальной службы в органах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 области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сведений о своих расходах, а также о расходах своих супруги (супруга) и несовершеннолетних детей</w:t>
      </w:r>
    </w:p>
    <w:p w:rsidR="00015A8C" w:rsidRPr="00035419" w:rsidRDefault="00015A8C" w:rsidP="0003541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bCs/>
          <w:sz w:val="28"/>
          <w:szCs w:val="28"/>
          <w:lang w:eastAsia="ru-RU"/>
        </w:rPr>
      </w:pPr>
      <w:r w:rsidRPr="00035419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от 25.12.2008 № 273-ФЗ «О противодействии коррупции», от 02.03.2007 № 25-ФЗ «О муниципальной службе в Российской Федерации», от 06.10.2003 № 131-ФЗ «Об общих принципах организации органов местного самоуправления в Российской Федерации», Уставом </w:t>
      </w:r>
      <w:r>
        <w:rPr>
          <w:rFonts w:ascii="Times New Roman" w:hAnsi="Times New Roman"/>
          <w:bCs/>
          <w:sz w:val="28"/>
          <w:szCs w:val="28"/>
          <w:lang w:eastAsia="ru-RU"/>
        </w:rPr>
        <w:t>Зоновского сельсовета</w:t>
      </w:r>
      <w:r w:rsidRPr="00035419">
        <w:rPr>
          <w:rFonts w:ascii="Times New Roman" w:hAnsi="Times New Roman" w:cs="Arial"/>
          <w:bCs/>
          <w:sz w:val="28"/>
          <w:szCs w:val="28"/>
          <w:lang w:eastAsia="ru-RU"/>
        </w:rPr>
        <w:t>:</w:t>
      </w:r>
    </w:p>
    <w:p w:rsidR="00015A8C" w:rsidRPr="00035419" w:rsidRDefault="00015A8C" w:rsidP="00035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>
        <w:rPr>
          <w:rFonts w:ascii="Times New Roman" w:hAnsi="Times New Roman" w:cs="Arial"/>
          <w:bCs/>
          <w:sz w:val="28"/>
          <w:szCs w:val="28"/>
          <w:lang w:eastAsia="ru-RU"/>
        </w:rPr>
        <w:t>ПОСТАНОВЛЯЮ:</w:t>
      </w:r>
    </w:p>
    <w:p w:rsidR="00015A8C" w:rsidRPr="00035419" w:rsidRDefault="00015A8C" w:rsidP="0003541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1. Утвердить Положение о предоставлении гражданами, замещающими должности муниципальной службы в органах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 области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сведений о своих расходах, а также о расходах своих супруги (супруга) и несовершеннолетних детей согласно приложению.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2. Постановление вступает в силу после его официального опубликования (обнародования).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3. Контроль за выполнением постановления оставляю за собой.</w:t>
      </w:r>
    </w:p>
    <w:p w:rsidR="00015A8C" w:rsidRPr="00035419" w:rsidRDefault="00015A8C" w:rsidP="000354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5419">
        <w:rPr>
          <w:rFonts w:ascii="Times New Roman" w:hAnsi="Times New Roman"/>
          <w:sz w:val="28"/>
          <w:szCs w:val="28"/>
          <w:lang w:eastAsia="ru-RU"/>
        </w:rPr>
        <w:tab/>
      </w:r>
      <w:r w:rsidRPr="00035419">
        <w:rPr>
          <w:rFonts w:ascii="Times New Roman" w:hAnsi="Times New Roman"/>
          <w:sz w:val="28"/>
          <w:szCs w:val="28"/>
          <w:lang w:eastAsia="ru-RU"/>
        </w:rPr>
        <w:tab/>
      </w:r>
      <w:r w:rsidRPr="00035419">
        <w:rPr>
          <w:rFonts w:ascii="Times New Roman" w:hAnsi="Times New Roman"/>
          <w:sz w:val="28"/>
          <w:szCs w:val="28"/>
          <w:lang w:eastAsia="ru-RU"/>
        </w:rPr>
        <w:tab/>
      </w:r>
      <w:r w:rsidRPr="00035419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В.Н. Зонов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4D3604" w:rsidRDefault="00015A8C" w:rsidP="0003541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D3604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015A8C" w:rsidRPr="004D3604" w:rsidRDefault="00015A8C" w:rsidP="0003541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D3604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015A8C" w:rsidRPr="004D3604" w:rsidRDefault="00015A8C" w:rsidP="0003541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Зоновского сельсовета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D3604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4D360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02</w:t>
      </w:r>
      <w:r w:rsidRPr="004D3604">
        <w:rPr>
          <w:rFonts w:ascii="Times New Roman" w:hAnsi="Times New Roman"/>
          <w:sz w:val="24"/>
          <w:szCs w:val="24"/>
          <w:lang w:eastAsia="ru-RU"/>
        </w:rPr>
        <w:t xml:space="preserve">.2013 № </w:t>
      </w:r>
      <w:r>
        <w:rPr>
          <w:rFonts w:ascii="Times New Roman" w:hAnsi="Times New Roman"/>
          <w:sz w:val="24"/>
          <w:szCs w:val="24"/>
          <w:lang w:eastAsia="ru-RU"/>
        </w:rPr>
        <w:t>6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5419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 w:rsidR="00015A8C" w:rsidRPr="004D3604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3604">
        <w:rPr>
          <w:rFonts w:ascii="Times New Roman" w:hAnsi="Times New Roman"/>
          <w:sz w:val="28"/>
          <w:szCs w:val="28"/>
          <w:lang w:eastAsia="ru-RU"/>
        </w:rPr>
        <w:t xml:space="preserve">о предоставлении гражданами, замещающими должности муниципальной службы в органах местного самоуправления Зоновского сельсовета Куйбышевского района Новосибирской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  <w:r w:rsidRPr="004D3604">
        <w:rPr>
          <w:rFonts w:ascii="Times New Roman" w:hAnsi="Times New Roman"/>
          <w:sz w:val="28"/>
          <w:szCs w:val="28"/>
          <w:lang w:eastAsia="ru-RU"/>
        </w:rPr>
        <w:t>сведений о своих расходах, а также о расходах своих супруги (супруга) и несовершеннолетних детей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1. Настоящее Положение определяет порядок представления лицами, замещающими должности муниципальной службы органов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области </w:t>
      </w:r>
      <w:r w:rsidRPr="00035419">
        <w:rPr>
          <w:rFonts w:ascii="Times New Roman" w:hAnsi="Times New Roman"/>
          <w:sz w:val="28"/>
          <w:szCs w:val="28"/>
          <w:lang w:eastAsia="ru-RU"/>
        </w:rPr>
        <w:t>сведений о своих расходах, а также о расходах своих супруги (супруга) и несовершеннолетних детей.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2. Лица, замещающие должности муниципальной службы в органах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обязаны представлять сведения о своих расходах, а также о расходах своих супруги (супруга) и несовершеннолетних детей 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сделки, и об источниках получения средств, за счет которых совершена сделка, в случаях и порядке, которые установлены Федеральным законом "О контроле за соответствием расходов лиц, замещающих государственные должности, и иных лиц их доходам" в соответствии с федеральными законами Российской Федерации, предусмотренные перечнем должностей, утвержденным руководителем органа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 области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(далее - гражданин, Перечень должностей). </w:t>
      </w: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3. Сведения о своих расходах, а также о расходах своих супруги (супруга) и несовершеннолетних детей представляются по утвержденным формам справок муниципальными служащими, замещающими должности муниципальной службы согласно приложениям 1 и 2 к Положению, предусмотренные Перечнем должностей, - ежегодно, не позднее 30 апреля года, следующего за отчетным.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4. Контроль за соответствием расходов лиц, указанных в пункте 2 настоящего Положения, а также расходов их супруг (супругов) и несовершеннолетних детей общему доходу лиц, указанных в пункте 2 настоящего Положения, и их супруг (супругов) за три последних года, предшествующих совершению сделки, осуществляется в порядке, предусмотренных Федеральными законами от 03.12.2012 № 230-ФЗ «О контроле за соответствием расходов лиц, замещающих государственные должности, и иных лиц их доходам»,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нормативными правовыми актами Президента Российской Федерации, иными нормативными правовыми актами Российской Федерации.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5. Непредставление лицами, указанными в пункте 2 настоящего Положения,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(супруга) и несовершеннолетних детей в случае, если представление таких сведений обязательно, является правонарушением, влекущим освобождение лиц, указанных в пункте 2 настоящего Положения, от замещаемой (занимаемой) должности, увольнение в установленном порядке с муниципальной службы, на основании федерального закона.</w:t>
      </w:r>
    </w:p>
    <w:p w:rsidR="00015A8C" w:rsidRPr="00035419" w:rsidRDefault="00015A8C" w:rsidP="000354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6.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(занимающего) одну из должностей, указанных в пункте 2 настоящего Положения, и его супруги (супруга) за три последних года, предшествующих совершению сделки, представленные в соответствии с Федеральным 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«О контроле за соответствием расходов лиц, замещающих государственные должности, и иных лиц их доходам», размещаются в информационно-телекоммуникационной сети «Интернет» на официальном сайте органов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 области</w:t>
      </w:r>
      <w:r w:rsidRPr="00035419">
        <w:rPr>
          <w:rFonts w:ascii="Times New Roman" w:hAnsi="Times New Roman"/>
          <w:sz w:val="28"/>
          <w:szCs w:val="28"/>
          <w:lang w:eastAsia="ru-RU"/>
        </w:rPr>
        <w:t>, на основании федеральных законов, 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Федерации, с соблюдением установленных законодательством Российской Федерации требований о защите персональных данных.</w:t>
      </w: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7. Сведения о своих расходах, а также о расходах своих супруги (супруга) и несовершеннолетних детей, представляемые в соответствии с настоящим Положением гражданином и муниципальным служащим, являются сведениями конфиденциального характера, если федеральным законом, законом </w:t>
      </w: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они не отнесены к сведениям, составляющим государственную тайну.</w:t>
      </w: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Эти сведения представляются руководителю органа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 Куйбышевского района Новосибирской</w:t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  <w:r w:rsidRPr="00035419">
        <w:rPr>
          <w:rFonts w:ascii="Times New Roman" w:hAnsi="Times New Roman"/>
          <w:sz w:val="28"/>
          <w:szCs w:val="28"/>
          <w:lang w:eastAsia="ru-RU"/>
        </w:rPr>
        <w:t>и другим должностным лицам, наделенным полномочиями назначать на должность и освобождать от должности муниципальных служащих.</w:t>
      </w:r>
    </w:p>
    <w:p w:rsidR="00015A8C" w:rsidRPr="00035419" w:rsidRDefault="00015A8C" w:rsidP="000354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>8. Лица, в должностные обязанности которых входит работа со сведениями о своих расходах, а также о расходах своих супруги (супруга) и несовершеннолетних детей,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8"/>
          <w:szCs w:val="28"/>
          <w:lang w:eastAsia="ru-RU"/>
        </w:rPr>
        <w:t xml:space="preserve">Приложение 1 к Положению </w:t>
      </w:r>
    </w:p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В 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35419">
        <w:rPr>
          <w:rFonts w:ascii="Times New Roman" w:hAnsi="Times New Roman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5419">
        <w:rPr>
          <w:rFonts w:ascii="Times New Roman" w:hAnsi="Times New Roman"/>
          <w:b/>
          <w:sz w:val="24"/>
          <w:szCs w:val="24"/>
          <w:lang w:eastAsia="ru-RU"/>
        </w:rPr>
        <w:t>СПРАВКА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5419">
        <w:rPr>
          <w:rFonts w:ascii="Times New Roman" w:hAnsi="Times New Roman"/>
          <w:b/>
          <w:sz w:val="24"/>
          <w:szCs w:val="24"/>
          <w:lang w:eastAsia="ru-RU"/>
        </w:rPr>
        <w:t>о расходах лица, замещающего муниципальную должность</w:t>
      </w:r>
    </w:p>
    <w:p w:rsidR="00015A8C" w:rsidRPr="00270F90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5419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70F90">
        <w:rPr>
          <w:rFonts w:ascii="Times New Roman" w:hAnsi="Times New Roman"/>
          <w:b/>
          <w:sz w:val="24"/>
          <w:szCs w:val="24"/>
          <w:lang w:eastAsia="ru-RU"/>
        </w:rPr>
        <w:t>Зоновского сельсовета Куйбышевского района Новосибирской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области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   Я, ____________________________________________________________________________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(фамилия, имя, отчество, дата рождения)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(основное место работы или службы, занимаемая должность)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проживающий по адресу: 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(адрес места жительства)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сообщаю сведения о своих расходах 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сделки, и об источниках получения средств, за счет которых совершена сделка по состоянию на конец отчетного периода: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Раздел 1. Сведения о сделках с недвижимым имуществом:</w:t>
      </w: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914"/>
        <w:gridCol w:w="1752"/>
        <w:gridCol w:w="1670"/>
        <w:gridCol w:w="1670"/>
      </w:tblGrid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</w:t>
            </w: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Местонахождение 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документа основания (№, дата заключения, наименование договора купли-продажи)</w:t>
            </w: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Раздел 2. Сведения о сделках с движимым имуществом: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914"/>
        <w:gridCol w:w="1752"/>
        <w:gridCol w:w="1670"/>
        <w:gridCol w:w="1670"/>
      </w:tblGrid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(марка, модель) и наименование движимого имущества, приобретенного в собственность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</w:t>
            </w: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регистрации 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документа основания (№, дата заключения, наименование договора купли-продажи)</w:t>
            </w: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5A8C" w:rsidRPr="00035419" w:rsidRDefault="00015A8C" w:rsidP="000354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br w:type="page"/>
      </w:r>
      <w:r w:rsidRPr="00035419">
        <w:rPr>
          <w:rFonts w:ascii="Times New Roman" w:hAnsi="Times New Roman"/>
          <w:sz w:val="28"/>
          <w:szCs w:val="28"/>
          <w:lang w:eastAsia="ru-RU"/>
        </w:rPr>
        <w:t xml:space="preserve">Приложение 2 к Положению 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В 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35419">
        <w:rPr>
          <w:rFonts w:ascii="Times New Roman" w:hAnsi="Times New Roman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5419">
        <w:rPr>
          <w:rFonts w:ascii="Times New Roman" w:hAnsi="Times New Roman"/>
          <w:b/>
          <w:sz w:val="24"/>
          <w:szCs w:val="24"/>
          <w:lang w:eastAsia="ru-RU"/>
        </w:rPr>
        <w:t>СПРАВКА</w:t>
      </w:r>
    </w:p>
    <w:p w:rsidR="00015A8C" w:rsidRPr="001947BD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5419">
        <w:rPr>
          <w:rFonts w:ascii="Times New Roman" w:hAnsi="Times New Roman"/>
          <w:b/>
          <w:sz w:val="24"/>
          <w:szCs w:val="24"/>
          <w:lang w:eastAsia="ru-RU"/>
        </w:rPr>
        <w:t>о расходах супруги (супруга) и несовершеннолетних детей лица, замещающего муниципальную должность муниципального</w:t>
      </w:r>
      <w:r w:rsidRPr="0003541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5419">
        <w:rPr>
          <w:rFonts w:ascii="Times New Roman" w:hAnsi="Times New Roman"/>
          <w:b/>
          <w:sz w:val="24"/>
          <w:szCs w:val="24"/>
          <w:lang w:eastAsia="ru-RU"/>
        </w:rPr>
        <w:t xml:space="preserve">образования </w:t>
      </w:r>
      <w:r w:rsidRPr="001947BD">
        <w:rPr>
          <w:rFonts w:ascii="Times New Roman" w:hAnsi="Times New Roman"/>
          <w:b/>
          <w:sz w:val="24"/>
          <w:szCs w:val="24"/>
          <w:lang w:eastAsia="ru-RU"/>
        </w:rPr>
        <w:t>Зоновского сельсовета Куйбышевского района Новосибирской области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   Я, ____________________________________________________________________________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(фамилия, имя, отчество, дата рождения)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(основное место работы или службы, занимаемая должность; в случае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отсутствия основного места работы или службы - род занятий)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проживающий по адресу: 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(адрес места жительства)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сообщаю сведения о расходах моей (моего) _________________________________________________________________________________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(супруги (супруга), несовершеннолетней дочери, несовершеннолетнего сына)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(фамилия, имя, отчество, дата рождения)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________________________________________________________________________________,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(основное место работы или службы, занимаемая должность; в случае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отсутствия основного места работы или службы - род занятий)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сделки, и об источниках получения средств, за счет которых совершена сделка по состоянию на конец отчетного периода, за   период  с 1 января  20__ г. по 31 декабря 20__ г.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015A8C" w:rsidRPr="00035419" w:rsidRDefault="00015A8C" w:rsidP="00035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Раздел 1. Сведения о сделках с недвижимым имуществом: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914"/>
        <w:gridCol w:w="1752"/>
        <w:gridCol w:w="1670"/>
        <w:gridCol w:w="1670"/>
      </w:tblGrid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и наименование имущества, приобретенного в собственность (земельный участок, квартира, жилой дом, дача, гараж, нежилое здание (сооружение), предприятие, иное недвижимое имущество)</w:t>
            </w: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Местонахождение 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документа основания (№, дата заключения, наименование договора купли-продажи)</w:t>
            </w: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35419">
        <w:rPr>
          <w:rFonts w:ascii="Times New Roman" w:hAnsi="Times New Roman"/>
          <w:sz w:val="24"/>
          <w:szCs w:val="24"/>
          <w:lang w:eastAsia="ru-RU"/>
        </w:rPr>
        <w:t>Раздел 2. Сведения о сделках с движимым имуществом: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914"/>
        <w:gridCol w:w="1752"/>
        <w:gridCol w:w="1670"/>
        <w:gridCol w:w="1670"/>
      </w:tblGrid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(марка, модель) и наименование движимого имущества, приобретенного в обственность (автомобиль, автоприцеп, мототранспортное средство, сельскохозяйственная техника, водный транспорт, воздушный транспорт, иной транспорт, ценные бумаги, иное движимое имущество)</w:t>
            </w: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регистрации 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419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документа основания (№, дата заключения, наименование договора купли-продажи)</w:t>
            </w:r>
          </w:p>
        </w:tc>
      </w:tr>
      <w:tr w:rsidR="00015A8C" w:rsidRPr="00C81044" w:rsidTr="0070090A">
        <w:tc>
          <w:tcPr>
            <w:tcW w:w="648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</w:tcPr>
          <w:p w:rsidR="00015A8C" w:rsidRPr="00035419" w:rsidRDefault="00015A8C" w:rsidP="00035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15A8C" w:rsidRPr="00035419" w:rsidRDefault="00015A8C" w:rsidP="0003541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Pr="00035419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5A8C" w:rsidRDefault="00015A8C" w:rsidP="000354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015A8C" w:rsidSect="00E73D8B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A8C" w:rsidRDefault="00015A8C" w:rsidP="00780FD7">
      <w:pPr>
        <w:spacing w:after="0" w:line="240" w:lineRule="auto"/>
      </w:pPr>
      <w:r>
        <w:separator/>
      </w:r>
    </w:p>
  </w:endnote>
  <w:endnote w:type="continuationSeparator" w:id="0">
    <w:p w:rsidR="00015A8C" w:rsidRDefault="00015A8C" w:rsidP="0078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A8C" w:rsidRDefault="00015A8C" w:rsidP="00780FD7">
      <w:pPr>
        <w:spacing w:after="0" w:line="240" w:lineRule="auto"/>
      </w:pPr>
      <w:r>
        <w:separator/>
      </w:r>
    </w:p>
  </w:footnote>
  <w:footnote w:type="continuationSeparator" w:id="0">
    <w:p w:rsidR="00015A8C" w:rsidRDefault="00015A8C" w:rsidP="00780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7DD"/>
    <w:rsid w:val="00015A8C"/>
    <w:rsid w:val="00035419"/>
    <w:rsid w:val="001277DD"/>
    <w:rsid w:val="001947BD"/>
    <w:rsid w:val="00270F90"/>
    <w:rsid w:val="00424900"/>
    <w:rsid w:val="004D3604"/>
    <w:rsid w:val="005241F5"/>
    <w:rsid w:val="005A78ED"/>
    <w:rsid w:val="00685A0D"/>
    <w:rsid w:val="006A5D2D"/>
    <w:rsid w:val="0070090A"/>
    <w:rsid w:val="0075146D"/>
    <w:rsid w:val="00780FD7"/>
    <w:rsid w:val="00801727"/>
    <w:rsid w:val="00C81044"/>
    <w:rsid w:val="00D92B0F"/>
    <w:rsid w:val="00E73D8B"/>
    <w:rsid w:val="00EA2207"/>
    <w:rsid w:val="00EB540A"/>
    <w:rsid w:val="00F44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4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541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D36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7</Pages>
  <Words>1859</Words>
  <Characters>10600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2013-02-27T09:47:00Z</cp:lastPrinted>
  <dcterms:created xsi:type="dcterms:W3CDTF">2013-02-27T08:51:00Z</dcterms:created>
  <dcterms:modified xsi:type="dcterms:W3CDTF">2013-03-05T10:09:00Z</dcterms:modified>
</cp:coreProperties>
</file>