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AE0" w:rsidRDefault="00CF5AE0" w:rsidP="005D061A">
      <w:pPr>
        <w:pStyle w:val="Heading1"/>
        <w:jc w:val="center"/>
        <w:rPr>
          <w:sz w:val="28"/>
          <w:szCs w:val="28"/>
        </w:rPr>
      </w:pPr>
      <w:r w:rsidRPr="005D061A">
        <w:rPr>
          <w:b w:val="0"/>
          <w:sz w:val="28"/>
          <w:szCs w:val="28"/>
        </w:rPr>
        <w:t>АМ</w:t>
      </w:r>
      <w:r>
        <w:rPr>
          <w:sz w:val="28"/>
          <w:szCs w:val="28"/>
        </w:rPr>
        <w:t>ИНИСТРАЦИЯ ЗОНОВСКОГО СЕЛЬСОВЕТА</w:t>
      </w:r>
    </w:p>
    <w:p w:rsidR="00CF5AE0" w:rsidRDefault="00CF5AE0" w:rsidP="005D061A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КУЙБЫШЕВСКОГО РАЙОНА</w:t>
      </w:r>
    </w:p>
    <w:p w:rsidR="00CF5AE0" w:rsidRDefault="00CF5AE0" w:rsidP="005D061A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CF5AE0" w:rsidRDefault="00CF5AE0" w:rsidP="005D061A">
      <w:pPr>
        <w:rPr>
          <w:b/>
          <w:sz w:val="24"/>
          <w:szCs w:val="24"/>
        </w:rPr>
      </w:pPr>
    </w:p>
    <w:p w:rsidR="00CF5AE0" w:rsidRDefault="00CF5AE0" w:rsidP="005D061A">
      <w:pPr>
        <w:pStyle w:val="Heading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ПОСТАНОВЛЕНИЕ</w:t>
      </w:r>
    </w:p>
    <w:p w:rsidR="00CF5AE0" w:rsidRDefault="00CF5AE0" w:rsidP="005D061A">
      <w:pPr>
        <w:jc w:val="center"/>
      </w:pPr>
      <w:r>
        <w:t>с. Зоново</w:t>
      </w:r>
    </w:p>
    <w:p w:rsidR="00CF5AE0" w:rsidRDefault="00CF5AE0" w:rsidP="005D061A">
      <w:pPr>
        <w:jc w:val="center"/>
      </w:pPr>
    </w:p>
    <w:p w:rsidR="00CF5AE0" w:rsidRDefault="00CF5AE0" w:rsidP="005D061A">
      <w:pPr>
        <w:jc w:val="center"/>
      </w:pPr>
      <w:r>
        <w:t>22.11.2012 № 52а</w:t>
      </w:r>
    </w:p>
    <w:p w:rsidR="00CF5AE0" w:rsidRDefault="00CF5AE0" w:rsidP="005D061A">
      <w:pPr>
        <w:jc w:val="center"/>
      </w:pPr>
    </w:p>
    <w:p w:rsidR="00CF5AE0" w:rsidRDefault="00CF5AE0" w:rsidP="00B771C6"/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6148"/>
      </w:tblGrid>
      <w:tr w:rsidR="00CF5AE0" w:rsidTr="002E15FF">
        <w:trPr>
          <w:trHeight w:val="1243"/>
        </w:trPr>
        <w:tc>
          <w:tcPr>
            <w:tcW w:w="6148" w:type="dxa"/>
          </w:tcPr>
          <w:p w:rsidR="00CF5AE0" w:rsidRDefault="00CF5AE0" w:rsidP="0052639D">
            <w:pPr>
              <w:widowControl/>
              <w:spacing w:line="240" w:lineRule="atLeast"/>
              <w:jc w:val="both"/>
            </w:pPr>
            <w:r>
              <w:rPr>
                <w:noProof/>
              </w:rPr>
              <w:pict>
                <v:rect id="_x0000_s1026" style="position:absolute;left:0;text-align:left;margin-left:324pt;margin-top:64.8pt;width:241pt;height:36pt;z-index:251658240;mso-position-horizontal-relative:page;mso-position-vertical-relative:page" o:allowincell="f" filled="f" stroked="f" strokeweight="0">
                  <v:textbox style="mso-next-textbox:#_x0000_s1026" inset="0,0,0,0">
                    <w:txbxContent>
                      <w:p w:rsidR="00CF5AE0" w:rsidRDefault="00CF5AE0" w:rsidP="00B771C6">
                        <w:pPr>
                          <w:pStyle w:val="BodyText"/>
                        </w:pPr>
                      </w:p>
                      <w:p w:rsidR="00CF5AE0" w:rsidRDefault="00CF5AE0" w:rsidP="00B771C6">
                        <w:pPr>
                          <w:pStyle w:val="BodyText"/>
                        </w:pPr>
                      </w:p>
                      <w:p w:rsidR="00CF5AE0" w:rsidRDefault="00CF5AE0" w:rsidP="00B771C6">
                        <w:pPr>
                          <w:pStyle w:val="BodyText"/>
                        </w:pPr>
                        <w:r>
                          <w:t>ект постановления администрации З</w:t>
                        </w:r>
                        <w:r>
                          <w:t>о</w:t>
                        </w:r>
                        <w:r>
                          <w:t>новского сельсовета</w:t>
                        </w:r>
                      </w:p>
                    </w:txbxContent>
                  </v:textbox>
                  <w10:wrap anchorx="page" anchory="page"/>
                </v:rect>
              </w:pict>
            </w:r>
            <w:r>
              <w:t xml:space="preserve">Об утверждении </w:t>
            </w:r>
            <w:r w:rsidRPr="002731A2">
              <w:t>административн</w:t>
            </w:r>
            <w:r>
              <w:t>ого</w:t>
            </w:r>
            <w:r w:rsidRPr="002731A2">
              <w:t xml:space="preserve"> регламент</w:t>
            </w:r>
            <w:r>
              <w:t>а</w:t>
            </w:r>
            <w:r w:rsidRPr="002731A2">
              <w:t xml:space="preserve"> </w:t>
            </w:r>
          </w:p>
          <w:p w:rsidR="00CF5AE0" w:rsidRDefault="00CF5AE0" w:rsidP="008017E1">
            <w:pPr>
              <w:widowControl/>
              <w:spacing w:line="240" w:lineRule="atLeast"/>
              <w:jc w:val="both"/>
            </w:pPr>
            <w:r w:rsidRPr="002731A2">
              <w:t>осуществлени</w:t>
            </w:r>
            <w:r>
              <w:t>я</w:t>
            </w:r>
            <w:r w:rsidRPr="002731A2">
              <w:t xml:space="preserve"> муниципального земельного ко</w:t>
            </w:r>
            <w:r w:rsidRPr="002731A2">
              <w:t>н</w:t>
            </w:r>
            <w:r w:rsidRPr="002731A2">
              <w:t xml:space="preserve">троля на </w:t>
            </w:r>
            <w:r>
              <w:t>территории Зоновского сельсовета Ку</w:t>
            </w:r>
            <w:r>
              <w:t>й</w:t>
            </w:r>
            <w:r>
              <w:t>бышевского района Новосибирской области</w:t>
            </w:r>
          </w:p>
        </w:tc>
      </w:tr>
    </w:tbl>
    <w:p w:rsidR="00CF5AE0" w:rsidRDefault="00CF5AE0" w:rsidP="00B771C6">
      <w:pPr>
        <w:widowControl/>
        <w:autoSpaceDE w:val="0"/>
        <w:autoSpaceDN w:val="0"/>
        <w:adjustRightInd w:val="0"/>
        <w:spacing w:before="600"/>
        <w:ind w:firstLine="709"/>
        <w:jc w:val="both"/>
        <w:outlineLvl w:val="0"/>
      </w:pPr>
      <w:r w:rsidRPr="00541B45">
        <w:t xml:space="preserve">В целях </w:t>
      </w:r>
      <w:r>
        <w:t>оптимизации, повышения качества проведения проверок при ос</w:t>
      </w:r>
      <w:r>
        <w:t>у</w:t>
      </w:r>
      <w:r>
        <w:t>ществлении муниципального земельного контроля на территории Зоновского сельсовета, в соответствии с Федеральным законом от 26.12.2008 № 294-ФЗ «О защите прав юридических лиц и индивидуальных предпринимателей при осущ</w:t>
      </w:r>
      <w:r>
        <w:t>е</w:t>
      </w:r>
      <w:r>
        <w:t>ствлении государственного контроля (надзора) и муниципального контроля», р</w:t>
      </w:r>
      <w:r>
        <w:t>у</w:t>
      </w:r>
      <w:r>
        <w:t>ководствуясь</w:t>
      </w:r>
      <w:r>
        <w:rPr>
          <w:spacing w:val="-2"/>
        </w:rPr>
        <w:t xml:space="preserve"> постановлением Правительства Новосибирской области от 02.07.2012 № 309-п «Об утверждении Порядка</w:t>
      </w:r>
      <w:r w:rsidRPr="00312144">
        <w:t xml:space="preserve"> </w:t>
      </w:r>
      <w:r>
        <w:t>разработки и принятия админис</w:t>
      </w:r>
      <w:r>
        <w:t>т</w:t>
      </w:r>
      <w:r>
        <w:t>ративных регламентов осуществления муниципального контроля в соответс</w:t>
      </w:r>
      <w:r>
        <w:t>т</w:t>
      </w:r>
      <w:r>
        <w:t xml:space="preserve">вующих сферах деятельности», </w:t>
      </w:r>
    </w:p>
    <w:p w:rsidR="00CF5AE0" w:rsidRDefault="00CF5AE0" w:rsidP="00B771C6">
      <w:pPr>
        <w:widowControl/>
        <w:spacing w:line="240" w:lineRule="atLeast"/>
        <w:jc w:val="both"/>
      </w:pPr>
      <w:r>
        <w:t>ПОСТАНОВЛЯЮ:</w:t>
      </w:r>
    </w:p>
    <w:p w:rsidR="00CF5AE0" w:rsidRDefault="00CF5AE0" w:rsidP="00284E31">
      <w:pPr>
        <w:suppressAutoHyphens/>
        <w:ind w:firstLine="709"/>
        <w:jc w:val="both"/>
      </w:pPr>
      <w:r>
        <w:t xml:space="preserve">1. Утвердить </w:t>
      </w:r>
      <w:r w:rsidRPr="002731A2">
        <w:t>административн</w:t>
      </w:r>
      <w:r>
        <w:t>ый</w:t>
      </w:r>
      <w:r w:rsidRPr="002731A2">
        <w:t xml:space="preserve"> регламент осуществлени</w:t>
      </w:r>
      <w:r>
        <w:t>я</w:t>
      </w:r>
      <w:r w:rsidRPr="002731A2">
        <w:t xml:space="preserve"> муниципального земельного контроля на </w:t>
      </w:r>
      <w:r>
        <w:t xml:space="preserve">территории Зоновского сельсовета (приложение). </w:t>
      </w:r>
    </w:p>
    <w:p w:rsidR="00CF5AE0" w:rsidRPr="006C72CF" w:rsidRDefault="00CF5AE0" w:rsidP="006E7312">
      <w:pPr>
        <w:tabs>
          <w:tab w:val="left" w:pos="567"/>
          <w:tab w:val="left" w:pos="900"/>
        </w:tabs>
        <w:adjustRightInd w:val="0"/>
        <w:ind w:firstLine="709"/>
        <w:jc w:val="both"/>
      </w:pPr>
      <w:r>
        <w:t>2. </w:t>
      </w:r>
      <w:r w:rsidRPr="00A551A1">
        <w:t>Разместить административный регламент осуществления муниципальн</w:t>
      </w:r>
      <w:r w:rsidRPr="00A551A1">
        <w:t>о</w:t>
      </w:r>
      <w:r w:rsidRPr="00A551A1">
        <w:t>го земельного контроля на территории Зоновского сельсовета на официальном сайте администрации Куйбышевского района.</w:t>
      </w:r>
    </w:p>
    <w:p w:rsidR="00CF5AE0" w:rsidRDefault="00CF5AE0" w:rsidP="00B863EC">
      <w:pPr>
        <w:widowControl/>
        <w:autoSpaceDE w:val="0"/>
        <w:autoSpaceDN w:val="0"/>
        <w:adjustRightInd w:val="0"/>
        <w:ind w:firstLine="709"/>
        <w:jc w:val="both"/>
      </w:pPr>
      <w:r>
        <w:t>3. Специалисту Эрдман Л.А. обеспечить опубликование постановления в установленном порядке.</w:t>
      </w:r>
    </w:p>
    <w:p w:rsidR="00CF5AE0" w:rsidRPr="003B0DD9" w:rsidRDefault="00CF5AE0" w:rsidP="003B0DD9">
      <w:pPr>
        <w:widowControl/>
        <w:autoSpaceDE w:val="0"/>
        <w:autoSpaceDN w:val="0"/>
        <w:adjustRightInd w:val="0"/>
        <w:ind w:firstLine="709"/>
        <w:jc w:val="both"/>
      </w:pPr>
      <w:r>
        <w:t xml:space="preserve">4. Признать утратившим силу постановление Администрации Зоновского сельсовета № 34 от 21.10.2009 года </w:t>
      </w:r>
      <w:r w:rsidRPr="003B0DD9">
        <w:t>«Об утверждении административного регл</w:t>
      </w:r>
      <w:r w:rsidRPr="003B0DD9">
        <w:t>а</w:t>
      </w:r>
      <w:r w:rsidRPr="003B0DD9">
        <w:t>мента проведения проверок при осуществлении муниципального земельного ко</w:t>
      </w:r>
      <w:r w:rsidRPr="003B0DD9">
        <w:t>н</w:t>
      </w:r>
      <w:r w:rsidRPr="003B0DD9">
        <w:t>троля»</w:t>
      </w:r>
      <w:r>
        <w:t>.</w:t>
      </w:r>
    </w:p>
    <w:p w:rsidR="00CF5AE0" w:rsidRDefault="00CF5AE0" w:rsidP="00383113">
      <w:pPr>
        <w:widowControl/>
        <w:autoSpaceDE w:val="0"/>
        <w:autoSpaceDN w:val="0"/>
        <w:adjustRightInd w:val="0"/>
        <w:ind w:firstLine="709"/>
        <w:jc w:val="both"/>
      </w:pPr>
      <w:r>
        <w:t>5. Ответственность за исполнение постановления возложить на специалиста администрации Киселёва А.М.</w:t>
      </w:r>
    </w:p>
    <w:tbl>
      <w:tblPr>
        <w:tblW w:w="10207" w:type="dxa"/>
        <w:tblInd w:w="-34" w:type="dxa"/>
        <w:tblLayout w:type="fixed"/>
        <w:tblLook w:val="0000"/>
      </w:tblPr>
      <w:tblGrid>
        <w:gridCol w:w="6946"/>
        <w:gridCol w:w="3261"/>
      </w:tblGrid>
      <w:tr w:rsidR="00CF5AE0" w:rsidTr="00FF438C">
        <w:tc>
          <w:tcPr>
            <w:tcW w:w="6946" w:type="dxa"/>
          </w:tcPr>
          <w:p w:rsidR="00CF5AE0" w:rsidRDefault="00CF5AE0" w:rsidP="00FF438C">
            <w:pPr>
              <w:widowControl/>
              <w:spacing w:before="600" w:line="240" w:lineRule="atLeast"/>
              <w:jc w:val="both"/>
            </w:pPr>
            <w:r>
              <w:t>Глава Зоновского сельсовета</w:t>
            </w:r>
          </w:p>
        </w:tc>
        <w:tc>
          <w:tcPr>
            <w:tcW w:w="3261" w:type="dxa"/>
            <w:vAlign w:val="bottom"/>
          </w:tcPr>
          <w:p w:rsidR="00CF5AE0" w:rsidRDefault="00CF5AE0" w:rsidP="00FF438C">
            <w:pPr>
              <w:pStyle w:val="Heading7"/>
              <w:spacing w:before="0"/>
              <w:jc w:val="right"/>
            </w:pPr>
            <w:r>
              <w:t>В.Н.Зонов</w:t>
            </w:r>
          </w:p>
        </w:tc>
      </w:tr>
    </w:tbl>
    <w:p w:rsidR="00CF5AE0" w:rsidRDefault="00CF5AE0" w:rsidP="00711361">
      <w:pPr>
        <w:widowControl/>
        <w:autoSpaceDE w:val="0"/>
        <w:autoSpaceDN w:val="0"/>
        <w:adjustRightInd w:val="0"/>
        <w:jc w:val="both"/>
      </w:pPr>
    </w:p>
    <w:p w:rsidR="00CF5AE0" w:rsidRDefault="00CF5AE0" w:rsidP="00711361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F5AE0" w:rsidRPr="00AA137F" w:rsidRDefault="00CF5AE0" w:rsidP="00B3640A">
      <w:pPr>
        <w:widowControl/>
        <w:ind w:left="6237"/>
        <w:jc w:val="both"/>
      </w:pPr>
      <w:r>
        <w:t>П</w:t>
      </w:r>
      <w:r w:rsidRPr="00AA137F">
        <w:t>риложение</w:t>
      </w:r>
      <w:r>
        <w:t xml:space="preserve"> 1</w:t>
      </w:r>
    </w:p>
    <w:p w:rsidR="00CF5AE0" w:rsidRPr="00AA137F" w:rsidRDefault="00CF5AE0" w:rsidP="00A551A1">
      <w:pPr>
        <w:widowControl/>
        <w:ind w:left="6237"/>
        <w:jc w:val="both"/>
      </w:pPr>
      <w:r w:rsidRPr="00AA137F">
        <w:t xml:space="preserve">к </w:t>
      </w:r>
      <w:r>
        <w:t>постановлению админис</w:t>
      </w:r>
      <w:r>
        <w:t>т</w:t>
      </w:r>
      <w:r>
        <w:t>рации Зоновского сельсовета</w:t>
      </w:r>
    </w:p>
    <w:p w:rsidR="00CF5AE0" w:rsidRDefault="00CF5AE0" w:rsidP="00B3640A">
      <w:pPr>
        <w:pStyle w:val="Heading5"/>
        <w:widowControl/>
        <w:ind w:left="6237"/>
        <w:rPr>
          <w:b w:val="0"/>
          <w:i w:val="0"/>
          <w:szCs w:val="28"/>
        </w:rPr>
      </w:pPr>
      <w:r w:rsidRPr="00B3640A">
        <w:rPr>
          <w:b w:val="0"/>
          <w:i w:val="0"/>
          <w:sz w:val="28"/>
          <w:szCs w:val="28"/>
        </w:rPr>
        <w:t>от</w:t>
      </w:r>
      <w:r w:rsidRPr="00B3640A">
        <w:rPr>
          <w:b w:val="0"/>
          <w:i w:val="0"/>
          <w:szCs w:val="28"/>
        </w:rPr>
        <w:t xml:space="preserve"> </w:t>
      </w:r>
      <w:r>
        <w:rPr>
          <w:b w:val="0"/>
          <w:i w:val="0"/>
          <w:szCs w:val="28"/>
        </w:rPr>
        <w:t xml:space="preserve">22.11.2012 </w:t>
      </w:r>
      <w:r w:rsidRPr="00B3640A">
        <w:rPr>
          <w:b w:val="0"/>
          <w:i w:val="0"/>
          <w:szCs w:val="28"/>
        </w:rPr>
        <w:t xml:space="preserve"> № </w:t>
      </w:r>
      <w:r>
        <w:rPr>
          <w:b w:val="0"/>
          <w:i w:val="0"/>
          <w:szCs w:val="28"/>
        </w:rPr>
        <w:t>52а</w:t>
      </w:r>
    </w:p>
    <w:p w:rsidR="00CF5AE0" w:rsidRDefault="00CF5AE0" w:rsidP="009D0369"/>
    <w:p w:rsidR="00CF5AE0" w:rsidRDefault="00CF5AE0" w:rsidP="009D0369">
      <w:pPr>
        <w:jc w:val="center"/>
        <w:rPr>
          <w:b/>
        </w:rPr>
      </w:pPr>
      <w:r>
        <w:rPr>
          <w:b/>
        </w:rPr>
        <w:t xml:space="preserve">АДМИНИСТРАТИВНЫЙ РЕГЛАМЕНТ </w:t>
      </w:r>
    </w:p>
    <w:p w:rsidR="00CF5AE0" w:rsidRDefault="00CF5AE0" w:rsidP="009D0369">
      <w:pPr>
        <w:jc w:val="center"/>
        <w:rPr>
          <w:b/>
        </w:rPr>
      </w:pPr>
      <w:r>
        <w:rPr>
          <w:b/>
        </w:rPr>
        <w:t xml:space="preserve">ОСУЩЕСТВЛЕНИЯ МУНИЦИПАЛЬНОГО ЗЕМЕЛЬНОГО КОНТРОЛЯ </w:t>
      </w:r>
    </w:p>
    <w:p w:rsidR="00CF5AE0" w:rsidRDefault="00CF5AE0" w:rsidP="009D0369">
      <w:pPr>
        <w:jc w:val="center"/>
        <w:rPr>
          <w:b/>
        </w:rPr>
      </w:pPr>
      <w:r>
        <w:rPr>
          <w:b/>
        </w:rPr>
        <w:t>НА ТЕРРИТОРИИ ЗОНОВСКОГО СЕЛЬСОВЕТА</w:t>
      </w:r>
    </w:p>
    <w:p w:rsidR="00CF5AE0" w:rsidRDefault="00CF5AE0" w:rsidP="009D0369">
      <w:pPr>
        <w:jc w:val="center"/>
        <w:rPr>
          <w:b/>
        </w:rPr>
      </w:pPr>
    </w:p>
    <w:p w:rsidR="00CF5AE0" w:rsidRDefault="00CF5AE0" w:rsidP="009D0369">
      <w:pPr>
        <w:jc w:val="center"/>
        <w:rPr>
          <w:b/>
        </w:rPr>
      </w:pPr>
      <w:r>
        <w:rPr>
          <w:b/>
        </w:rPr>
        <w:t>1. Общие положения</w:t>
      </w:r>
    </w:p>
    <w:p w:rsidR="00CF5AE0" w:rsidRPr="009D0369" w:rsidRDefault="00CF5AE0" w:rsidP="009D0369">
      <w:pPr>
        <w:jc w:val="center"/>
        <w:rPr>
          <w:b/>
        </w:rPr>
      </w:pPr>
    </w:p>
    <w:p w:rsidR="00CF5AE0" w:rsidRDefault="00CF5AE0" w:rsidP="009D0369">
      <w:pPr>
        <w:ind w:firstLine="708"/>
        <w:jc w:val="both"/>
      </w:pPr>
      <w:r>
        <w:t>1.1. Административный регламент осуществления муниципального земел</w:t>
      </w:r>
      <w:r>
        <w:t>ь</w:t>
      </w:r>
      <w:r>
        <w:t>ного контроля на территории Зоновского сельсовета (далее – административный регламент) разработан в соответствии с Федеральным законом от 26.12.2008 № 294-ФЗ «О защите прав юридических лиц и индивидуальных предпринимат</w:t>
      </w:r>
      <w:r>
        <w:t>е</w:t>
      </w:r>
      <w:r>
        <w:t xml:space="preserve">лей при осуществлении государственного контроля (надзора) и муниципального контроля», </w:t>
      </w:r>
      <w:r>
        <w:rPr>
          <w:spacing w:val="-2"/>
        </w:rPr>
        <w:t>постановлением Правительства Новосибирской области от 02.07.2012 № 309-п «Об утверждении Порядка</w:t>
      </w:r>
      <w:r w:rsidRPr="00312144">
        <w:t xml:space="preserve"> </w:t>
      </w:r>
      <w:r>
        <w:t>разработки и принятия административных регламентов осуществления муниципального контроля в соответствующих сф</w:t>
      </w:r>
      <w:r>
        <w:t>е</w:t>
      </w:r>
      <w:r>
        <w:t>рах деятельности».</w:t>
      </w:r>
    </w:p>
    <w:p w:rsidR="00CF5AE0" w:rsidRDefault="00CF5AE0" w:rsidP="009D0369">
      <w:pPr>
        <w:ind w:firstLine="708"/>
        <w:jc w:val="both"/>
      </w:pPr>
      <w:r>
        <w:t xml:space="preserve">1.2. Административный регламент устанавливает требования к порядку осуществления муниципального земельного контроля на территории </w:t>
      </w:r>
      <w:r w:rsidRPr="00770A52">
        <w:t>Зоновского сельсовета</w:t>
      </w:r>
      <w:r>
        <w:t xml:space="preserve"> (далее – муниципальный земельный контроль), состав, последовател</w:t>
      </w:r>
      <w:r>
        <w:t>ь</w:t>
      </w:r>
      <w:r>
        <w:t>ность и сроки выполнения административных процедур (действий), порядок и формы контроля за осуществлением муниципального земельного контроля, дос</w:t>
      </w:r>
      <w:r>
        <w:t>у</w:t>
      </w:r>
      <w:r>
        <w:t>дебный (внесудебный) порядок обжалования решений и действий (бездействия) органа местного самоуправления, осуществляющего муниципальный земельный контроль, а также его должностных лиц.</w:t>
      </w:r>
    </w:p>
    <w:p w:rsidR="00CF5AE0" w:rsidRDefault="00CF5AE0" w:rsidP="009D0369">
      <w:pPr>
        <w:ind w:firstLine="708"/>
        <w:jc w:val="both"/>
      </w:pPr>
      <w:r>
        <w:t>1.3. Муниципальный земельный контроль осуществляет администрация З</w:t>
      </w:r>
      <w:r>
        <w:t>о</w:t>
      </w:r>
      <w:r>
        <w:t>новского сельсовета.</w:t>
      </w:r>
    </w:p>
    <w:p w:rsidR="00CF5AE0" w:rsidRDefault="00CF5AE0" w:rsidP="00AD0DB5">
      <w:pPr>
        <w:autoSpaceDE w:val="0"/>
        <w:autoSpaceDN w:val="0"/>
        <w:adjustRightInd w:val="0"/>
        <w:ind w:firstLine="708"/>
        <w:jc w:val="both"/>
      </w:pPr>
      <w:r>
        <w:t>1.4. Муниципальный земельный контроль проводится в форме проверок (плановых и внеплановых) в отношении юридических лиц (их филиалов, предст</w:t>
      </w:r>
      <w:r>
        <w:t>а</w:t>
      </w:r>
      <w:r>
        <w:t>вительств, обособленных структурных подразделений) и индивидуальных пре</w:t>
      </w:r>
      <w:r>
        <w:t>д</w:t>
      </w:r>
      <w:r>
        <w:t>принимателей (далее также - субъекты проверок).</w:t>
      </w:r>
    </w:p>
    <w:p w:rsidR="00CF5AE0" w:rsidRDefault="00CF5AE0" w:rsidP="00AD0DB5">
      <w:pPr>
        <w:autoSpaceDE w:val="0"/>
        <w:autoSpaceDN w:val="0"/>
        <w:adjustRightInd w:val="0"/>
        <w:ind w:firstLine="708"/>
        <w:jc w:val="both"/>
      </w:pPr>
      <w:r>
        <w:t xml:space="preserve">1.5. Проведение проверок (плановых и внеплановых) осуществляет </w:t>
      </w:r>
      <w:r w:rsidRPr="00770A52">
        <w:t>ко</w:t>
      </w:r>
      <w:r w:rsidRPr="00770A52">
        <w:t>н</w:t>
      </w:r>
      <w:r w:rsidRPr="00770A52">
        <w:t xml:space="preserve">троль осуществляет администрация Зоновского сельсовета </w:t>
      </w:r>
    </w:p>
    <w:p w:rsidR="00CF5AE0" w:rsidRDefault="00CF5AE0" w:rsidP="00AD0DB5">
      <w:pPr>
        <w:autoSpaceDE w:val="0"/>
        <w:autoSpaceDN w:val="0"/>
        <w:adjustRightInd w:val="0"/>
        <w:ind w:firstLine="708"/>
        <w:jc w:val="both"/>
      </w:pPr>
      <w:r>
        <w:t>1.6. Муниципальный земельный контроль осуществляется в соответствии с:</w:t>
      </w:r>
    </w:p>
    <w:p w:rsidR="00CF5AE0" w:rsidRDefault="00CF5AE0" w:rsidP="00AD0DB5">
      <w:pPr>
        <w:autoSpaceDE w:val="0"/>
        <w:autoSpaceDN w:val="0"/>
        <w:adjustRightInd w:val="0"/>
        <w:ind w:firstLine="708"/>
        <w:jc w:val="both"/>
      </w:pPr>
      <w:hyperlink r:id="rId7" w:history="1">
        <w:r>
          <w:rPr>
            <w:color w:val="0000FF"/>
          </w:rPr>
          <w:t>Конституцией</w:t>
        </w:r>
      </w:hyperlink>
      <w:r>
        <w:t xml:space="preserve"> Российской Федерации («Российская газета», 25.12.93, № 237);</w:t>
      </w:r>
    </w:p>
    <w:p w:rsidR="00CF5AE0" w:rsidRDefault="00CF5AE0" w:rsidP="00AD0DB5">
      <w:pPr>
        <w:autoSpaceDE w:val="0"/>
        <w:autoSpaceDN w:val="0"/>
        <w:adjustRightInd w:val="0"/>
        <w:ind w:firstLine="708"/>
        <w:jc w:val="both"/>
      </w:pPr>
      <w:r>
        <w:t xml:space="preserve">Земельным </w:t>
      </w:r>
      <w:hyperlink r:id="rId8" w:history="1">
        <w:r>
          <w:rPr>
            <w:color w:val="0000FF"/>
          </w:rPr>
          <w:t>кодексом</w:t>
        </w:r>
      </w:hyperlink>
      <w:r>
        <w:t xml:space="preserve"> Российской Федерации («Российская газета», 30.10.2001, № 211-212);</w:t>
      </w:r>
    </w:p>
    <w:p w:rsidR="00CF5AE0" w:rsidRDefault="00CF5AE0" w:rsidP="00AD0DB5">
      <w:pPr>
        <w:autoSpaceDE w:val="0"/>
        <w:autoSpaceDN w:val="0"/>
        <w:adjustRightInd w:val="0"/>
        <w:ind w:firstLine="708"/>
        <w:jc w:val="both"/>
      </w:pPr>
      <w:r>
        <w:t xml:space="preserve">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06.10.2003 № 131-ФЗ «Об общих принципах орг</w:t>
      </w:r>
      <w:r>
        <w:t>а</w:t>
      </w:r>
      <w:r>
        <w:t>низации местного самоуправления в Российской Федерации» («Российская газ</w:t>
      </w:r>
      <w:r>
        <w:t>е</w:t>
      </w:r>
      <w:r>
        <w:t>та», 08.10.2003, № 202);</w:t>
      </w:r>
    </w:p>
    <w:p w:rsidR="00CF5AE0" w:rsidRDefault="00CF5AE0" w:rsidP="00AD0DB5">
      <w:pPr>
        <w:autoSpaceDE w:val="0"/>
        <w:autoSpaceDN w:val="0"/>
        <w:adjustRightInd w:val="0"/>
        <w:ind w:firstLine="708"/>
        <w:jc w:val="both"/>
      </w:pPr>
      <w:r>
        <w:t xml:space="preserve">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26.12.2008 № 294-ФЗ «О защите прав юридич</w:t>
      </w:r>
      <w:r>
        <w:t>е</w:t>
      </w:r>
      <w:r>
        <w:t>ских лиц и индивидуальных предпринимателей при осуществлении государстве</w:t>
      </w:r>
      <w:r>
        <w:t>н</w:t>
      </w:r>
      <w:r>
        <w:t>ного контроля (надзора) и муниципального контроля» («Российская газета», 30.12.2008, № 266);</w:t>
      </w:r>
    </w:p>
    <w:p w:rsidR="00CF5AE0" w:rsidRDefault="00CF5AE0" w:rsidP="00AD0DB5">
      <w:pPr>
        <w:autoSpaceDE w:val="0"/>
        <w:autoSpaceDN w:val="0"/>
        <w:adjustRightInd w:val="0"/>
        <w:ind w:firstLine="708"/>
        <w:jc w:val="both"/>
      </w:pPr>
      <w:r>
        <w:t>1.7. Предметом муниципального земельного контроля является проверка соблюдения юридическими лицами и индивидуальными предпринимателями тр</w:t>
      </w:r>
      <w:r>
        <w:t>е</w:t>
      </w:r>
      <w:r>
        <w:t>бований федеральных законов, законов Новосибирской области, муниципальных правовых актов Администрации Зоновского сельсовета по вопросам использов</w:t>
      </w:r>
      <w:r>
        <w:t>а</w:t>
      </w:r>
      <w:r>
        <w:t>ния земель.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1.8. При осуществлении мероприятий по муниципальному земельному ко</w:t>
      </w:r>
      <w:r>
        <w:t>н</w:t>
      </w:r>
      <w:r>
        <w:t>тролю должностные лица администрации имеют право: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посещать земельные участки, являющиеся объектами контроля при пред</w:t>
      </w:r>
      <w:r>
        <w:t>ъ</w:t>
      </w:r>
      <w:r>
        <w:t>явлении распоряжения главы 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получать от юридического лица, индивидуального предпринимателя и</w:t>
      </w:r>
      <w:r>
        <w:t>н</w:t>
      </w:r>
      <w:r>
        <w:t xml:space="preserve">формацию, которая относится к предмету проверки и предоставление которой предусмотрено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«О защите прав юридических лиц и инд</w:t>
      </w:r>
      <w:r>
        <w:t>и</w:t>
      </w:r>
      <w:r>
        <w:t>видуальных предпринимателей при осуществлении государственного контроля (надзора) и муниципального контроля»;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обращаться в органы внутренних дел за содействием в предотвращении или пресечении действий, препятствующих осуществлению муниципального з</w:t>
      </w:r>
      <w:r>
        <w:t>е</w:t>
      </w:r>
      <w:r>
        <w:t>мельного контроля, а также в установлении (выявлении) лиц, виновных в нар</w:t>
      </w:r>
      <w:r>
        <w:t>у</w:t>
      </w:r>
      <w:r>
        <w:t>шении обязательных требований и требований, установленных муниципальными правовыми актами Зоновского сельсовета;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привлекать к проведению проверки юридического лица, индивидуального предпринимателя экспертов, экспертные организации, не состоящие в гражда</w:t>
      </w:r>
      <w:r>
        <w:t>н</w:t>
      </w:r>
      <w:r>
        <w:t>ско-правовых и трудовых отношениях с юридическим лицом, индивидуальным предпринимателем, в отношении которых проводится проверка, и не являющиеся аффилированными лицами проверяемых лиц;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взаимодействовать с органами государственного контроля (надзора) при организации и проведении проверок, с саморегулируемыми организациями по в</w:t>
      </w:r>
      <w:r>
        <w:t>о</w:t>
      </w:r>
      <w:r>
        <w:t>просам защиты прав их членов при осуществлении муниципального земельного контроля.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1.9. При осуществлении мероприятий по муниципальному земельному ко</w:t>
      </w:r>
      <w:r>
        <w:t>н</w:t>
      </w:r>
      <w:r>
        <w:t>тролю должностные лица администрации обязаны: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требований федеральных законов, законов Новосибирской области, муниципальных правовых актов Зоновского сельсовета по вопросам использования земель;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соблюдать законодательство Российской Федерации, права и законные и</w:t>
      </w:r>
      <w:r>
        <w:t>н</w:t>
      </w:r>
      <w:r>
        <w:t>тересы субъектов проверки, проверка которых проводится;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пресекать и предотвращать нарушения требований федеральных законов, законов Новосибирской области, муниципальных правовых актов Зоновского сельсовета по вопросам использования земель, в установленном законодательс</w:t>
      </w:r>
      <w:r>
        <w:t>т</w:t>
      </w:r>
      <w:r>
        <w:t>вом порядке;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проводить проверку на основании распоряжения главы о ее проведении в соответствии с ее назначением;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проводить проверку только во время исполнения служебных обязанностей, выездную проверку только при предъявлении копии распоряжения главы;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не препятствовать руководителю, иному должностному лицу или уполн</w:t>
      </w:r>
      <w:r>
        <w:t>о</w:t>
      </w:r>
      <w:r>
        <w:t>моченному представителю юридического лица, индивидуальному предприним</w:t>
      </w:r>
      <w:r>
        <w:t>а</w:t>
      </w:r>
      <w:r>
        <w:t>телю, его уполномоченному представителю присутствовать при проведении пр</w:t>
      </w:r>
      <w:r>
        <w:t>о</w:t>
      </w:r>
      <w:r>
        <w:t>верки и давать разъяснения по вопросам, относящимся к предмету проверки;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предоставлять руководителю, иному должностному лицу или уполном</w:t>
      </w:r>
      <w:r>
        <w:t>о</w:t>
      </w:r>
      <w:r>
        <w:t>ченному представителю юридического лица, индивидуальному предпринимат</w:t>
      </w:r>
      <w:r>
        <w:t>е</w:t>
      </w:r>
      <w:r>
        <w:t>лю, его уполномоченному представителю, присутствующим при проведении пр</w:t>
      </w:r>
      <w:r>
        <w:t>о</w:t>
      </w:r>
      <w:r>
        <w:t>верки, информацию и документы, относящиеся к предмету проверки;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составлять по результатам проверок акты;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знакомить руководителя, иного должностного лица или уполномоченного представителя юридического лица, индивидуального предпринимателя, его упо</w:t>
      </w:r>
      <w:r>
        <w:t>л</w:t>
      </w:r>
      <w:r>
        <w:t>номоченного представителя с результатами проверки;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учитывать при определении мер, принимаемых по фактам выявленных н</w:t>
      </w:r>
      <w:r>
        <w:t>а</w:t>
      </w:r>
      <w:r>
        <w:t>рушений, соответствие указанных мер тяжести нарушений, их потенциальной опасности для жизни, здоровья людей, для животных, растений, окружающей, среды, безопасности государства, для возникновения чрезвычайных ситуаций природного и техногенного характера, а также не допускать необоснованное о</w:t>
      </w:r>
      <w:r>
        <w:t>г</w:t>
      </w:r>
      <w:r>
        <w:t>раничение прав и законных интересов субъектов проверки;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доказывать обоснованность своих действий при их обжаловании субъе</w:t>
      </w:r>
      <w:r>
        <w:t>к</w:t>
      </w:r>
      <w:r>
        <w:t>тами проверки в порядке, установленном законодательством Российской Федер</w:t>
      </w:r>
      <w:r>
        <w:t>а</w:t>
      </w:r>
      <w:r>
        <w:t>ции;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соблюдать сроки проведения проверки;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не требовать от субъекта проверки документы и иные сведения, предста</w:t>
      </w:r>
      <w:r>
        <w:t>в</w:t>
      </w:r>
      <w:r>
        <w:t>ление которых не предусмотрено законодательством Российской Федерации;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перед началом проведения выездной проверки по просьбе руководителя, иного должностного лица или уполномоченного представителя юридического л</w:t>
      </w:r>
      <w:r>
        <w:t>и</w:t>
      </w:r>
      <w:r>
        <w:t>ца, индивидуального предпринимателя, его уполномоченного представителя о</w:t>
      </w:r>
      <w:r>
        <w:t>з</w:t>
      </w:r>
      <w:r>
        <w:t>накомить их с положениями настоящего административного регламента;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осуществлять запись о проведенной проверке в журнале учета проверок;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в случае выявления при проведении проверки нарушений субъектами пр</w:t>
      </w:r>
      <w:r>
        <w:t>о</w:t>
      </w:r>
      <w:r>
        <w:t>верки обязательных требований или требований, установленных муниципальн</w:t>
      </w:r>
      <w:r>
        <w:t>ы</w:t>
      </w:r>
      <w:r>
        <w:t>ми правовыми актами, принять меры по устранению выявленных нарушений, а также меры по привлечению лиц, допустивших выявленные нарушения, к отве</w:t>
      </w:r>
      <w:r>
        <w:t>т</w:t>
      </w:r>
      <w:r>
        <w:t>ственности.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1.10. Права субъектов проверки при проведении проверки: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непосредственно присутствовать при проведении проверки, давать объя</w:t>
      </w:r>
      <w:r>
        <w:t>с</w:t>
      </w:r>
      <w:r>
        <w:t>нения по вопросам, относящимся к предмету проверки;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получать информацию, которая относится к предмету проверки и предо</w:t>
      </w:r>
      <w:r>
        <w:t>с</w:t>
      </w:r>
      <w:r>
        <w:t xml:space="preserve">тавление которой предусмотрено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«О защите прав юрид</w:t>
      </w:r>
      <w:r>
        <w:t>и</w:t>
      </w:r>
      <w:r>
        <w:t>ческих лиц и индивидуальных предпринимателей при осуществлении государс</w:t>
      </w:r>
      <w:r>
        <w:t>т</w:t>
      </w:r>
      <w:r>
        <w:t>венного контроля (надзора) и муниципального контроля»;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администрации;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 обжаловать действия (бездействие) должностных лиц администрации, п</w:t>
      </w:r>
      <w:r>
        <w:t>о</w:t>
      </w:r>
      <w:r>
        <w:t>влекшие за собой нарушение прав субъектов проверки при проведении проверки, в административном и (или) судебном порядке в соответствии с законодательс</w:t>
      </w:r>
      <w:r>
        <w:t>т</w:t>
      </w:r>
      <w:r>
        <w:t>вом Российской Федерации.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1.11. Обязанности субъектов проверки при проведении проверок: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предоставлять должностным лицам, проводящим проверку, необходимые документы;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обеспечивать присутствие руководителей, иных должностных лиц или уполномоченных представителей юридических лиц; индивидуальные предприн</w:t>
      </w:r>
      <w:r>
        <w:t>и</w:t>
      </w:r>
      <w:r>
        <w:t>матели обязаны присутствовать или обеспечить присутствие уполномоченных представителей;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не препятствовать осуществлению муниципального земельного контроля;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- исполнять иные обязанности, предусмотренные действующим законод</w:t>
      </w:r>
      <w:r>
        <w:t>а</w:t>
      </w:r>
      <w:r>
        <w:t>тельством.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  <w:r>
        <w:t>1.12. Результатом осуществления муниципального земельного контроля я</w:t>
      </w:r>
      <w:r>
        <w:t>в</w:t>
      </w:r>
      <w:r>
        <w:t>ляется акт проверки и принятие мер при выявлении нарушений требований фед</w:t>
      </w:r>
      <w:r>
        <w:t>е</w:t>
      </w:r>
      <w:r>
        <w:t>ральных законов, законов Новосибирской области, муниципальных правовых а</w:t>
      </w:r>
      <w:r>
        <w:t>к</w:t>
      </w:r>
      <w:r>
        <w:t>тов Зоновского сельсовета по вопросам использования земель.</w:t>
      </w:r>
    </w:p>
    <w:p w:rsidR="00CF5AE0" w:rsidRDefault="00CF5AE0" w:rsidP="00373434">
      <w:pPr>
        <w:autoSpaceDE w:val="0"/>
        <w:autoSpaceDN w:val="0"/>
        <w:adjustRightInd w:val="0"/>
        <w:ind w:firstLine="700"/>
        <w:jc w:val="both"/>
      </w:pPr>
    </w:p>
    <w:p w:rsidR="00CF5AE0" w:rsidRDefault="00CF5AE0" w:rsidP="005B2F15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5B2F15">
        <w:rPr>
          <w:b/>
        </w:rPr>
        <w:t xml:space="preserve">2. Требования к порядку осуществления муниципального </w:t>
      </w:r>
    </w:p>
    <w:p w:rsidR="00CF5AE0" w:rsidRDefault="00CF5AE0" w:rsidP="005B2F15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5B2F15">
        <w:rPr>
          <w:b/>
        </w:rPr>
        <w:t>земельного контроля</w:t>
      </w:r>
    </w:p>
    <w:p w:rsidR="00CF5AE0" w:rsidRDefault="00CF5AE0" w:rsidP="005B2F15">
      <w:pPr>
        <w:autoSpaceDE w:val="0"/>
        <w:autoSpaceDN w:val="0"/>
        <w:adjustRightInd w:val="0"/>
        <w:ind w:firstLine="700"/>
        <w:jc w:val="center"/>
        <w:rPr>
          <w:b/>
        </w:rPr>
      </w:pP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2.1. </w:t>
      </w:r>
      <w:hyperlink r:id="rId13" w:history="1">
        <w:r>
          <w:rPr>
            <w:color w:val="0000FF"/>
          </w:rPr>
          <w:t>Информация</w:t>
        </w:r>
      </w:hyperlink>
      <w:r>
        <w:t xml:space="preserve"> о местонахождении, графике работы и контактных тел</w:t>
      </w:r>
      <w:r>
        <w:t>е</w:t>
      </w:r>
      <w:r>
        <w:t>фонах администрации приводится в приложении 1.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Для получения информации об осуществлении муниципального земельного контроля субъекты проверок и иные заинтересованные лица (далее - заявители) обращаются в администрацию сельсовета.</w:t>
      </w:r>
    </w:p>
    <w:p w:rsidR="00CF5AE0" w:rsidRDefault="00CF5AE0" w:rsidP="005B2F15">
      <w:pPr>
        <w:autoSpaceDE w:val="0"/>
        <w:autoSpaceDN w:val="0"/>
        <w:adjustRightInd w:val="0"/>
        <w:ind w:firstLine="700"/>
        <w:jc w:val="both"/>
      </w:pPr>
      <w:r>
        <w:t>2.2. Информация по вопросам осуществления муниципального земельного контроля предоставляется заявителям в устной (лично или по телефону) или письменной форме, в том числе в электронном виде.</w:t>
      </w:r>
    </w:p>
    <w:p w:rsidR="00CF5AE0" w:rsidRDefault="00CF5AE0" w:rsidP="005B2F15">
      <w:pPr>
        <w:autoSpaceDE w:val="0"/>
        <w:autoSpaceDN w:val="0"/>
        <w:adjustRightInd w:val="0"/>
        <w:ind w:firstLine="700"/>
        <w:jc w:val="both"/>
      </w:pPr>
      <w:r>
        <w:t>При ответах по телефону должностные лица администрации (далее - дол</w:t>
      </w:r>
      <w:r>
        <w:t>ж</w:t>
      </w:r>
      <w:r>
        <w:t>ностные лица) подробно, со ссылками на соответствующие нормативные прав</w:t>
      </w:r>
      <w:r>
        <w:t>о</w:t>
      </w:r>
      <w:r>
        <w:t>вые акты, информируют обратившихся по интересующим их вопросам. Ответ на телефонный звонок должен содержать информацию о фамилии, имени, отчестве и должности принявшего телефонный звонок.</w:t>
      </w:r>
    </w:p>
    <w:p w:rsidR="00CF5AE0" w:rsidRDefault="00CF5AE0" w:rsidP="005B2F15">
      <w:pPr>
        <w:autoSpaceDE w:val="0"/>
        <w:autoSpaceDN w:val="0"/>
        <w:adjustRightInd w:val="0"/>
        <w:ind w:firstLine="700"/>
        <w:jc w:val="both"/>
      </w:pPr>
      <w:r>
        <w:t>При обращении за информацией заявителя лично должностные лица обяз</w:t>
      </w:r>
      <w:r>
        <w:t>а</w:t>
      </w:r>
      <w:r>
        <w:t>ны принять его в соответствии с графиком работы. Продолжительность приема при личном обращении - 15 минут. Время ожидания в очереди при личном обр</w:t>
      </w:r>
      <w:r>
        <w:t>а</w:t>
      </w:r>
      <w:r>
        <w:t>щении не должно превышать 20 минут.</w:t>
      </w:r>
    </w:p>
    <w:p w:rsidR="00CF5AE0" w:rsidRDefault="00CF5AE0" w:rsidP="005B2F15">
      <w:pPr>
        <w:autoSpaceDE w:val="0"/>
        <w:autoSpaceDN w:val="0"/>
        <w:adjustRightInd w:val="0"/>
        <w:ind w:firstLine="700"/>
        <w:jc w:val="both"/>
      </w:pPr>
      <w:r>
        <w:t>Если для подготовки ответа требуется продолжительное время, должнос</w:t>
      </w:r>
      <w:r>
        <w:t>т</w:t>
      </w:r>
      <w:r>
        <w:t>ные лица, осуществляющие устное информирование, предлагают заявителю обр</w:t>
      </w:r>
      <w:r>
        <w:t>а</w:t>
      </w:r>
      <w:r>
        <w:t>титься за необходимой информацией в письменной форме либо назначают другое удобное для заявителя время для устного информирования в соответствии с гр</w:t>
      </w:r>
      <w:r>
        <w:t>а</w:t>
      </w:r>
      <w:r>
        <w:t>фиком работы.</w:t>
      </w:r>
    </w:p>
    <w:p w:rsidR="00CF5AE0" w:rsidRDefault="00CF5AE0" w:rsidP="005B2F15">
      <w:pPr>
        <w:autoSpaceDE w:val="0"/>
        <w:autoSpaceDN w:val="0"/>
        <w:adjustRightInd w:val="0"/>
        <w:ind w:firstLine="700"/>
        <w:jc w:val="both"/>
      </w:pPr>
      <w:r>
        <w:t>При обращении за информацией в письменной форме ответ направляется в виде почтового отправления в адрес заявителя в течение 30 дней со дня регистр</w:t>
      </w:r>
      <w:r>
        <w:t>а</w:t>
      </w:r>
      <w:r>
        <w:t>ции обращения.</w:t>
      </w:r>
    </w:p>
    <w:p w:rsidR="00CF5AE0" w:rsidRDefault="00CF5AE0" w:rsidP="005B2F15">
      <w:pPr>
        <w:autoSpaceDE w:val="0"/>
        <w:autoSpaceDN w:val="0"/>
        <w:adjustRightInd w:val="0"/>
        <w:ind w:firstLine="700"/>
        <w:jc w:val="both"/>
      </w:pPr>
      <w:r>
        <w:t>При направлении запроса государственным органам, другим органам мес</w:t>
      </w:r>
      <w:r>
        <w:t>т</w:t>
      </w:r>
      <w:r>
        <w:t>ного самоуправления и иным должностным лицам для получения необходимых для рассмотрения обращения документов и материалов должностные лица вправе продлить срок рассмотрения обращения не более чем на 30 дней, уведомив заяв</w:t>
      </w:r>
      <w:r>
        <w:t>и</w:t>
      </w:r>
      <w:r>
        <w:t>теля о продлении срока рассмотрения.</w:t>
      </w:r>
    </w:p>
    <w:p w:rsidR="00CF5AE0" w:rsidRDefault="00CF5AE0" w:rsidP="005B2F15">
      <w:pPr>
        <w:autoSpaceDE w:val="0"/>
        <w:autoSpaceDN w:val="0"/>
        <w:adjustRightInd w:val="0"/>
        <w:ind w:firstLine="700"/>
        <w:jc w:val="both"/>
      </w:pPr>
      <w:r>
        <w:t>Ответ дается в простой и понятной форме с указанием фамилии и номера телефона должностного лица.</w:t>
      </w:r>
    </w:p>
    <w:p w:rsidR="00CF5AE0" w:rsidRDefault="00CF5AE0" w:rsidP="005B2F15">
      <w:pPr>
        <w:autoSpaceDE w:val="0"/>
        <w:autoSpaceDN w:val="0"/>
        <w:adjustRightInd w:val="0"/>
        <w:ind w:firstLine="700"/>
        <w:jc w:val="both"/>
      </w:pPr>
      <w:r>
        <w:t>Если в обращении не указаны фамилия заявителя и почтовый адрес, по к</w:t>
      </w:r>
      <w:r>
        <w:t>о</w:t>
      </w:r>
      <w:r>
        <w:t>торому должен быть направлен ответ, обращение остается без ответа.</w:t>
      </w:r>
    </w:p>
    <w:p w:rsidR="00CF5AE0" w:rsidRDefault="00CF5AE0" w:rsidP="005B2F15">
      <w:pPr>
        <w:autoSpaceDE w:val="0"/>
        <w:autoSpaceDN w:val="0"/>
        <w:adjustRightInd w:val="0"/>
        <w:ind w:firstLine="700"/>
        <w:jc w:val="both"/>
      </w:pPr>
      <w:r>
        <w:t>Если текст обращения не поддается прочтению, ответ на обращение не по</w:t>
      </w:r>
      <w:r>
        <w:t>д</w:t>
      </w:r>
      <w:r>
        <w:t>готавливается, о чем сообщается заявителю, его направившему, если его фамилия и почтовый адрес поддаются прочтению.</w:t>
      </w:r>
    </w:p>
    <w:p w:rsidR="00CF5AE0" w:rsidRDefault="00CF5AE0" w:rsidP="005B2F15">
      <w:pPr>
        <w:autoSpaceDE w:val="0"/>
        <w:autoSpaceDN w:val="0"/>
        <w:adjustRightInd w:val="0"/>
        <w:ind w:firstLine="700"/>
        <w:jc w:val="both"/>
      </w:pPr>
      <w:r>
        <w:t>Обращения, содержащие нецензурные либо оскорбительные выражения, у</w:t>
      </w:r>
      <w:r>
        <w:t>г</w:t>
      </w:r>
      <w:r>
        <w:t>розы жизни, здоровью и имуществу должностного лица, а также членов его с</w:t>
      </w:r>
      <w:r>
        <w:t>е</w:t>
      </w:r>
      <w:r>
        <w:t>мьи, оставляются без ответа по существу поставленных в них вопросов.</w:t>
      </w:r>
    </w:p>
    <w:p w:rsidR="00CF5AE0" w:rsidRDefault="00CF5AE0" w:rsidP="005B2F15">
      <w:pPr>
        <w:autoSpaceDE w:val="0"/>
        <w:autoSpaceDN w:val="0"/>
        <w:adjustRightInd w:val="0"/>
        <w:ind w:firstLine="700"/>
        <w:jc w:val="both"/>
      </w:pPr>
      <w:r>
        <w:t>Если в обращении содержится вопрос, на который заявителю многократно давались письменные ответы по существу в связи с ранее направляемыми запр</w:t>
      </w:r>
      <w:r>
        <w:t>о</w:t>
      </w:r>
      <w:r>
        <w:t>сами, и при этом в обращении не приводятся новые доводы или обстоятельства, главой принимается решение о безосновательности очередного обращения и пр</w:t>
      </w:r>
      <w:r>
        <w:t>е</w:t>
      </w:r>
      <w:r>
        <w:t>кращении переписки с заявителем по данному вопросу при условии, что указа</w:t>
      </w:r>
      <w:r>
        <w:t>н</w:t>
      </w:r>
      <w:r>
        <w:t>ное и ранее направляемые обращения направлялись одному и тому же должнос</w:t>
      </w:r>
      <w:r>
        <w:t>т</w:t>
      </w:r>
      <w:r>
        <w:t>ному лицу. О данном решении заявитель уведомляется письменно.</w:t>
      </w:r>
    </w:p>
    <w:p w:rsidR="00CF5AE0" w:rsidRDefault="00CF5AE0" w:rsidP="005B2F15">
      <w:pPr>
        <w:autoSpaceDE w:val="0"/>
        <w:autoSpaceDN w:val="0"/>
        <w:adjustRightInd w:val="0"/>
        <w:ind w:firstLine="700"/>
        <w:jc w:val="both"/>
      </w:pPr>
      <w:r>
        <w:t>Письменные обращения, содержащие вопросы, решение которых не входит в компетенцию администрации, направляются в течение семи дней со дня их р</w:t>
      </w:r>
      <w:r>
        <w:t>е</w:t>
      </w:r>
      <w:r>
        <w:t>гистрации в соответствующий орган или соответствующему должностному лицу, в компетенцию которого входит решение поставленных в обращении вопросов, с уведомлением заявителя о переадресации обращения.</w:t>
      </w:r>
    </w:p>
    <w:p w:rsidR="00CF5AE0" w:rsidRDefault="00CF5AE0" w:rsidP="005B2F15">
      <w:pPr>
        <w:autoSpaceDE w:val="0"/>
        <w:autoSpaceDN w:val="0"/>
        <w:adjustRightInd w:val="0"/>
        <w:ind w:firstLine="700"/>
        <w:jc w:val="both"/>
      </w:pPr>
      <w:r>
        <w:t>При обращении за информацией по электронной почте ответ направляется по адресу электронной почты, указанному в обращении, в течение 30 дней со дня регистрации обращения.</w:t>
      </w:r>
    </w:p>
    <w:p w:rsidR="00CF5AE0" w:rsidRDefault="00CF5AE0" w:rsidP="005B2F15">
      <w:pPr>
        <w:autoSpaceDE w:val="0"/>
        <w:autoSpaceDN w:val="0"/>
        <w:adjustRightInd w:val="0"/>
        <w:ind w:firstLine="700"/>
        <w:jc w:val="both"/>
      </w:pPr>
      <w:r>
        <w:t>2.3. Сроки проведения плановых и внеплановых проверок (документарных или выездных) не могут превышать двадцати рабочих дней.</w:t>
      </w:r>
    </w:p>
    <w:p w:rsidR="00CF5AE0" w:rsidRDefault="00CF5AE0" w:rsidP="005B2F15">
      <w:pPr>
        <w:autoSpaceDE w:val="0"/>
        <w:autoSpaceDN w:val="0"/>
        <w:adjustRightInd w:val="0"/>
        <w:ind w:firstLine="700"/>
        <w:jc w:val="both"/>
      </w:pPr>
    </w:p>
    <w:p w:rsidR="00CF5AE0" w:rsidRPr="007E5EC6" w:rsidRDefault="00CF5AE0" w:rsidP="007E5EC6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7E5EC6">
        <w:rPr>
          <w:b/>
        </w:rPr>
        <w:t xml:space="preserve">3. Состав, последовательность и сроки выполнения административных 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7E5EC6">
        <w:rPr>
          <w:b/>
        </w:rPr>
        <w:t>процедур (действий), требования к порядку их выполнения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center"/>
        <w:rPr>
          <w:b/>
        </w:rPr>
      </w:pP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hyperlink r:id="rId14" w:history="1">
        <w:r>
          <w:rPr>
            <w:color w:val="0000FF"/>
          </w:rPr>
          <w:t>Блок-схема</w:t>
        </w:r>
      </w:hyperlink>
      <w:r>
        <w:t xml:space="preserve"> последовательности административных процедур проведения проверок представлена в приложении 2.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</w:p>
    <w:p w:rsidR="00CF5AE0" w:rsidRDefault="00CF5AE0" w:rsidP="007E5EC6">
      <w:pPr>
        <w:autoSpaceDE w:val="0"/>
        <w:autoSpaceDN w:val="0"/>
        <w:adjustRightInd w:val="0"/>
        <w:ind w:firstLine="700"/>
        <w:jc w:val="center"/>
        <w:outlineLvl w:val="2"/>
      </w:pPr>
      <w:r>
        <w:t>3.1. Принятие решения о проведении проверки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3.1.1. Проверки проводятся на основании распоряжения главы  о провед</w:t>
      </w:r>
      <w:r>
        <w:t>е</w:t>
      </w:r>
      <w:r>
        <w:t>нии проверки. Проверка проводится должностными лицами администрации, ук</w:t>
      </w:r>
      <w:r>
        <w:t>а</w:t>
      </w:r>
      <w:r>
        <w:t xml:space="preserve">занными в распоряжении главы. Подготовка распоряжения главы осуществляется в соответствии с типовой </w:t>
      </w:r>
      <w:hyperlink r:id="rId15" w:history="1">
        <w:r>
          <w:rPr>
            <w:color w:val="0000FF"/>
          </w:rPr>
          <w:t>формой</w:t>
        </w:r>
      </w:hyperlink>
      <w:r>
        <w:t xml:space="preserve"> приказа, утвержденной приказом Министерства экономического развития Российской Федерации от 30.04.2009 № 141 «О реал</w:t>
      </w:r>
      <w:r>
        <w:t>и</w:t>
      </w:r>
      <w:r>
        <w:t>зации положений Федерального закона «О защите прав юридических лиц и инд</w:t>
      </w:r>
      <w:r>
        <w:t>и</w:t>
      </w:r>
      <w:r>
        <w:t xml:space="preserve">видуальных предпринимателей при осуществлении государственного контроля (надзора) и муниципального контроля» (далее - приказ Минэкономразвития РФ) </w:t>
      </w:r>
      <w:hyperlink r:id="rId16" w:history="1">
        <w:r>
          <w:rPr>
            <w:color w:val="0000FF"/>
          </w:rPr>
          <w:t>(приложение 3)</w:t>
        </w:r>
      </w:hyperlink>
      <w:r>
        <w:t>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В отношении субъектов проверок осуществляются плановые и внеплановые проверки. Плановая и внеплановая проверки проводятся в форме документарной проверки и (или) выездной проверки.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3.1.2. В отношении одного субъекта проверки плановая проверка проводи</w:t>
      </w:r>
      <w:r>
        <w:t>т</w:t>
      </w:r>
      <w:r>
        <w:t>ся не чаще чем один раз в три года в соответствии с ежегодным планом провед</w:t>
      </w:r>
      <w:r>
        <w:t>е</w:t>
      </w:r>
      <w:r>
        <w:t>ния плановых проверок, разработанным администрацией на соответствующий к</w:t>
      </w:r>
      <w:r>
        <w:t>а</w:t>
      </w:r>
      <w:r>
        <w:t>лендарный год.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3.1.3. Основанием для проведения плановой проверки является ежегодный план проведения плановых проверок, утвержденный распоряжением главы.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 xml:space="preserve">Типовая </w:t>
      </w:r>
      <w:hyperlink r:id="rId17" w:history="1">
        <w:r>
          <w:rPr>
            <w:color w:val="0000FF"/>
          </w:rPr>
          <w:t>форма</w:t>
        </w:r>
      </w:hyperlink>
      <w:r>
        <w:t xml:space="preserve"> ежегодного плана проведения плановых проверок юридич</w:t>
      </w:r>
      <w:r>
        <w:t>е</w:t>
      </w:r>
      <w:r>
        <w:t xml:space="preserve">ских лиц и индивидуальных предпринимателей установлена постановлением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лиц, индивидуальных предпринимателей» </w:t>
      </w:r>
      <w:hyperlink r:id="rId18" w:history="1">
        <w:r>
          <w:rPr>
            <w:color w:val="0000FF"/>
          </w:rPr>
          <w:t>(приложение 4)</w:t>
        </w:r>
      </w:hyperlink>
      <w:r>
        <w:t>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Ежегодный план проведения плановых проверок доводится до сведения з</w:t>
      </w:r>
      <w:r>
        <w:t>а</w:t>
      </w:r>
      <w:r>
        <w:t>интересованных лиц посредством опубликования в «Бюллетене органов местного самоуправления Зоновского сельсовета».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До 1 сентября года, предшествующего году проведения плановых проверок, администрация направляет проект ежегодного плана проведения проверок в орг</w:t>
      </w:r>
      <w:r>
        <w:t>а</w:t>
      </w:r>
      <w:r>
        <w:t>ны прокуратуры.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При поступлении от органов прокуратуры предложений об изменении еж</w:t>
      </w:r>
      <w:r>
        <w:t>е</w:t>
      </w:r>
      <w:r>
        <w:t>годного плана проведения плановых проверок администрация рассматривает ук</w:t>
      </w:r>
      <w:r>
        <w:t>а</w:t>
      </w:r>
      <w:r>
        <w:t>занные предложения и по итогам их рассмотрения до 1 ноября года, предшес</w:t>
      </w:r>
      <w:r>
        <w:t>т</w:t>
      </w:r>
      <w:r>
        <w:t>вующего году проведения плановых проверок, направляет в органы прокуратуры утвержденный ежегодный план проведения плановых проверок.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3.1.4. Внеплановой проверкой является проверка, не включенная в ежего</w:t>
      </w:r>
      <w:r>
        <w:t>д</w:t>
      </w:r>
      <w:r>
        <w:t>ный план проведения плановых проверок.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3.1.5. Основанием для проведения внеплановой проверки является: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3.1.5.1. Истечение срока исполнения субъектом проверки ранее выданного предписания об устранении выявленного нарушения требований федеральных з</w:t>
      </w:r>
      <w:r>
        <w:t>а</w:t>
      </w:r>
      <w:r>
        <w:t>конов, законов Новосибирской области, муниципальных правовых актов Зоно</w:t>
      </w:r>
      <w:r>
        <w:t>в</w:t>
      </w:r>
      <w:r>
        <w:t>ского сельсовета по вопросам использования земель.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3.1.5.2. Поступление в администрацию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возникновение угрозы причинения вреда жизни, здоровью граждан, вреда животным, растениям, окружающей среде, объектам культурного наследия (п</w:t>
      </w:r>
      <w:r>
        <w:t>а</w:t>
      </w:r>
      <w:r>
        <w:t>мятникам истории и культуры) народов Российской Федерации, безопасности г</w:t>
      </w:r>
      <w:r>
        <w:t>о</w:t>
      </w:r>
      <w:r>
        <w:t>сударства, а также угрозы чрезвычайных ситуаций природного и техногенного характера;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причинение вреда жизни, здоровью граждан, вреда животным, растениям, окружающей среде, объектам культурного наследия (памятникам истории и кул</w:t>
      </w:r>
      <w:r>
        <w:t>ь</w:t>
      </w:r>
      <w:r>
        <w:t>туры) народов Российской Федерации, безопасности государства, а также возни</w:t>
      </w:r>
      <w:r>
        <w:t>к</w:t>
      </w:r>
      <w:r>
        <w:t>новение чрезвычайных ситуаций природного и техногенного характера.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3.1.6. Обращения и заявления, не позволяющие установить лицо, обрати</w:t>
      </w:r>
      <w:r>
        <w:t>в</w:t>
      </w:r>
      <w:r>
        <w:t>шееся в мэрию, а также обращения и заявления, не содержащие сведений о фа</w:t>
      </w:r>
      <w:r>
        <w:t>к</w:t>
      </w:r>
      <w:r>
        <w:t xml:space="preserve">тах, указанных в </w:t>
      </w:r>
      <w:hyperlink r:id="rId19" w:history="1">
        <w:r>
          <w:rPr>
            <w:color w:val="0000FF"/>
          </w:rPr>
          <w:t>подпункте 3.1.5.2</w:t>
        </w:r>
      </w:hyperlink>
      <w:r>
        <w:t>, не могут служить основанием для проведения внеплановой проверки.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3.1.7. Внеплановая выездная проверка по месту осуществления деятельн</w:t>
      </w:r>
      <w:r>
        <w:t>о</w:t>
      </w:r>
      <w:r>
        <w:t>сти юридических лиц (их филиалов, представительств, обособленных структу</w:t>
      </w:r>
      <w:r>
        <w:t>р</w:t>
      </w:r>
      <w:r>
        <w:t>ных подразделений) и индивидуальных предпринимателей осуществляется дол</w:t>
      </w:r>
      <w:r>
        <w:t>ж</w:t>
      </w:r>
      <w:r>
        <w:t xml:space="preserve">ностными лицами администрации по основаниям, указанным в </w:t>
      </w:r>
      <w:hyperlink r:id="rId20" w:history="1">
        <w:r>
          <w:rPr>
            <w:color w:val="0000FF"/>
          </w:rPr>
          <w:t>подпункте 3.1.5.2</w:t>
        </w:r>
      </w:hyperlink>
      <w:r>
        <w:t>, после согласования с органами прокуратуры.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В день подписания распоряжения главы о проведении внеплановой выез</w:t>
      </w:r>
      <w:r>
        <w:t>д</w:t>
      </w:r>
      <w:r>
        <w:t>ной проверки в отношении субъекта проверки должностное лицо администрации, уполномоченное на проведение внеплановой проверки,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документа, подписанного электронной цифрой подписью, в орган прокуратуры по месту осуществления деятельности субъекта проверки заявление о согласовании проведения внеплан</w:t>
      </w:r>
      <w:r>
        <w:t>о</w:t>
      </w:r>
      <w:r>
        <w:t xml:space="preserve">вой выездной проверки по типовой </w:t>
      </w:r>
      <w:hyperlink r:id="rId21" w:history="1">
        <w:r>
          <w:rPr>
            <w:color w:val="0000FF"/>
          </w:rPr>
          <w:t>форме</w:t>
        </w:r>
      </w:hyperlink>
      <w:r>
        <w:t>, утвержденной приказом Минэконо</w:t>
      </w:r>
      <w:r>
        <w:t>м</w:t>
      </w:r>
      <w:r>
        <w:t xml:space="preserve">развития РФ </w:t>
      </w:r>
      <w:hyperlink r:id="rId22" w:history="1">
        <w:r>
          <w:rPr>
            <w:color w:val="0000FF"/>
          </w:rPr>
          <w:t>(приложение 5)</w:t>
        </w:r>
      </w:hyperlink>
      <w:r>
        <w:t xml:space="preserve"> (далее - заявление). К заявлению прилагается копия распоряжения главы о проведении внеплановой проверки и документы, содерж</w:t>
      </w:r>
      <w:r>
        <w:t>а</w:t>
      </w:r>
      <w:r>
        <w:t>щие сведения, послужившие основанием для ее проведения.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3.1.8. При получении решения прокурора или его заместителя о согласов</w:t>
      </w:r>
      <w:r>
        <w:t>а</w:t>
      </w:r>
      <w:r>
        <w:t>нии проведения внеплановой проверки должностные лица администрации осущ</w:t>
      </w:r>
      <w:r>
        <w:t>е</w:t>
      </w:r>
      <w:r>
        <w:t>ствляют мероприятия по ее подготовке.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При получении решения прокурора или его заместителя об отказе в согл</w:t>
      </w:r>
      <w:r>
        <w:t>а</w:t>
      </w:r>
      <w:r>
        <w:t>совании проведения внеплановой проверки осуществляется подготовка распор</w:t>
      </w:r>
      <w:r>
        <w:t>я</w:t>
      </w:r>
      <w:r>
        <w:t>жения главы  об отмене распоряжения о проведении проверки.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3.1.9. Если основанием для проведения внеплановой выездной проверки я</w:t>
      </w:r>
      <w:r>
        <w:t>в</w:t>
      </w:r>
      <w:r>
        <w:t xml:space="preserve">ляются обстоятельства, указанные в </w:t>
      </w:r>
      <w:hyperlink r:id="rId23" w:history="1">
        <w:r>
          <w:rPr>
            <w:color w:val="0000FF"/>
          </w:rPr>
          <w:t>абзаце третьем подпункта 3.1.5.2</w:t>
        </w:r>
      </w:hyperlink>
      <w:r>
        <w:t>, и (или) о</w:t>
      </w:r>
      <w:r>
        <w:t>б</w:t>
      </w:r>
      <w:r>
        <w:t>наружение нарушений требований федеральных законов, законов Новосибирской области, муниципальных правовых актов Зоновского сельсовета по вопросам и</w:t>
      </w:r>
      <w:r>
        <w:t>с</w:t>
      </w:r>
      <w:r>
        <w:t>пользования земель, то в момент совершения таких нарушений в связи с необх</w:t>
      </w:r>
      <w:r>
        <w:t>о</w:t>
      </w:r>
      <w:r>
        <w:t>димостью принятия неотложных мер должностные лица администрации прист</w:t>
      </w:r>
      <w:r>
        <w:t>у</w:t>
      </w:r>
      <w:r>
        <w:t>пают к проведению внеплановой проверки в отношении субъекта проверки нез</w:t>
      </w:r>
      <w:r>
        <w:t>а</w:t>
      </w:r>
      <w:r>
        <w:t>медлительно с извещением органов прокуратуры в течение двадцати четырех ч</w:t>
      </w:r>
      <w:r>
        <w:t>а</w:t>
      </w:r>
      <w:r>
        <w:t>сов о проведении мероприятий по муниципальному земельному контролю п</w:t>
      </w:r>
      <w:r>
        <w:t>о</w:t>
      </w:r>
      <w:r>
        <w:t>средством направления следующих документов: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заявление;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копия распоряжения главы о проведении внеплановой выездной проверки;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документы, содержащие сведения, послужившие основанием для ее пров</w:t>
      </w:r>
      <w:r>
        <w:t>е</w:t>
      </w:r>
      <w:r>
        <w:t>дения.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3.1.10. Если в результате деятельности юридического лица (его филиала, представительства, обособленного структурного подразделения), индивидуальн</w:t>
      </w:r>
      <w:r>
        <w:t>о</w:t>
      </w:r>
      <w:r>
        <w:t>го предпринимателя причинен или причиняется вред жизни, здоровью граждан, вред животным, растениям, окружающей среде, безопасности государства, а та</w:t>
      </w:r>
      <w:r>
        <w:t>к</w:t>
      </w:r>
      <w:r>
        <w:t>же возникли или могут возникнуть чрезвычайные ситуации природного и техн</w:t>
      </w:r>
      <w:r>
        <w:t>о</w:t>
      </w:r>
      <w:r>
        <w:t>генного характера, предварительное уведомление юридических лиц, индивид</w:t>
      </w:r>
      <w:r>
        <w:t>у</w:t>
      </w:r>
      <w:r>
        <w:t>альных предпринимателей о начале проведения внеплановой проверки не треб</w:t>
      </w:r>
      <w:r>
        <w:t>у</w:t>
      </w:r>
      <w:r>
        <w:t>ется.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center"/>
        <w:outlineLvl w:val="2"/>
      </w:pPr>
    </w:p>
    <w:p w:rsidR="00CF5AE0" w:rsidRPr="005D4C59" w:rsidRDefault="00CF5AE0" w:rsidP="007E5EC6">
      <w:pPr>
        <w:autoSpaceDE w:val="0"/>
        <w:autoSpaceDN w:val="0"/>
        <w:adjustRightInd w:val="0"/>
        <w:ind w:firstLine="700"/>
        <w:jc w:val="center"/>
        <w:outlineLvl w:val="2"/>
      </w:pPr>
      <w:r w:rsidRPr="005D4C59">
        <w:t>3.2. Подготовка к проведению проверки</w:t>
      </w:r>
    </w:p>
    <w:p w:rsidR="00CF5AE0" w:rsidRPr="005D4C59" w:rsidRDefault="00CF5AE0" w:rsidP="007E5EC6">
      <w:pPr>
        <w:autoSpaceDE w:val="0"/>
        <w:autoSpaceDN w:val="0"/>
        <w:adjustRightInd w:val="0"/>
        <w:ind w:firstLine="700"/>
        <w:jc w:val="both"/>
      </w:pPr>
    </w:p>
    <w:p w:rsidR="00CF5AE0" w:rsidRPr="005D4C59" w:rsidRDefault="00CF5AE0" w:rsidP="007E5EC6">
      <w:pPr>
        <w:autoSpaceDE w:val="0"/>
        <w:autoSpaceDN w:val="0"/>
        <w:adjustRightInd w:val="0"/>
        <w:ind w:firstLine="700"/>
        <w:jc w:val="both"/>
      </w:pPr>
      <w:r w:rsidRPr="005D4C59">
        <w:t>3.2.1. Подготовку к проведению проверки (плановой, внеплановой) осущ</w:t>
      </w:r>
      <w:r w:rsidRPr="005D4C59">
        <w:t>е</w:t>
      </w:r>
      <w:r w:rsidRPr="005D4C59">
        <w:t xml:space="preserve">ствляют должностные лица </w:t>
      </w:r>
      <w:r>
        <w:t>администрации</w:t>
      </w:r>
      <w:r w:rsidRPr="005D4C59">
        <w:t>, которым поручена организация пр</w:t>
      </w:r>
      <w:r w:rsidRPr="005D4C59">
        <w:t>о</w:t>
      </w:r>
      <w:r w:rsidRPr="005D4C59">
        <w:t>ведения проверки.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 w:rsidRPr="005D4C59">
        <w:t xml:space="preserve">3.2.2. Должностные лица </w:t>
      </w:r>
      <w:r>
        <w:t xml:space="preserve">администрации </w:t>
      </w:r>
      <w:r w:rsidRPr="005D4C59">
        <w:t xml:space="preserve">уведомляют субъект проверки о проведении проверки посредством направления копии </w:t>
      </w:r>
      <w:r>
        <w:t>распоряжения главы</w:t>
      </w:r>
      <w:r w:rsidRPr="005D4C59">
        <w:t xml:space="preserve"> о проведении проверки заказным почтовым отправлением с уведомлением о вруч</w:t>
      </w:r>
      <w:r w:rsidRPr="005D4C59">
        <w:t>е</w:t>
      </w:r>
      <w:r w:rsidRPr="005D4C59">
        <w:t>нии или иным доступным способом</w:t>
      </w:r>
      <w:r>
        <w:t>: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при проведении плановой проверки - не позднее трех рабочих дней до нач</w:t>
      </w:r>
      <w:r>
        <w:t>а</w:t>
      </w:r>
      <w:r>
        <w:t>ла ее проведения;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 xml:space="preserve">при проведении внеплановой проверки, указанной в </w:t>
      </w:r>
      <w:hyperlink r:id="rId24" w:history="1">
        <w:r>
          <w:rPr>
            <w:color w:val="0000FF"/>
          </w:rPr>
          <w:t>подпункте 3.1.9</w:t>
        </w:r>
      </w:hyperlink>
      <w:r>
        <w:t>, - не менее чем за двадцать четыре часа до начала ее проведения.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</w:p>
    <w:p w:rsidR="00CF5AE0" w:rsidRDefault="00CF5AE0" w:rsidP="007E5EC6">
      <w:pPr>
        <w:autoSpaceDE w:val="0"/>
        <w:autoSpaceDN w:val="0"/>
        <w:adjustRightInd w:val="0"/>
        <w:ind w:firstLine="700"/>
        <w:jc w:val="center"/>
        <w:outlineLvl w:val="2"/>
      </w:pPr>
      <w:r>
        <w:t>3.3. Проведение проверки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3.3.1. Предметом документарной проверки являются сведения, содержащи</w:t>
      </w:r>
      <w:r>
        <w:t>е</w:t>
      </w:r>
      <w:r>
        <w:t>ся в документах субъектов проверки, устанавливающих их организационно-правовую форму, права и обязанности, документы, используемые при осущест</w:t>
      </w:r>
      <w:r>
        <w:t>в</w:t>
      </w:r>
      <w:r>
        <w:t>лении их деятельности и связанные с исполнением требований федеральных з</w:t>
      </w:r>
      <w:r>
        <w:t>а</w:t>
      </w:r>
      <w:r>
        <w:t>конов, законов Новосибирской области, муниципальных правовых актов Зоно</w:t>
      </w:r>
      <w:r>
        <w:t>в</w:t>
      </w:r>
      <w:r>
        <w:t>ского сельсовета по вопросам использования земель, а также исполнением пре</w:t>
      </w:r>
      <w:r>
        <w:t>д</w:t>
      </w:r>
      <w:r>
        <w:t>писаний.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3.3.2. Документарная проверка (плановая, внеплановая) проводится по ме</w:t>
      </w:r>
      <w:r>
        <w:t>с</w:t>
      </w:r>
      <w:r>
        <w:t>ту нахождения администрации.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В процессе проведения документарной проверки должностным лицом а</w:t>
      </w:r>
      <w:r>
        <w:t>д</w:t>
      </w:r>
      <w:r>
        <w:t>министрации, уполномоченным на проведение проверки, в первую очередь ра</w:t>
      </w:r>
      <w:r>
        <w:t>с</w:t>
      </w:r>
      <w:r>
        <w:t>сматриваются документы проверяемого субъекта, имеющиеся в распоряжении администрации, акты предыдущих проверок и иные документы о результатах осуществленных в отношении этого субъекта проверок.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3.3.3. Если достоверность сведений, имеющихся в распоряжении админис</w:t>
      </w:r>
      <w:r>
        <w:t>т</w:t>
      </w:r>
      <w:r>
        <w:t>рации, вызывает обоснованные сомнения либо эти сведения не позволяют оц</w:t>
      </w:r>
      <w:r>
        <w:t>е</w:t>
      </w:r>
      <w:r>
        <w:t>нить исполнение субъектом проверки требований федеральных законов, законов Новосибирской области, муниципальных правовых актов Зоновского сельсовета по вопросам использования земель, должностное лицо администрации, уполн</w:t>
      </w:r>
      <w:r>
        <w:t>о</w:t>
      </w:r>
      <w:r>
        <w:t>моченное на проведение проверки, направляет в адрес субъекта проверки мотив</w:t>
      </w:r>
      <w:r>
        <w:t>и</w:t>
      </w:r>
      <w:r>
        <w:t>рованный запрос с требованием представить иные необходимые для рассмотрения в ходе проведения документарной проверки документы. К запросу прилагается заверенная копия распоряжения о проведении документарной проверки.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В течение десяти рабочих дней со дня получения мотивированного запроса субъекты проверок обязаны направить в администрацию указанные в запросе д</w:t>
      </w:r>
      <w:r>
        <w:t>о</w:t>
      </w:r>
      <w:r>
        <w:t>кументы.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Указанные в запросе документы представляются в виде копий, заверенных подписью руководителя, иного должностного лица или уполномоченного пре</w:t>
      </w:r>
      <w:r>
        <w:t>д</w:t>
      </w:r>
      <w:r>
        <w:t>ставителя субъекта проверки и печатью (при ее наличии).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3.3.4. Если в ходе документарной проверки выявлены ошибки и (или) пр</w:t>
      </w:r>
      <w:r>
        <w:t>о</w:t>
      </w:r>
      <w:r>
        <w:t>тиворечия в представленных субъектом проверки документах либо несоответс</w:t>
      </w:r>
      <w:r>
        <w:t>т</w:t>
      </w:r>
      <w:r>
        <w:t>вие сведений, содержащихся в этих документах, сведениям, содержащимся в имеющихся в распоряжении администрации документах и (или) полученным в ходе проверки, информация об этом направляется проверяемому субъекту с тр</w:t>
      </w:r>
      <w:r>
        <w:t>е</w:t>
      </w:r>
      <w:r>
        <w:t>бованием представить необходимые пояснения в письменной форме.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3.3.5. Если после рассмотрения представленных пояснений и документов либо при отсутствии пояснений субъекта проверки установлены признаки нар</w:t>
      </w:r>
      <w:r>
        <w:t>у</w:t>
      </w:r>
      <w:r>
        <w:t>шения требований федеральных законов, законов Новосибирской области, мун</w:t>
      </w:r>
      <w:r>
        <w:t>и</w:t>
      </w:r>
      <w:r>
        <w:t>ципальных правовых актов Зоновского сельсовета по вопросам использования з</w:t>
      </w:r>
      <w:r>
        <w:t>е</w:t>
      </w:r>
      <w:r>
        <w:t>мель, должностное лицо администрации, уполномоченное на проведение прове</w:t>
      </w:r>
      <w:r>
        <w:t>р</w:t>
      </w:r>
      <w:r>
        <w:t>ки, проводит выездную проверку.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3.3.6. Предметом выездной проверки являются содержащиеся в документах субъекта проверки сведения и принимаемые субъектом проверки меры по испо</w:t>
      </w:r>
      <w:r>
        <w:t>л</w:t>
      </w:r>
      <w:r>
        <w:t>нению требований федеральных законов, законов Новосибирской области, мун</w:t>
      </w:r>
      <w:r>
        <w:t>и</w:t>
      </w:r>
      <w:r>
        <w:t>ципальных правовых актов Зоновского сельсовета по вопросам использования з</w:t>
      </w:r>
      <w:r>
        <w:t>е</w:t>
      </w:r>
      <w:r>
        <w:t>мель.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3.3.7. Выездная проверка (плановая, внеплановая) проводится по месту н</w:t>
      </w:r>
      <w:r>
        <w:t>а</w:t>
      </w:r>
      <w:r>
        <w:t>хождения и (или) по месту фактического осуществления деятельности субъекта проверки.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3.3.8. Выездная проверка начинается с обязательного ознакомления руков</w:t>
      </w:r>
      <w:r>
        <w:t>о</w:t>
      </w:r>
      <w:r>
        <w:t>дителя, иного должностного лица или уполномоченного представителя субъекта проверки с распоряжением главы о проведении выездной проверки и с полном</w:t>
      </w:r>
      <w:r>
        <w:t>о</w:t>
      </w:r>
      <w:r>
        <w:t>чиями проводящих проверку должностных лиц администрации, а также с целями, задачами, основаниями проведения выездной проверки, видами и объемом мер</w:t>
      </w:r>
      <w:r>
        <w:t>о</w:t>
      </w:r>
      <w:r>
        <w:t>приятий по контролю, составом экспертов, представителями экспертных орган</w:t>
      </w:r>
      <w:r>
        <w:t>и</w:t>
      </w:r>
      <w:r>
        <w:t>заций, привлекаемых к выездной проверке, со сроками и условиями ее провед</w:t>
      </w:r>
      <w:r>
        <w:t>е</w:t>
      </w:r>
      <w:r>
        <w:t>ния.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Заверенная печатью копия распоряжения главы о проведении проверки вр</w:t>
      </w:r>
      <w:r>
        <w:t>у</w:t>
      </w:r>
      <w:r>
        <w:t>чается под роспись должностными лицами администрации, проводящими прове</w:t>
      </w:r>
      <w:r>
        <w:t>р</w:t>
      </w:r>
      <w:r>
        <w:t>ку, руководителю, иному должностному лицу или уполномоченному представ</w:t>
      </w:r>
      <w:r>
        <w:t>и</w:t>
      </w:r>
      <w:r>
        <w:t>телю субъекта проверки.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</w:p>
    <w:p w:rsidR="00CF5AE0" w:rsidRPr="00E157CE" w:rsidRDefault="00CF5AE0" w:rsidP="007E5EC6">
      <w:pPr>
        <w:autoSpaceDE w:val="0"/>
        <w:autoSpaceDN w:val="0"/>
        <w:adjustRightInd w:val="0"/>
        <w:ind w:firstLine="700"/>
        <w:jc w:val="center"/>
        <w:outlineLvl w:val="2"/>
      </w:pPr>
      <w:r w:rsidRPr="00E157CE">
        <w:t>3.4. Составление акта проверки</w:t>
      </w:r>
    </w:p>
    <w:p w:rsidR="00CF5AE0" w:rsidRPr="00E157CE" w:rsidRDefault="00CF5AE0" w:rsidP="007E5EC6">
      <w:pPr>
        <w:autoSpaceDE w:val="0"/>
        <w:autoSpaceDN w:val="0"/>
        <w:adjustRightInd w:val="0"/>
        <w:ind w:firstLine="700"/>
        <w:jc w:val="both"/>
      </w:pPr>
    </w:p>
    <w:p w:rsidR="00CF5AE0" w:rsidRPr="00E157CE" w:rsidRDefault="00CF5AE0" w:rsidP="007E5EC6">
      <w:pPr>
        <w:autoSpaceDE w:val="0"/>
        <w:autoSpaceDN w:val="0"/>
        <w:adjustRightInd w:val="0"/>
        <w:ind w:firstLine="700"/>
        <w:jc w:val="both"/>
      </w:pPr>
      <w:r w:rsidRPr="00E157CE">
        <w:t xml:space="preserve">3.4.1. По результатам проверки, непосредственно после ее завершения, должностным лицом </w:t>
      </w:r>
      <w:r>
        <w:t>администрации</w:t>
      </w:r>
      <w:r w:rsidRPr="00E157CE">
        <w:t xml:space="preserve">, проводящим проверку, составляется акт проверки в двух экземплярах по типовой </w:t>
      </w:r>
      <w:hyperlink r:id="rId25" w:history="1">
        <w:r w:rsidRPr="00E157CE">
          <w:rPr>
            <w:color w:val="0000FF"/>
          </w:rPr>
          <w:t>форме</w:t>
        </w:r>
      </w:hyperlink>
      <w:r w:rsidRPr="00E157CE">
        <w:t>, утвержденной приказом Мин</w:t>
      </w:r>
      <w:r w:rsidRPr="00E157CE">
        <w:t>э</w:t>
      </w:r>
      <w:r w:rsidRPr="00E157CE">
        <w:t xml:space="preserve">кономразвития РФ </w:t>
      </w:r>
      <w:hyperlink r:id="rId26" w:history="1">
        <w:r w:rsidRPr="00E157CE">
          <w:rPr>
            <w:color w:val="0000FF"/>
          </w:rPr>
          <w:t>(приложение 6)</w:t>
        </w:r>
      </w:hyperlink>
      <w:r w:rsidRPr="00E157CE">
        <w:t>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 w:rsidRPr="00E157CE">
        <w:t>3.4.2. Если для составления акта необходимо</w:t>
      </w:r>
      <w:r>
        <w:t xml:space="preserve"> получить заключения по р</w:t>
      </w:r>
      <w:r>
        <w:t>е</w:t>
      </w:r>
      <w:r>
        <w:t>зультатам проведенных специальных расследований, экспертиз, акт составляется в срок, не превышающий трех рабочих дней после завершения мероприятий по контролю.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3.4.3. К акту проверки прилагаются материалы, документы или их копии, связанные с проверкой, в том числе информация, объяснения и пояснения (далее - документы и материалы) субъекта проверки.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3.4.4. Должностным лицом администрации, уполномоченным на проведение проверки, по результатам проведения проверки в журнале учета проверок, нах</w:t>
      </w:r>
      <w:r>
        <w:t>о</w:t>
      </w:r>
      <w:r>
        <w:t>дящемся у субъекта проверки, производится запись о проведенной проверке, с</w:t>
      </w:r>
      <w:r>
        <w:t>о</w:t>
      </w:r>
      <w:r>
        <w:t>держащая сведения о наименовании субъекта проверки, датах начала и окончания проведения проверки, времени ее проведения, правовых основаниях, целях, зад</w:t>
      </w:r>
      <w:r>
        <w:t>а</w:t>
      </w:r>
      <w:r>
        <w:t>чах и предмете проверки, о выявленных нарушениях и выданных предписаниях, а также указываются фамилии, имена, отчества и должности должностных лиц а</w:t>
      </w:r>
      <w:r>
        <w:t>д</w:t>
      </w:r>
      <w:r>
        <w:t>министрации, проводящих проверку, их подписи.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При отсутствии журнала учета проверок в акте проверки делается соотве</w:t>
      </w:r>
      <w:r>
        <w:t>т</w:t>
      </w:r>
      <w:r>
        <w:t>ствующая запись.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3.4.5. Акт проверки, вместе с прилагаемыми к нему документами и мат</w:t>
      </w:r>
      <w:r>
        <w:t>е</w:t>
      </w:r>
      <w:r>
        <w:t xml:space="preserve">риалами, регистрируется в </w:t>
      </w:r>
      <w:hyperlink r:id="rId27" w:history="1">
        <w:r>
          <w:rPr>
            <w:color w:val="0000FF"/>
          </w:rPr>
          <w:t>журнале</w:t>
        </w:r>
      </w:hyperlink>
      <w:r>
        <w:t xml:space="preserve"> регистрации актов проверок администрации (приложение 7) и представляется со служебной запиской главе администрации.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3.4.6. Один экземпляр акта проверки с копиями приложений вручается р</w:t>
      </w:r>
      <w:r>
        <w:t>у</w:t>
      </w:r>
      <w:r>
        <w:t>ководителю, иному должностному лицу или уполномоченному представителю субъекта проверки под расписку об ознакомлении либо об отказе в ознакомлении с актом.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При отсутствии руководителя, иного должностного лица или уполномоче</w:t>
      </w:r>
      <w:r>
        <w:t>н</w:t>
      </w:r>
      <w:r>
        <w:t>ного представителя субъекта проверки, а также в случае отказа проверяемого л</w:t>
      </w:r>
      <w:r>
        <w:t>и</w:t>
      </w:r>
      <w:r>
        <w:t>ца дать расписку об ознакомлении либо об отказе в ознакомлении с актом прове</w:t>
      </w:r>
      <w:r>
        <w:t>р</w:t>
      </w:r>
      <w:r>
        <w:t>ки, акт проверки направляется заказным почтовым отправлением с уведомлением о вручении, которое приобщается к экземпляру акта проверки, хранящемуся в д</w:t>
      </w:r>
      <w:r>
        <w:t>е</w:t>
      </w:r>
      <w:r>
        <w:t>ле администрации.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3.4.7. При отказе руководителя субъекта проверки от получения для озн</w:t>
      </w:r>
      <w:r>
        <w:t>а</w:t>
      </w:r>
      <w:r>
        <w:t>комления акта проверки на обоих экземплярах акта проверки должностные лица делают надпись «от получения для ознакомления акта проверки отказался» с ук</w:t>
      </w:r>
      <w:r>
        <w:t>а</w:t>
      </w:r>
      <w:r>
        <w:t>занием должности, фамилии, имени, отчества руководителя субъекта проверки и удостоверяют ее своей подписью.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3.4.8. Акт проверки считается полученным субъектом проверки: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с момента его вручения субъекту проверки под расписку;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в день его получения субъектом проверки, если акт направлен заказным почтовым отправлением с уведомлением о вручении.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3.4.9. Субъект проверки в случае несогласия с фактами, выводами, предл</w:t>
      </w:r>
      <w:r>
        <w:t>о</w:t>
      </w:r>
      <w:r>
        <w:t>жениями, изложенными в акте, либо с выданным предписанием об устранении выявленных нарушений в течение пятнадцати дней с даты получения акта пр</w:t>
      </w:r>
      <w:r>
        <w:t>о</w:t>
      </w:r>
      <w:r>
        <w:t>верки вправе представить в администрацию в письменной форме возражения в отношении акта проверки и (или) выданного предписания об устранении выя</w:t>
      </w:r>
      <w:r>
        <w:t>в</w:t>
      </w:r>
      <w:r>
        <w:t>ленных нарушений в целом или его отдельных положений. При этом субъект пр</w:t>
      </w:r>
      <w:r>
        <w:t>о</w:t>
      </w:r>
      <w:r>
        <w:t>верки вправе приложить к таким возражениям документы, подтверждающие обоснованность таких возражений, или их заверенные копии либо в согласова</w:t>
      </w:r>
      <w:r>
        <w:t>н</w:t>
      </w:r>
      <w:r>
        <w:t>ный срок передать их в администрацию.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</w:p>
    <w:p w:rsidR="00CF5AE0" w:rsidRDefault="00CF5AE0" w:rsidP="007E5EC6">
      <w:pPr>
        <w:autoSpaceDE w:val="0"/>
        <w:autoSpaceDN w:val="0"/>
        <w:adjustRightInd w:val="0"/>
        <w:ind w:firstLine="700"/>
        <w:jc w:val="center"/>
        <w:outlineLvl w:val="2"/>
      </w:pPr>
      <w:r>
        <w:t>3.5. Принятие мер при выявлении нарушений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center"/>
      </w:pPr>
      <w:r>
        <w:t>в деятельности субъекта проверки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3.5.1. В случае выявления при проведении проверки нарушений субъектом проверки требований федеральных законов, законов Новосибирской области, м</w:t>
      </w:r>
      <w:r>
        <w:t>у</w:t>
      </w:r>
      <w:r>
        <w:t>ниципальных правовых актов Зоновского сельсовета по вопросам использования земель, должностные лица администрации, проводившие проверку, в пределах полномочий, предусмотренных законодательством Российской Федерации, мун</w:t>
      </w:r>
      <w:r>
        <w:t>и</w:t>
      </w:r>
      <w:r>
        <w:t>ципальными правовыми актами, обязаны: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выдать предписание субъекту проверки об устранении выявленных наруш</w:t>
      </w:r>
      <w:r>
        <w:t>е</w:t>
      </w:r>
      <w:r>
        <w:t>ний с указанием сроков их устранения и (или) о проведении мероприятий по пр</w:t>
      </w:r>
      <w:r>
        <w:t>е</w:t>
      </w:r>
      <w:r>
        <w:t>дотвращению причинения вреда жизни, здоровью людей, вреда животным, раст</w:t>
      </w:r>
      <w:r>
        <w:t>е</w:t>
      </w:r>
      <w:r>
        <w:t>ниям, окружающей среде, безопасности государства, имуществу физических и юридических лиц, государственному или муниципальному имуществу, пред</w:t>
      </w:r>
      <w:r>
        <w:t>у</w:t>
      </w:r>
      <w:r>
        <w:t>преждению возникновения чрезвычайных ситуаций природного и техногенного характера, а также других мероприятий, предусмотренных федеральными закон</w:t>
      </w:r>
      <w:r>
        <w:t>а</w:t>
      </w:r>
      <w:r>
        <w:t>ми;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принять меры по контролю за устранением выявленных нарушений, их пр</w:t>
      </w:r>
      <w:r>
        <w:t>е</w:t>
      </w:r>
      <w:r>
        <w:t>дупреждению, предотвращению возможного причинения вреда жизни, здоровью граждан, вреда животным, растениям, окружающей среде, обеспечению безопа</w:t>
      </w:r>
      <w:r>
        <w:t>с</w:t>
      </w:r>
      <w:r>
        <w:t>ности государства, предупреждению возникновения чрезвычайных ситуаций пр</w:t>
      </w:r>
      <w:r>
        <w:t>и</w:t>
      </w:r>
      <w:r>
        <w:t>родного и техногенного характера, а также меры по привлечению лиц, допусти</w:t>
      </w:r>
      <w:r>
        <w:t>в</w:t>
      </w:r>
      <w:r>
        <w:t>ших выявленные нарушения, к ответственности.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3.5.2. О мерах, принятых для выполнения предписания, субъект проверки должен сообщить в администрацию в установленный таким предписанием срок.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3.5.3. При непредставлении субъектом проверки в установленные сроки и</w:t>
      </w:r>
      <w:r>
        <w:t>н</w:t>
      </w:r>
      <w:r>
        <w:t>формации об устранении нарушений должностное лицо администрации, уполн</w:t>
      </w:r>
      <w:r>
        <w:t>о</w:t>
      </w:r>
      <w:r>
        <w:t>моченное на проведение проверки, рассматривает и устанавливает: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возможность продления сроков устранения нарушений в случае наличия уважительных причин, не позволивших в установленные сроки устранить указа</w:t>
      </w:r>
      <w:r>
        <w:t>н</w:t>
      </w:r>
      <w:r>
        <w:t>ные нарушения;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наличие основания для привлечения виновных лиц к административной о</w:t>
      </w:r>
      <w:r>
        <w:t>т</w:t>
      </w:r>
      <w:r>
        <w:t>ветственности за неисполнение предписания.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3.5.4. Продление сроков устранения нарушений возможно при наличии х</w:t>
      </w:r>
      <w:r>
        <w:t>о</w:t>
      </w:r>
      <w:r>
        <w:t>датайства субъекта проверки с изложением причин, не позволивших устранить нарушения в установленные сроки, и подтверждением принятых к устранению мер.</w:t>
      </w:r>
    </w:p>
    <w:p w:rsidR="00CF5AE0" w:rsidRDefault="00CF5AE0" w:rsidP="007E5EC6">
      <w:pPr>
        <w:autoSpaceDE w:val="0"/>
        <w:autoSpaceDN w:val="0"/>
        <w:adjustRightInd w:val="0"/>
        <w:ind w:firstLine="700"/>
        <w:jc w:val="both"/>
      </w:pPr>
      <w:r>
        <w:t>3.5.5. Если составление протокола об административном правонарушении входит в компетенцию должностного лица администрации, проводившего пр</w:t>
      </w:r>
      <w:r>
        <w:t>о</w:t>
      </w:r>
      <w:r>
        <w:t>верку, протокол об административном правонарушении составляется и подпис</w:t>
      </w:r>
      <w:r>
        <w:t>ы</w:t>
      </w:r>
      <w:r>
        <w:t>вается этим должностным лицом самостоятельно.</w:t>
      </w:r>
    </w:p>
    <w:p w:rsidR="00CF5AE0" w:rsidRDefault="00CF5AE0" w:rsidP="005102BA">
      <w:pPr>
        <w:autoSpaceDE w:val="0"/>
        <w:autoSpaceDN w:val="0"/>
        <w:adjustRightInd w:val="0"/>
        <w:ind w:firstLine="700"/>
        <w:jc w:val="both"/>
      </w:pPr>
      <w:r>
        <w:t>Если должностное лицо администрации не уполномочено на составление протокола об административном правонарушении, то соответствующие матери</w:t>
      </w:r>
      <w:r>
        <w:t>а</w:t>
      </w:r>
      <w:r>
        <w:t>лы направляются на рассмотрение уполномоченному лицу.</w:t>
      </w:r>
    </w:p>
    <w:p w:rsidR="00CF5AE0" w:rsidRDefault="00CF5AE0" w:rsidP="005102BA">
      <w:pPr>
        <w:autoSpaceDE w:val="0"/>
        <w:autoSpaceDN w:val="0"/>
        <w:adjustRightInd w:val="0"/>
        <w:ind w:firstLine="700"/>
        <w:jc w:val="both"/>
      </w:pPr>
    </w:p>
    <w:p w:rsidR="00CF5AE0" w:rsidRPr="003C7665" w:rsidRDefault="00CF5AE0" w:rsidP="003C7665">
      <w:pPr>
        <w:autoSpaceDE w:val="0"/>
        <w:autoSpaceDN w:val="0"/>
        <w:adjustRightInd w:val="0"/>
        <w:outlineLvl w:val="1"/>
        <w:rPr>
          <w:b/>
        </w:rPr>
      </w:pPr>
      <w:r w:rsidRPr="003C7665">
        <w:rPr>
          <w:b/>
        </w:rPr>
        <w:t xml:space="preserve">4. Порядок и формы контроля за осуществлением </w:t>
      </w:r>
      <w:r>
        <w:rPr>
          <w:b/>
        </w:rPr>
        <w:t xml:space="preserve"> </w:t>
      </w:r>
      <w:r w:rsidRPr="003C7665">
        <w:rPr>
          <w:b/>
        </w:rPr>
        <w:t>муниципального контроля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4.1. Текущий контроль за соблюдением последовательности администр</w:t>
      </w:r>
      <w:r>
        <w:t>а</w:t>
      </w:r>
      <w:r>
        <w:t>тивных действий, определенных административными процедурами по провед</w:t>
      </w:r>
      <w:r>
        <w:t>е</w:t>
      </w:r>
      <w:r>
        <w:t>нию проверок, и принятием в ходе их исполнения решений осуществляется дол</w:t>
      </w:r>
      <w:r>
        <w:t>ж</w:t>
      </w:r>
      <w:r>
        <w:t>ностными лицами администрации.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4.2. Контроль осуществляется путем проверки должностными лицами а</w:t>
      </w:r>
      <w:r>
        <w:t>д</w:t>
      </w:r>
      <w:r>
        <w:t>министрации соблюдения и исполнения законодательства Российской Федерации, Новосибирской области, муниципальных правовых актов и положений админис</w:t>
      </w:r>
      <w:r>
        <w:t>т</w:t>
      </w:r>
      <w:r>
        <w:t>ративного регламента.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Ответственность специалистов администрации закрепляется в должностных инструкциях.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4.3. Контроль за полнотой и качеством проведения проверок включает в с</w:t>
      </w:r>
      <w:r>
        <w:t>е</w:t>
      </w:r>
      <w:r>
        <w:t>бя проверку, выявление и установление нарушений прав заявителей, принятие решений об устранении соответствующих нарушений.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4.4. Для проведения проверки распоряжением главы администрации созд</w:t>
      </w:r>
      <w:r>
        <w:t>а</w:t>
      </w:r>
      <w:r>
        <w:t>ется комиссия.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4.5. Периодичность проведения проверок носит плановый характер (осущ</w:t>
      </w:r>
      <w:r>
        <w:t>е</w:t>
      </w:r>
      <w:r>
        <w:t>ствляется  на основании полугодовых или годовых планов работы), тематический характер и внеплановый характер (по конкретному обращению).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4.6. При проведении внеплановой проверки по конкретному обращению з</w:t>
      </w:r>
      <w:r>
        <w:t>а</w:t>
      </w:r>
      <w:r>
        <w:t>интересованного лица, информация о результатах проверки направляется заинт</w:t>
      </w:r>
      <w:r>
        <w:t>е</w:t>
      </w:r>
      <w:r>
        <w:t>ресованному лицу по почте в течение 30 дней со дня регистрации письменного обращения.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4.7. Результаты проверки оформляются в виде акта проверки, в котором указываются выявленные недостатки и предложения по их устранению.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Акт проверки подписывается всеми членами комиссии.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4.8. При выявлении нарушений по результатам проведения проверок вино</w:t>
      </w:r>
      <w:r>
        <w:t>в</w:t>
      </w:r>
      <w:r>
        <w:t>ные лица привлекаются к дисциплинарной ответственности.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</w:p>
    <w:p w:rsidR="00CF5AE0" w:rsidRPr="003C7665" w:rsidRDefault="00CF5AE0" w:rsidP="003C7665">
      <w:pPr>
        <w:autoSpaceDE w:val="0"/>
        <w:autoSpaceDN w:val="0"/>
        <w:adjustRightInd w:val="0"/>
        <w:ind w:firstLine="700"/>
        <w:jc w:val="center"/>
        <w:outlineLvl w:val="1"/>
        <w:rPr>
          <w:b/>
        </w:rPr>
      </w:pPr>
      <w:r w:rsidRPr="003C7665">
        <w:rPr>
          <w:b/>
        </w:rPr>
        <w:t>5. Досудебный (внесудебный) порядок обжалования</w:t>
      </w:r>
    </w:p>
    <w:p w:rsidR="00CF5AE0" w:rsidRDefault="00CF5AE0" w:rsidP="003940BF">
      <w:pPr>
        <w:autoSpaceDE w:val="0"/>
        <w:autoSpaceDN w:val="0"/>
        <w:adjustRightInd w:val="0"/>
        <w:ind w:firstLine="700"/>
        <w:jc w:val="center"/>
      </w:pPr>
      <w:r w:rsidRPr="003C7665">
        <w:rPr>
          <w:b/>
        </w:rPr>
        <w:t xml:space="preserve">решений и действий (бездействия) </w:t>
      </w:r>
      <w:r>
        <w:rPr>
          <w:b/>
        </w:rPr>
        <w:t>администрации</w:t>
      </w:r>
      <w:r w:rsidRPr="003C7665">
        <w:rPr>
          <w:b/>
        </w:rPr>
        <w:t xml:space="preserve"> и их должностных лиц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center"/>
      </w:pP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5.1. Субъекты проверок вправе обжаловать решения, действия (бездействие) администрации и должностных лиц администрации в досудебном (внесудебном) порядке.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5.2. Субъекты проверок вправе обжаловать решения, действия (бездейс</w:t>
      </w:r>
      <w:r>
        <w:t>т</w:t>
      </w:r>
      <w:r>
        <w:t>вие):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администрации, должностных лиц администрации – главе администрации в пределах предоставленных им полномочий.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5.3. Субъекты проверок вправе обратиться с жалобой в письменной форме на бумажном носителе, в электронной форме лично или направить жалобу по почте, с использованием информационно-телекоммуникационной сети Интернет. 5.4. Письменная жалоба должна содержать: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наименование администрации, наименование должности, фамилию, имя, отчество должностного лица администрации, решения, действия (бездействие) которого обжалуются;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фамилию, имя, отчество субъекта проверки, подающего жалобу, его место жительства (место нахождения), почтовый адрес и (или) адрес электронной по</w:t>
      </w:r>
      <w:r>
        <w:t>ч</w:t>
      </w:r>
      <w:r>
        <w:t>ты, по которому должен быть направлен ответ;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сведения об обжалуемых решениях, действиях (бездействии);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доводы, на основании которых субъект проверки не согласен с решением, действием (бездействием);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личную подпись заявителя или его представителя (печать - при наличии) и дату.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Субъектом проверки могут быть представлены документы, подтвержда</w:t>
      </w:r>
      <w:r>
        <w:t>ю</w:t>
      </w:r>
      <w:r>
        <w:t>щие его доводы, изложенные в жалобе, или их копии. В таком случае в жалобе приводится перечень прилагаемых к ней документов.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5.5. Жалоба заявителя рассматривается в течение 30 дней со дня ее регис</w:t>
      </w:r>
      <w:r>
        <w:t>т</w:t>
      </w:r>
      <w:r>
        <w:t>рации в администрации.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5.6. Содержание устной жалобы заносится в карточку личного приема суб</w:t>
      </w:r>
      <w:r>
        <w:t>ъ</w:t>
      </w:r>
      <w:r>
        <w:t>екта проверки. Если изложенные в устной жалобе факты и обстоятельства явл</w:t>
      </w:r>
      <w:r>
        <w:t>я</w:t>
      </w:r>
      <w:r>
        <w:t>ются очевидными и не требуют дополнительной проверки, ответ на жалобу, с с</w:t>
      </w:r>
      <w:r>
        <w:t>о</w:t>
      </w:r>
      <w:r>
        <w:t>гласия субъекта проверки, может быть дан устно в ходе личного приема данного субъекта. В остальных случаях дается письменный ответ по существу поставле</w:t>
      </w:r>
      <w:r>
        <w:t>н</w:t>
      </w:r>
      <w:r>
        <w:t>ных в жалобе вопросов.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5.7. По результатам рассмотрения жалобы принимается решение об удовл</w:t>
      </w:r>
      <w:r>
        <w:t>е</w:t>
      </w:r>
      <w:r>
        <w:t>творении требований заявителя либо об отказе в удовлетворении требований, о чем не позднее дня, следующего за днем принятия решения, заявителю в пис</w:t>
      </w:r>
      <w:r>
        <w:t>ь</w:t>
      </w:r>
      <w:r>
        <w:t>менной форме и по желанию заявителя в электронной форме направляется мот</w:t>
      </w:r>
      <w:r>
        <w:t>и</w:t>
      </w:r>
      <w:r>
        <w:t>вированный ответ о результатах рассмотрения жалобы.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5.8. В случае если текст жалобы не поддается прочтению, ответ на жалобу не дается и она не подлежит направлению на рассмотрение в орган местного с</w:t>
      </w:r>
      <w:r>
        <w:t>а</w:t>
      </w:r>
      <w:r>
        <w:t>моуправления или должностному лицу в соответствии с его компетенцией, о чем в течение семи дней со дня регистрации в администрации жалобы сообщается заявителю, направившему жалобу, если его фамилия и почтовый адрес поддаются прочтению.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Если в тексте жалобы содержатся нецензурные либо оскорбительные выр</w:t>
      </w:r>
      <w:r>
        <w:t>а</w:t>
      </w:r>
      <w:r>
        <w:t>жения, угрозы жизни, здоровью и имуществу должностного лица, а также членов его семьи, глава администрации вправе оставить обращение без ответа по сущес</w:t>
      </w:r>
      <w:r>
        <w:t>т</w:t>
      </w:r>
      <w:r>
        <w:t>ву поставленных в нем вопросов, направив заявителю сообщение о недопустим</w:t>
      </w:r>
      <w:r>
        <w:t>о</w:t>
      </w:r>
      <w:r>
        <w:t>сти злоупотребления правом.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Если в тексте жалобы содержится вопрос, на который заявителю мног</w:t>
      </w:r>
      <w:r>
        <w:t>о</w:t>
      </w:r>
      <w:r>
        <w:t>кратно давались ответы в письменной форме по существу в связи с ранее напра</w:t>
      </w:r>
      <w:r>
        <w:t>в</w:t>
      </w:r>
      <w:r>
        <w:t>ленными жалобами, и при этом в жалобе не приводятся новые доводы или о</w:t>
      </w:r>
      <w:r>
        <w:t>б</w:t>
      </w:r>
      <w:r>
        <w:t>стоятельства, глава администрации вправе принять решение о безосновательности очередного обращения и прекращении переписки с заявителем по данному вопр</w:t>
      </w:r>
      <w:r>
        <w:t>о</w:t>
      </w:r>
      <w:r>
        <w:t>су при условии, что указанная жалоба и ранее направляемые жалобы направл</w:t>
      </w:r>
      <w:r>
        <w:t>я</w:t>
      </w:r>
      <w:r>
        <w:t>лись в администрацию, одному и тому же должностному лицу. О данном решении уведомляется заявитель, направивший жалобу.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Если в жалобе не указаны фамилия заявителя, направившего жалобу, и по</w:t>
      </w:r>
      <w:r>
        <w:t>ч</w:t>
      </w:r>
      <w:r>
        <w:t>товый адрес, по которому должен быть направлен ответ, ответ на жалобу не дае</w:t>
      </w:r>
      <w:r>
        <w:t>т</w:t>
      </w:r>
      <w:r>
        <w:t>ся.</w:t>
      </w: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</w:p>
    <w:p w:rsidR="00CF5AE0" w:rsidRDefault="00CF5AE0" w:rsidP="003C7665">
      <w:pPr>
        <w:autoSpaceDE w:val="0"/>
        <w:autoSpaceDN w:val="0"/>
        <w:adjustRightInd w:val="0"/>
        <w:ind w:firstLine="700"/>
        <w:jc w:val="both"/>
      </w:pPr>
      <w:r>
        <w:t>Глава Зоновского сельсовета                                                 В.Н.Зонов</w:t>
      </w:r>
    </w:p>
    <w:p w:rsidR="00CF5AE0" w:rsidRDefault="00CF5AE0" w:rsidP="00812800">
      <w:pPr>
        <w:autoSpaceDE w:val="0"/>
        <w:autoSpaceDN w:val="0"/>
        <w:adjustRightInd w:val="0"/>
        <w:jc w:val="both"/>
      </w:pPr>
    </w:p>
    <w:p w:rsidR="00CF5AE0" w:rsidRDefault="00CF5AE0" w:rsidP="00812800">
      <w:pPr>
        <w:autoSpaceDE w:val="0"/>
        <w:autoSpaceDN w:val="0"/>
        <w:adjustRightInd w:val="0"/>
        <w:jc w:val="center"/>
      </w:pPr>
    </w:p>
    <w:p w:rsidR="00CF5AE0" w:rsidRDefault="00CF5AE0" w:rsidP="00812800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CF5AE0" w:rsidRDefault="00CF5AE0" w:rsidP="00812800">
      <w:pPr>
        <w:autoSpaceDE w:val="0"/>
        <w:autoSpaceDN w:val="0"/>
        <w:adjustRightInd w:val="0"/>
        <w:sectPr w:rsidR="00CF5AE0" w:rsidSect="000C4DCA">
          <w:headerReference w:type="even" r:id="rId28"/>
          <w:headerReference w:type="default" r:id="rId29"/>
          <w:pgSz w:w="11906" w:h="16838" w:code="9"/>
          <w:pgMar w:top="1134" w:right="567" w:bottom="851" w:left="1418" w:header="709" w:footer="709" w:gutter="0"/>
          <w:pgNumType w:start="1"/>
          <w:cols w:space="708"/>
          <w:titlePg/>
          <w:docGrid w:linePitch="381"/>
        </w:sectPr>
      </w:pPr>
    </w:p>
    <w:p w:rsidR="00CF5AE0" w:rsidRPr="00F41F36" w:rsidRDefault="00CF5AE0" w:rsidP="0067528F">
      <w:pPr>
        <w:pStyle w:val="ConsPlusNormal"/>
        <w:ind w:left="6160" w:firstLine="0"/>
        <w:jc w:val="both"/>
        <w:rPr>
          <w:rFonts w:ascii="Times New Roman" w:hAnsi="Times New Roman"/>
          <w:sz w:val="24"/>
          <w:szCs w:val="24"/>
        </w:rPr>
      </w:pPr>
      <w:r w:rsidRPr="00F41F36">
        <w:rPr>
          <w:rFonts w:ascii="Times New Roman" w:hAnsi="Times New Roman"/>
          <w:sz w:val="24"/>
          <w:szCs w:val="24"/>
        </w:rPr>
        <w:t>Приложение 1</w:t>
      </w:r>
    </w:p>
    <w:p w:rsidR="00CF5AE0" w:rsidRPr="00F41F36" w:rsidRDefault="00CF5AE0" w:rsidP="0067528F">
      <w:pPr>
        <w:pStyle w:val="ConsPlusNormal"/>
        <w:ind w:left="61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F41F3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дминистративному регламенту осуществления муниципального земельного контроля на террит</w:t>
      </w:r>
      <w:r w:rsidRPr="00F41F36">
        <w:rPr>
          <w:rFonts w:ascii="Times New Roman" w:hAnsi="Times New Roman"/>
          <w:sz w:val="24"/>
          <w:szCs w:val="24"/>
        </w:rPr>
        <w:t xml:space="preserve">ории </w:t>
      </w:r>
      <w:r>
        <w:rPr>
          <w:rFonts w:ascii="Times New Roman" w:hAnsi="Times New Roman"/>
          <w:sz w:val="24"/>
          <w:szCs w:val="24"/>
        </w:rPr>
        <w:t>Зоновского сельсовета</w:t>
      </w:r>
    </w:p>
    <w:p w:rsidR="00CF5AE0" w:rsidRDefault="00CF5AE0" w:rsidP="0067528F">
      <w:pPr>
        <w:pStyle w:val="ConsPlusNormal"/>
        <w:ind w:left="6160" w:firstLine="0"/>
        <w:rPr>
          <w:rFonts w:ascii="Times New Roman" w:hAnsi="Times New Roman"/>
          <w:sz w:val="26"/>
          <w:szCs w:val="26"/>
        </w:rPr>
      </w:pPr>
    </w:p>
    <w:p w:rsidR="00CF5AE0" w:rsidRDefault="00CF5AE0" w:rsidP="00812800">
      <w:pPr>
        <w:pStyle w:val="ConsPlusNormal"/>
        <w:ind w:firstLine="360"/>
        <w:rPr>
          <w:rFonts w:ascii="Times New Roman" w:hAnsi="Times New Roman"/>
          <w:sz w:val="26"/>
          <w:szCs w:val="26"/>
        </w:rPr>
      </w:pPr>
    </w:p>
    <w:p w:rsidR="00CF5AE0" w:rsidRDefault="00CF5AE0" w:rsidP="00812800">
      <w:pPr>
        <w:pStyle w:val="ConsPlusNormal"/>
        <w:ind w:firstLine="360"/>
        <w:rPr>
          <w:rFonts w:ascii="Times New Roman" w:hAnsi="Times New Roman"/>
          <w:sz w:val="26"/>
          <w:szCs w:val="26"/>
        </w:rPr>
      </w:pPr>
    </w:p>
    <w:p w:rsidR="00CF5AE0" w:rsidRPr="00F41F36" w:rsidRDefault="00CF5AE0" w:rsidP="00812800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F41F36">
        <w:rPr>
          <w:rFonts w:ascii="Times New Roman" w:hAnsi="Times New Roman"/>
          <w:sz w:val="28"/>
          <w:szCs w:val="28"/>
        </w:rPr>
        <w:t>ИНФОРМАЦИЯ</w:t>
      </w:r>
    </w:p>
    <w:p w:rsidR="00CF5AE0" w:rsidRPr="00F41F36" w:rsidRDefault="00CF5AE0" w:rsidP="00812800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F41F36">
        <w:rPr>
          <w:rFonts w:ascii="Times New Roman" w:hAnsi="Times New Roman"/>
          <w:sz w:val="28"/>
          <w:szCs w:val="28"/>
        </w:rPr>
        <w:t xml:space="preserve">о месте нахождении, графике работы, контактных телефонах, адресе электронной почты </w:t>
      </w:r>
      <w:r>
        <w:rPr>
          <w:rFonts w:ascii="Times New Roman" w:hAnsi="Times New Roman"/>
          <w:sz w:val="28"/>
          <w:szCs w:val="28"/>
        </w:rPr>
        <w:t>администрации Зоновского сельсовета</w:t>
      </w:r>
    </w:p>
    <w:p w:rsidR="00CF5AE0" w:rsidRDefault="00CF5AE0" w:rsidP="0081280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CF5AE0" w:rsidRDefault="00CF5AE0" w:rsidP="0081280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5"/>
        <w:gridCol w:w="2228"/>
        <w:gridCol w:w="2499"/>
        <w:gridCol w:w="2555"/>
        <w:gridCol w:w="2105"/>
      </w:tblGrid>
      <w:tr w:rsidR="00CF5AE0" w:rsidRPr="0027133C" w:rsidTr="00EE475E">
        <w:tc>
          <w:tcPr>
            <w:tcW w:w="485" w:type="dxa"/>
          </w:tcPr>
          <w:p w:rsidR="00CF5AE0" w:rsidRPr="0027133C" w:rsidRDefault="00CF5AE0" w:rsidP="0067528F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33C">
              <w:rPr>
                <w:rFonts w:ascii="Times New Roman" w:hAnsi="Times New Roman"/>
                <w:sz w:val="28"/>
                <w:szCs w:val="28"/>
              </w:rPr>
              <w:t>№ п.</w:t>
            </w:r>
          </w:p>
        </w:tc>
        <w:tc>
          <w:tcPr>
            <w:tcW w:w="2228" w:type="dxa"/>
          </w:tcPr>
          <w:p w:rsidR="00CF5AE0" w:rsidRPr="0027133C" w:rsidRDefault="00CF5AE0" w:rsidP="0067528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33C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2499" w:type="dxa"/>
          </w:tcPr>
          <w:p w:rsidR="00CF5AE0" w:rsidRPr="0027133C" w:rsidRDefault="00CF5AE0" w:rsidP="0067528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33C">
              <w:rPr>
                <w:rFonts w:ascii="Times New Roman" w:hAnsi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2555" w:type="dxa"/>
          </w:tcPr>
          <w:p w:rsidR="00CF5AE0" w:rsidRPr="0027133C" w:rsidRDefault="00CF5AE0" w:rsidP="0067528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33C">
              <w:rPr>
                <w:rFonts w:ascii="Times New Roman" w:hAnsi="Times New Roman"/>
                <w:sz w:val="28"/>
                <w:szCs w:val="28"/>
              </w:rPr>
              <w:t>График работы</w:t>
            </w:r>
          </w:p>
        </w:tc>
        <w:tc>
          <w:tcPr>
            <w:tcW w:w="2105" w:type="dxa"/>
          </w:tcPr>
          <w:p w:rsidR="00CF5AE0" w:rsidRPr="0027133C" w:rsidRDefault="00CF5AE0" w:rsidP="0067528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33C">
              <w:rPr>
                <w:rFonts w:ascii="Times New Roman" w:hAnsi="Times New Roman"/>
                <w:sz w:val="28"/>
                <w:szCs w:val="28"/>
              </w:rPr>
              <w:t>Справочные телефоны</w:t>
            </w:r>
          </w:p>
        </w:tc>
      </w:tr>
      <w:tr w:rsidR="00CF5AE0" w:rsidRPr="0027133C" w:rsidTr="00EE475E">
        <w:tc>
          <w:tcPr>
            <w:tcW w:w="485" w:type="dxa"/>
          </w:tcPr>
          <w:p w:rsidR="00CF5AE0" w:rsidRPr="0027133C" w:rsidRDefault="00CF5AE0" w:rsidP="0067528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3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28" w:type="dxa"/>
          </w:tcPr>
          <w:p w:rsidR="00CF5AE0" w:rsidRPr="0027133C" w:rsidRDefault="00CF5AE0" w:rsidP="0067528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33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99" w:type="dxa"/>
          </w:tcPr>
          <w:p w:rsidR="00CF5AE0" w:rsidRPr="0027133C" w:rsidRDefault="00CF5AE0" w:rsidP="0067528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33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5" w:type="dxa"/>
          </w:tcPr>
          <w:p w:rsidR="00CF5AE0" w:rsidRPr="0027133C" w:rsidRDefault="00CF5AE0" w:rsidP="0067528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33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05" w:type="dxa"/>
          </w:tcPr>
          <w:p w:rsidR="00CF5AE0" w:rsidRPr="0027133C" w:rsidRDefault="00CF5AE0" w:rsidP="0067528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33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F5AE0" w:rsidRPr="0027133C" w:rsidTr="00EE475E">
        <w:tc>
          <w:tcPr>
            <w:tcW w:w="485" w:type="dxa"/>
          </w:tcPr>
          <w:p w:rsidR="00CF5AE0" w:rsidRPr="0027133C" w:rsidRDefault="00CF5AE0" w:rsidP="0067528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3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28" w:type="dxa"/>
          </w:tcPr>
          <w:p w:rsidR="00CF5AE0" w:rsidRPr="0027133C" w:rsidRDefault="00CF5AE0" w:rsidP="0067528F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Зоновского сельсовета Куйбышевского района Новосибирской области</w:t>
            </w:r>
          </w:p>
        </w:tc>
        <w:tc>
          <w:tcPr>
            <w:tcW w:w="2499" w:type="dxa"/>
          </w:tcPr>
          <w:p w:rsidR="00CF5AE0" w:rsidRPr="0027133C" w:rsidRDefault="00CF5AE0" w:rsidP="0067528F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632355</w:t>
            </w:r>
            <w:r w:rsidRPr="0027133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F5AE0" w:rsidRPr="0027133C" w:rsidRDefault="00CF5AE0" w:rsidP="0067528F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Новосибирская область Куйбышевский район село Зоново ул. Набережная 34</w:t>
            </w:r>
          </w:p>
        </w:tc>
        <w:tc>
          <w:tcPr>
            <w:tcW w:w="2555" w:type="dxa"/>
          </w:tcPr>
          <w:p w:rsidR="00CF5AE0" w:rsidRPr="0027133C" w:rsidRDefault="00CF5AE0" w:rsidP="0067528F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33C">
              <w:rPr>
                <w:rFonts w:ascii="Times New Roman" w:hAnsi="Times New Roman"/>
                <w:sz w:val="28"/>
                <w:szCs w:val="28"/>
              </w:rPr>
              <w:t>понедельник-</w:t>
            </w: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  <w:r w:rsidRPr="0027133C">
              <w:rPr>
                <w:rFonts w:ascii="Times New Roman" w:hAnsi="Times New Roman"/>
                <w:sz w:val="28"/>
                <w:szCs w:val="28"/>
              </w:rPr>
              <w:t>: с 9.00 до 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27133C">
              <w:rPr>
                <w:rFonts w:ascii="Times New Roman" w:hAnsi="Times New Roman"/>
                <w:sz w:val="28"/>
                <w:szCs w:val="28"/>
              </w:rPr>
              <w:t>.00 час.;</w:t>
            </w:r>
          </w:p>
          <w:p w:rsidR="00CF5AE0" w:rsidRPr="0027133C" w:rsidRDefault="00CF5AE0" w:rsidP="0067528F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33C">
              <w:rPr>
                <w:rFonts w:ascii="Times New Roman" w:hAnsi="Times New Roman"/>
                <w:sz w:val="28"/>
                <w:szCs w:val="28"/>
              </w:rPr>
              <w:t>перерыв на обед: с 13.00 до 14.00 час.</w:t>
            </w:r>
          </w:p>
        </w:tc>
        <w:tc>
          <w:tcPr>
            <w:tcW w:w="2105" w:type="dxa"/>
          </w:tcPr>
          <w:p w:rsidR="00CF5AE0" w:rsidRPr="0027133C" w:rsidRDefault="00CF5AE0" w:rsidP="0067528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31-833, 31-817</w:t>
            </w:r>
          </w:p>
          <w:p w:rsidR="00CF5AE0" w:rsidRPr="0027133C" w:rsidRDefault="00CF5AE0" w:rsidP="00EE475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33C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специалисты</w:t>
            </w:r>
            <w:r w:rsidRPr="0027133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CF5AE0" w:rsidRDefault="00CF5AE0" w:rsidP="0081280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CF5AE0" w:rsidRDefault="00CF5AE0" w:rsidP="0081280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CF5AE0" w:rsidRPr="00034B12" w:rsidRDefault="00CF5AE0" w:rsidP="00812800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</w:t>
      </w:r>
    </w:p>
    <w:p w:rsidR="00CF5AE0" w:rsidRDefault="00CF5AE0" w:rsidP="00812800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CF5AE0" w:rsidRDefault="00CF5AE0" w:rsidP="00812800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CF5AE0" w:rsidRDefault="00CF5AE0" w:rsidP="00812800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CF5AE0" w:rsidRDefault="00CF5AE0" w:rsidP="00812800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CF5AE0" w:rsidRDefault="00CF5AE0" w:rsidP="00D173F7">
      <w:pPr>
        <w:autoSpaceDE w:val="0"/>
        <w:autoSpaceDN w:val="0"/>
        <w:adjustRightInd w:val="0"/>
        <w:ind w:firstLine="700"/>
        <w:jc w:val="both"/>
      </w:pPr>
      <w:r>
        <w:t>Глава Зоновского сельсовета                                                 В.Н.Зонов</w:t>
      </w:r>
    </w:p>
    <w:p w:rsidR="00CF5AE0" w:rsidRDefault="00CF5AE0" w:rsidP="00D173F7">
      <w:pPr>
        <w:autoSpaceDE w:val="0"/>
        <w:autoSpaceDN w:val="0"/>
        <w:adjustRightInd w:val="0"/>
        <w:ind w:firstLine="700"/>
        <w:jc w:val="both"/>
      </w:pPr>
    </w:p>
    <w:p w:rsidR="00CF5AE0" w:rsidRDefault="00CF5AE0" w:rsidP="00D173F7">
      <w:pPr>
        <w:autoSpaceDE w:val="0"/>
        <w:autoSpaceDN w:val="0"/>
        <w:adjustRightInd w:val="0"/>
        <w:ind w:firstLine="700"/>
        <w:jc w:val="both"/>
      </w:pPr>
    </w:p>
    <w:p w:rsidR="00CF5AE0" w:rsidRDefault="00CF5AE0" w:rsidP="00D173F7">
      <w:pPr>
        <w:autoSpaceDE w:val="0"/>
        <w:autoSpaceDN w:val="0"/>
        <w:adjustRightInd w:val="0"/>
        <w:ind w:firstLine="700"/>
        <w:jc w:val="both"/>
      </w:pPr>
    </w:p>
    <w:p w:rsidR="00CF5AE0" w:rsidRDefault="00CF5AE0" w:rsidP="00D173F7">
      <w:pPr>
        <w:autoSpaceDE w:val="0"/>
        <w:autoSpaceDN w:val="0"/>
        <w:adjustRightInd w:val="0"/>
        <w:ind w:firstLine="700"/>
        <w:jc w:val="both"/>
      </w:pPr>
    </w:p>
    <w:p w:rsidR="00CF5AE0" w:rsidRDefault="00CF5AE0" w:rsidP="00D173F7">
      <w:pPr>
        <w:autoSpaceDE w:val="0"/>
        <w:autoSpaceDN w:val="0"/>
        <w:adjustRightInd w:val="0"/>
        <w:ind w:firstLine="700"/>
        <w:jc w:val="both"/>
      </w:pPr>
    </w:p>
    <w:p w:rsidR="00CF5AE0" w:rsidRDefault="00CF5AE0" w:rsidP="00D173F7">
      <w:pPr>
        <w:autoSpaceDE w:val="0"/>
        <w:autoSpaceDN w:val="0"/>
        <w:adjustRightInd w:val="0"/>
        <w:jc w:val="both"/>
      </w:pPr>
    </w:p>
    <w:p w:rsidR="00CF5AE0" w:rsidRDefault="00CF5AE0" w:rsidP="0067528F">
      <w:pPr>
        <w:pStyle w:val="ConsPlusNormal"/>
        <w:ind w:left="6160" w:firstLine="0"/>
        <w:jc w:val="both"/>
        <w:rPr>
          <w:rFonts w:ascii="Times New Roman" w:hAnsi="Times New Roman"/>
          <w:sz w:val="24"/>
          <w:szCs w:val="24"/>
        </w:rPr>
      </w:pPr>
    </w:p>
    <w:p w:rsidR="00CF5AE0" w:rsidRDefault="00CF5AE0" w:rsidP="0067528F">
      <w:pPr>
        <w:pStyle w:val="ConsPlusNormal"/>
        <w:ind w:left="6160" w:firstLine="0"/>
        <w:jc w:val="both"/>
        <w:rPr>
          <w:rFonts w:ascii="Times New Roman" w:hAnsi="Times New Roman"/>
          <w:sz w:val="24"/>
          <w:szCs w:val="24"/>
        </w:rPr>
      </w:pPr>
    </w:p>
    <w:p w:rsidR="00CF5AE0" w:rsidRDefault="00CF5AE0" w:rsidP="0067528F">
      <w:pPr>
        <w:pStyle w:val="ConsPlusNormal"/>
        <w:ind w:left="6160" w:firstLine="0"/>
        <w:jc w:val="both"/>
        <w:rPr>
          <w:rFonts w:ascii="Times New Roman" w:hAnsi="Times New Roman"/>
          <w:sz w:val="24"/>
          <w:szCs w:val="24"/>
        </w:rPr>
      </w:pPr>
    </w:p>
    <w:p w:rsidR="00CF5AE0" w:rsidRDefault="00CF5AE0" w:rsidP="0067528F">
      <w:pPr>
        <w:pStyle w:val="ConsPlusNormal"/>
        <w:ind w:left="6160" w:firstLine="0"/>
        <w:jc w:val="both"/>
        <w:rPr>
          <w:rFonts w:ascii="Times New Roman" w:hAnsi="Times New Roman"/>
          <w:sz w:val="24"/>
          <w:szCs w:val="24"/>
        </w:rPr>
      </w:pPr>
    </w:p>
    <w:p w:rsidR="00CF5AE0" w:rsidRDefault="00CF5AE0" w:rsidP="0067528F">
      <w:pPr>
        <w:pStyle w:val="ConsPlusNormal"/>
        <w:ind w:left="6160" w:firstLine="0"/>
        <w:jc w:val="both"/>
        <w:rPr>
          <w:rFonts w:ascii="Times New Roman" w:hAnsi="Times New Roman"/>
          <w:sz w:val="24"/>
          <w:szCs w:val="24"/>
        </w:rPr>
      </w:pPr>
    </w:p>
    <w:p w:rsidR="00CF5AE0" w:rsidRDefault="00CF5AE0" w:rsidP="0067528F">
      <w:pPr>
        <w:pStyle w:val="ConsPlusNormal"/>
        <w:ind w:left="6160" w:firstLine="0"/>
        <w:jc w:val="both"/>
        <w:rPr>
          <w:rFonts w:ascii="Times New Roman" w:hAnsi="Times New Roman"/>
          <w:sz w:val="24"/>
          <w:szCs w:val="24"/>
        </w:rPr>
      </w:pPr>
    </w:p>
    <w:p w:rsidR="00CF5AE0" w:rsidRDefault="00CF5AE0" w:rsidP="0067528F">
      <w:pPr>
        <w:pStyle w:val="ConsPlusNormal"/>
        <w:ind w:left="6160" w:firstLine="0"/>
        <w:jc w:val="both"/>
        <w:rPr>
          <w:rFonts w:ascii="Times New Roman" w:hAnsi="Times New Roman"/>
          <w:sz w:val="24"/>
          <w:szCs w:val="24"/>
        </w:rPr>
      </w:pPr>
    </w:p>
    <w:p w:rsidR="00CF5AE0" w:rsidRDefault="00CF5AE0" w:rsidP="0067528F">
      <w:pPr>
        <w:pStyle w:val="ConsPlusNormal"/>
        <w:ind w:left="6160" w:firstLine="0"/>
        <w:jc w:val="both"/>
        <w:rPr>
          <w:rFonts w:ascii="Times New Roman" w:hAnsi="Times New Roman"/>
          <w:sz w:val="24"/>
          <w:szCs w:val="24"/>
        </w:rPr>
      </w:pPr>
    </w:p>
    <w:p w:rsidR="00CF5AE0" w:rsidRDefault="00CF5AE0" w:rsidP="0067528F">
      <w:pPr>
        <w:pStyle w:val="ConsPlusNormal"/>
        <w:ind w:left="6160" w:firstLine="0"/>
        <w:jc w:val="both"/>
        <w:rPr>
          <w:rFonts w:ascii="Times New Roman" w:hAnsi="Times New Roman"/>
          <w:sz w:val="24"/>
          <w:szCs w:val="24"/>
        </w:rPr>
      </w:pPr>
    </w:p>
    <w:p w:rsidR="00CF5AE0" w:rsidRDefault="00CF5AE0" w:rsidP="0067528F">
      <w:pPr>
        <w:pStyle w:val="ConsPlusNormal"/>
        <w:ind w:left="61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 w:rsidR="00CF5AE0" w:rsidRPr="00F41F36" w:rsidRDefault="00CF5AE0" w:rsidP="0067528F">
      <w:pPr>
        <w:pStyle w:val="ConsPlusNormal"/>
        <w:ind w:left="61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F41F3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дминистративному регламенту осуществления муниципального земельного контроля на террит</w:t>
      </w:r>
      <w:r w:rsidRPr="00F41F36">
        <w:rPr>
          <w:rFonts w:ascii="Times New Roman" w:hAnsi="Times New Roman"/>
          <w:sz w:val="24"/>
          <w:szCs w:val="24"/>
        </w:rPr>
        <w:t xml:space="preserve">ории </w:t>
      </w:r>
      <w:r>
        <w:rPr>
          <w:rFonts w:ascii="Times New Roman" w:hAnsi="Times New Roman"/>
          <w:sz w:val="24"/>
          <w:szCs w:val="24"/>
        </w:rPr>
        <w:t>Зоновского сельсовета</w:t>
      </w:r>
    </w:p>
    <w:p w:rsidR="00CF5AE0" w:rsidRDefault="00CF5AE0" w:rsidP="0067528F">
      <w:pPr>
        <w:autoSpaceDE w:val="0"/>
        <w:autoSpaceDN w:val="0"/>
        <w:adjustRightInd w:val="0"/>
        <w:jc w:val="center"/>
      </w:pPr>
      <w:r>
        <w:t>БЛОК-СХЕМА</w:t>
      </w:r>
    </w:p>
    <w:p w:rsidR="00CF5AE0" w:rsidRDefault="00CF5AE0" w:rsidP="0067528F">
      <w:pPr>
        <w:autoSpaceDE w:val="0"/>
        <w:autoSpaceDN w:val="0"/>
        <w:adjustRightInd w:val="0"/>
        <w:jc w:val="center"/>
      </w:pPr>
      <w:r>
        <w:t>последовательности административных</w:t>
      </w:r>
    </w:p>
    <w:p w:rsidR="00CF5AE0" w:rsidRDefault="00CF5AE0" w:rsidP="0067528F">
      <w:pPr>
        <w:autoSpaceDE w:val="0"/>
        <w:autoSpaceDN w:val="0"/>
        <w:adjustRightInd w:val="0"/>
        <w:jc w:val="center"/>
      </w:pPr>
      <w:r>
        <w:t>процедур проведения проверок</w:t>
      </w:r>
    </w:p>
    <w:p w:rsidR="00CF5AE0" w:rsidRDefault="00CF5AE0" w:rsidP="00E718A3">
      <w:pPr>
        <w:autoSpaceDE w:val="0"/>
        <w:autoSpaceDN w:val="0"/>
        <w:adjustRightInd w:val="0"/>
        <w:ind w:firstLine="540"/>
        <w:jc w:val="both"/>
      </w:pPr>
    </w:p>
    <w:p w:rsidR="00CF5AE0" w:rsidRDefault="00CF5AE0" w:rsidP="00E718A3">
      <w:pPr>
        <w:autoSpaceDE w:val="0"/>
        <w:autoSpaceDN w:val="0"/>
        <w:adjustRightInd w:val="0"/>
        <w:jc w:val="center"/>
      </w:pPr>
      <w:r>
        <w:rPr>
          <w:noProof/>
        </w:rPr>
      </w:r>
      <w:r>
        <w:pict>
          <v:group id="_x0000_s1027" editas="canvas" style="width:495pt;height:486pt;mso-position-horizontal-relative:char;mso-position-vertical-relative:line" coordorigin="2201,5699" coordsize="7200,706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2201;top:5699;width:7200;height:7069" o:preferrelative="f">
              <v:fill o:detectmouseclick="t"/>
              <v:path o:extrusionok="t" o:connecttype="none"/>
              <o:lock v:ext="edit" text="t"/>
            </v:shape>
            <v:roundrect id="_x0000_s1029" style="position:absolute;left:3903;top:5699;width:3142;height:393" arcsize="10923f">
              <v:textbox style="mso-next-textbox:#_x0000_s1029">
                <w:txbxContent>
                  <w:p w:rsidR="00CF5AE0" w:rsidRPr="00606A22" w:rsidRDefault="00CF5AE0" w:rsidP="0067528F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606A22">
                      <w:rPr>
                        <w:sz w:val="18"/>
                        <w:szCs w:val="18"/>
                      </w:rPr>
                      <w:t>Принятие решения о проведении проверки</w:t>
                    </w:r>
                  </w:p>
                </w:txbxContent>
              </v:textbox>
            </v:roundrect>
            <v:line id="_x0000_s1030" style="position:absolute" from="4819,6092" to="4820,6615"/>
            <v:line id="_x0000_s1031" style="position:absolute;flip:x" from="3641,6615" to="4819,6616"/>
            <v:line id="_x0000_s1032" style="position:absolute" from="6390,6092" to="6391,6615"/>
            <v:line id="_x0000_s1033" style="position:absolute" from="3641,6615" to="3642,6877">
              <v:stroke endarrow="block"/>
            </v:line>
            <v:rect id="_x0000_s1034" style="position:absolute;left:2594;top:6877;width:2225;height:524">
              <v:textbox style="mso-next-textbox:#_x0000_s1034">
                <w:txbxContent>
                  <w:p w:rsidR="00CF5AE0" w:rsidRPr="00606A22" w:rsidRDefault="00CF5AE0" w:rsidP="0067528F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Распоряжение главы администр.</w:t>
                    </w:r>
                  </w:p>
                  <w:p w:rsidR="00CF5AE0" w:rsidRPr="00606A22" w:rsidRDefault="00CF5AE0" w:rsidP="0067528F">
                    <w:pPr>
                      <w:rPr>
                        <w:sz w:val="18"/>
                        <w:szCs w:val="18"/>
                      </w:rPr>
                    </w:pPr>
                    <w:r w:rsidRPr="00606A22">
                      <w:rPr>
                        <w:sz w:val="18"/>
                        <w:szCs w:val="18"/>
                      </w:rPr>
                      <w:t>о проведении плановой проверки</w:t>
                    </w:r>
                  </w:p>
                </w:txbxContent>
              </v:textbox>
            </v:rect>
            <v:rect id="_x0000_s1035" style="position:absolute;left:6390;top:6877;width:2226;height:524">
              <v:textbox style="mso-next-textbox:#_x0000_s1035">
                <w:txbxContent>
                  <w:p w:rsidR="00CF5AE0" w:rsidRPr="005343BC" w:rsidRDefault="00CF5AE0" w:rsidP="0067528F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Распоряжение главы администр</w:t>
                    </w:r>
                    <w:r w:rsidRPr="005343BC"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 xml:space="preserve"> о </w:t>
                    </w:r>
                    <w:r w:rsidRPr="005343BC">
                      <w:rPr>
                        <w:sz w:val="18"/>
                        <w:szCs w:val="18"/>
                      </w:rPr>
                      <w:t>проведении внеплановой проверки</w:t>
                    </w:r>
                  </w:p>
                </w:txbxContent>
              </v:textbox>
            </v:rect>
            <v:rect id="_x0000_s1036" style="position:absolute;left:4557;top:8710;width:2226;height:393">
              <v:textbox style="mso-next-textbox:#_x0000_s1036">
                <w:txbxContent>
                  <w:p w:rsidR="00CF5AE0" w:rsidRPr="005343BC" w:rsidRDefault="00CF5AE0" w:rsidP="0067528F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5343BC">
                      <w:rPr>
                        <w:sz w:val="18"/>
                        <w:szCs w:val="18"/>
                      </w:rPr>
                      <w:t>Проведение проверки</w:t>
                    </w:r>
                  </w:p>
                </w:txbxContent>
              </v:textbox>
            </v:rect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37" type="#_x0000_t4" style="position:absolute;left:4426;top:9364;width:2360;height:786">
              <v:textbox style="mso-next-textbox:#_x0000_s1037">
                <w:txbxContent>
                  <w:p w:rsidR="00CF5AE0" w:rsidRPr="005343BC" w:rsidRDefault="00CF5AE0" w:rsidP="0067528F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Выявление нар</w:t>
                    </w:r>
                    <w:r>
                      <w:rPr>
                        <w:sz w:val="18"/>
                        <w:szCs w:val="18"/>
                      </w:rPr>
                      <w:t>у</w:t>
                    </w:r>
                    <w:r>
                      <w:rPr>
                        <w:sz w:val="18"/>
                        <w:szCs w:val="18"/>
                      </w:rPr>
                      <w:t>шений</w:t>
                    </w:r>
                  </w:p>
                </w:txbxContent>
              </v:textbox>
            </v:shape>
            <v:rect id="_x0000_s1038" style="position:absolute;left:3248;top:10412;width:1702;height:392">
              <v:textbox style="mso-next-textbox:#_x0000_s1038">
                <w:txbxContent>
                  <w:p w:rsidR="00CF5AE0" w:rsidRPr="005343BC" w:rsidRDefault="00CF5AE0" w:rsidP="0067528F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Составление акта</w:t>
                    </w:r>
                  </w:p>
                </w:txbxContent>
              </v:textbox>
            </v:rect>
            <v:roundrect id="_x0000_s1039" style="position:absolute;left:3248;top:11328;width:1702;height:784" arcsize="10923f">
              <v:textbox style="mso-next-textbox:#_x0000_s1039">
                <w:txbxContent>
                  <w:p w:rsidR="00CF5AE0" w:rsidRPr="00A76B16" w:rsidRDefault="00CF5AE0" w:rsidP="0067528F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Принятие мер при выя</w:t>
                    </w:r>
                    <w:r>
                      <w:rPr>
                        <w:sz w:val="18"/>
                        <w:szCs w:val="18"/>
                      </w:rPr>
                      <w:t>в</w:t>
                    </w:r>
                    <w:r>
                      <w:rPr>
                        <w:sz w:val="18"/>
                        <w:szCs w:val="18"/>
                      </w:rPr>
                      <w:t>лении нарушений в де</w:t>
                    </w:r>
                    <w:r>
                      <w:rPr>
                        <w:sz w:val="18"/>
                        <w:szCs w:val="18"/>
                      </w:rPr>
                      <w:t>я</w:t>
                    </w:r>
                    <w:r>
                      <w:rPr>
                        <w:sz w:val="18"/>
                        <w:szCs w:val="18"/>
                      </w:rPr>
                      <w:t>тельности субъекта пр</w:t>
                    </w:r>
                    <w:r>
                      <w:rPr>
                        <w:sz w:val="18"/>
                        <w:szCs w:val="18"/>
                      </w:rPr>
                      <w:t>о</w:t>
                    </w:r>
                    <w:r>
                      <w:rPr>
                        <w:sz w:val="18"/>
                        <w:szCs w:val="18"/>
                      </w:rPr>
                      <w:t>верки</w:t>
                    </w:r>
                  </w:p>
                </w:txbxContent>
              </v:textbox>
            </v:roundrect>
            <v:shape id="_x0000_s1040" type="#_x0000_t4" style="position:absolute;left:6390;top:7663;width:2095;height:1045">
              <v:textbox style="mso-next-textbox:#_x0000_s1040">
                <w:txbxContent>
                  <w:p w:rsidR="00CF5AE0" w:rsidRPr="00606A22" w:rsidRDefault="00CF5AE0" w:rsidP="0067528F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606A22">
                      <w:rPr>
                        <w:sz w:val="18"/>
                        <w:szCs w:val="18"/>
                      </w:rPr>
                      <w:t xml:space="preserve">Согласование </w:t>
                    </w:r>
                  </w:p>
                  <w:p w:rsidR="00CF5AE0" w:rsidRPr="00606A22" w:rsidRDefault="00CF5AE0" w:rsidP="0067528F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606A22">
                      <w:rPr>
                        <w:sz w:val="18"/>
                        <w:szCs w:val="18"/>
                      </w:rPr>
                      <w:t>с органом пр</w:t>
                    </w:r>
                    <w:r w:rsidRPr="00606A22">
                      <w:rPr>
                        <w:sz w:val="18"/>
                        <w:szCs w:val="18"/>
                      </w:rPr>
                      <w:t>о</w:t>
                    </w:r>
                    <w:r w:rsidRPr="00606A22">
                      <w:rPr>
                        <w:sz w:val="18"/>
                        <w:szCs w:val="18"/>
                      </w:rPr>
                      <w:t>куратуры</w:t>
                    </w:r>
                  </w:p>
                </w:txbxContent>
              </v:textbox>
            </v:shape>
            <v:roundrect id="_x0000_s1041" style="position:absolute;left:6259;top:10412;width:1833;height:393" arcsize="10923f">
              <v:textbox style="mso-next-textbox:#_x0000_s1041">
                <w:txbxContent>
                  <w:p w:rsidR="00CF5AE0" w:rsidRPr="005343BC" w:rsidRDefault="00CF5AE0" w:rsidP="0067528F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Составление текста</w:t>
                    </w:r>
                  </w:p>
                </w:txbxContent>
              </v:textbox>
            </v:roundrect>
            <v:roundrect id="_x0000_s1042" style="position:absolute;left:7699;top:8841;width:1571;height:1309" arcsize="10923f">
              <v:textbox style="mso-next-textbox:#_x0000_s1042">
                <w:txbxContent>
                  <w:p w:rsidR="00CF5AE0" w:rsidRPr="00606A22" w:rsidRDefault="00CF5AE0" w:rsidP="0067528F">
                    <w:pPr>
                      <w:jc w:val="both"/>
                      <w:rPr>
                        <w:sz w:val="18"/>
                        <w:szCs w:val="18"/>
                      </w:rPr>
                    </w:pPr>
                    <w:r w:rsidRPr="00606A22">
                      <w:rPr>
                        <w:sz w:val="18"/>
                        <w:szCs w:val="18"/>
                      </w:rPr>
                      <w:t xml:space="preserve">Подготовка </w:t>
                    </w:r>
                    <w:r>
                      <w:rPr>
                        <w:sz w:val="18"/>
                        <w:szCs w:val="18"/>
                      </w:rPr>
                      <w:t xml:space="preserve">главы администр. </w:t>
                    </w:r>
                    <w:r w:rsidRPr="00606A22">
                      <w:rPr>
                        <w:sz w:val="18"/>
                        <w:szCs w:val="18"/>
                      </w:rPr>
                      <w:t xml:space="preserve">об отмене </w:t>
                    </w:r>
                    <w:r>
                      <w:rPr>
                        <w:sz w:val="18"/>
                        <w:szCs w:val="18"/>
                      </w:rPr>
                      <w:t xml:space="preserve">распоряжения </w:t>
                    </w:r>
                    <w:bookmarkStart w:id="0" w:name="_GoBack"/>
                    <w:bookmarkEnd w:id="0"/>
                    <w:r w:rsidRPr="00606A22">
                      <w:rPr>
                        <w:sz w:val="18"/>
                        <w:szCs w:val="18"/>
                      </w:rPr>
                      <w:t xml:space="preserve"> о пр</w:t>
                    </w:r>
                    <w:r w:rsidRPr="00606A22">
                      <w:rPr>
                        <w:sz w:val="18"/>
                        <w:szCs w:val="18"/>
                      </w:rPr>
                      <w:t>о</w:t>
                    </w:r>
                    <w:r w:rsidRPr="00606A22">
                      <w:rPr>
                        <w:sz w:val="18"/>
                        <w:szCs w:val="18"/>
                      </w:rPr>
                      <w:t>ведении внеплановой проверки</w:t>
                    </w:r>
                  </w:p>
                </w:txbxContent>
              </v:textbox>
            </v:roundrect>
            <v:line id="_x0000_s1043" style="position:absolute" from="6390,6615" to="7437,6615"/>
            <v:line id="_x0000_s1044" style="position:absolute" from="7437,6615" to="7437,6877">
              <v:stroke endarrow="block"/>
            </v:line>
            <v:line id="_x0000_s1045" style="position:absolute" from="3641,7401" to="3641,8841"/>
            <v:line id="_x0000_s1046" style="position:absolute" from="5605,8186" to="5605,8710">
              <v:stroke endarrow="block"/>
            </v:line>
            <v:line id="_x0000_s1047" style="position:absolute" from="8746,8186" to="8746,8841">
              <v:stroke endarrow="block"/>
            </v:line>
            <v:line id="_x0000_s1048" style="position:absolute" from="7437,7401" to="7437,7663">
              <v:stroke endarrow="block"/>
            </v:line>
            <v:line id="_x0000_s1049" style="position:absolute;flip:x" from="5605,8186" to="6390,8186"/>
            <v:line id="_x0000_s1050" style="position:absolute" from="8485,8186" to="8746,8186"/>
            <v:line id="_x0000_s1051" style="position:absolute" from="3641,8841" to="4557,8841">
              <v:stroke endarrow="block"/>
            </v:line>
            <v:line id="_x0000_s1052" style="position:absolute" from="5605,9103" to="5605,9364">
              <v:stroke endarrow="block"/>
            </v:line>
            <v:line id="_x0000_s1053" style="position:absolute" from="6783,9757" to="7176,9757"/>
            <v:line id="_x0000_s1054" style="position:absolute" from="7176,9757" to="7176,10412">
              <v:stroke endarrow="block"/>
            </v:line>
            <v:line id="_x0000_s1055" style="position:absolute;flip:x" from="4034,9757" to="4426,9757"/>
            <v:line id="_x0000_s1056" style="position:absolute" from="4034,9757" to="4034,10412">
              <v:stroke endarrow="block"/>
            </v:line>
            <v:line id="_x0000_s1057" style="position:absolute" from="4034,10804" to="4034,11328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8" type="#_x0000_t202" style="position:absolute;left:5517;top:7794;width:611;height:262" strokecolor="white">
              <v:textbox style="mso-next-textbox:#_x0000_s1058">
                <w:txbxContent>
                  <w:p w:rsidR="00CF5AE0" w:rsidRPr="00A35922" w:rsidRDefault="00CF5AE0" w:rsidP="0067528F">
                    <w:pPr>
                      <w:jc w:val="center"/>
                      <w:rPr>
                        <w:color w:val="000000"/>
                        <w:sz w:val="18"/>
                        <w:szCs w:val="18"/>
                      </w:rPr>
                    </w:pPr>
                    <w:r w:rsidRPr="00A35922">
                      <w:rPr>
                        <w:color w:val="000000"/>
                        <w:sz w:val="18"/>
                        <w:szCs w:val="18"/>
                      </w:rPr>
                      <w:t>да</w:t>
                    </w:r>
                  </w:p>
                </w:txbxContent>
              </v:textbox>
            </v:shape>
            <v:shape id="_x0000_s1059" type="#_x0000_t202" style="position:absolute;left:8485;top:7822;width:436;height:262" strokecolor="white">
              <v:textbox style="mso-next-textbox:#_x0000_s1059">
                <w:txbxContent>
                  <w:p w:rsidR="00CF5AE0" w:rsidRPr="00A35922" w:rsidRDefault="00CF5AE0" w:rsidP="0067528F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нет</w:t>
                    </w:r>
                  </w:p>
                </w:txbxContent>
              </v:textbox>
            </v:shape>
            <v:shape id="_x0000_s1060" type="#_x0000_t202" style="position:absolute;left:3946;top:9495;width:523;height:261" strokecolor="white">
              <v:textbox style="mso-next-textbox:#_x0000_s1060">
                <w:txbxContent>
                  <w:p w:rsidR="00CF5AE0" w:rsidRPr="00A35922" w:rsidRDefault="00CF5AE0" w:rsidP="0067528F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да</w:t>
                    </w:r>
                  </w:p>
                </w:txbxContent>
              </v:textbox>
            </v:shape>
            <v:shape id="_x0000_s1061" type="#_x0000_t202" style="position:absolute;left:6826;top:9495;width:438;height:261" strokecolor="white">
              <v:textbox style="mso-next-textbox:#_x0000_s1061">
                <w:txbxContent>
                  <w:p w:rsidR="00CF5AE0" w:rsidRPr="00E659FF" w:rsidRDefault="00CF5AE0" w:rsidP="0067528F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нет</w:t>
                    </w:r>
                  </w:p>
                </w:txbxContent>
              </v:textbox>
            </v:shape>
            <w10:anchorlock/>
          </v:group>
        </w:pict>
      </w:r>
    </w:p>
    <w:p w:rsidR="00CF5AE0" w:rsidRDefault="00CF5AE0" w:rsidP="0067528F">
      <w:pPr>
        <w:autoSpaceDE w:val="0"/>
        <w:autoSpaceDN w:val="0"/>
        <w:adjustRightInd w:val="0"/>
        <w:jc w:val="center"/>
        <w:outlineLvl w:val="1"/>
      </w:pPr>
      <w:r>
        <w:t>_______________</w:t>
      </w:r>
    </w:p>
    <w:p w:rsidR="00CF5AE0" w:rsidRDefault="00CF5AE0" w:rsidP="0067528F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CF5AE0" w:rsidRDefault="00CF5AE0" w:rsidP="0067528F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CF5AE0" w:rsidRDefault="00CF5AE0" w:rsidP="00D173F7">
      <w:pPr>
        <w:autoSpaceDE w:val="0"/>
        <w:autoSpaceDN w:val="0"/>
        <w:adjustRightInd w:val="0"/>
        <w:ind w:firstLine="700"/>
        <w:jc w:val="both"/>
      </w:pPr>
      <w:r>
        <w:t>Глава Зоновского сельсовета                                                 В.Н.Зонов</w:t>
      </w:r>
    </w:p>
    <w:p w:rsidR="00CF5AE0" w:rsidRDefault="00CF5AE0" w:rsidP="00F22866">
      <w:pPr>
        <w:pStyle w:val="ConsPlusNormal"/>
        <w:ind w:left="6160" w:right="-305" w:firstLine="0"/>
        <w:jc w:val="both"/>
        <w:rPr>
          <w:rFonts w:ascii="Times New Roman" w:hAnsi="Times New Roman"/>
          <w:sz w:val="24"/>
          <w:szCs w:val="24"/>
        </w:rPr>
      </w:pPr>
    </w:p>
    <w:p w:rsidR="00CF5AE0" w:rsidRDefault="00CF5AE0" w:rsidP="00F22866">
      <w:pPr>
        <w:pStyle w:val="ConsPlusNormal"/>
        <w:ind w:left="6160" w:right="-305" w:firstLine="0"/>
        <w:jc w:val="both"/>
        <w:rPr>
          <w:rFonts w:ascii="Times New Roman" w:hAnsi="Times New Roman"/>
          <w:sz w:val="24"/>
          <w:szCs w:val="24"/>
        </w:rPr>
      </w:pPr>
    </w:p>
    <w:p w:rsidR="00CF5AE0" w:rsidRDefault="00CF5AE0" w:rsidP="00F22866">
      <w:pPr>
        <w:pStyle w:val="ConsPlusNormal"/>
        <w:ind w:left="6160" w:right="-305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3</w:t>
      </w:r>
    </w:p>
    <w:p w:rsidR="00CF5AE0" w:rsidRPr="00F41F36" w:rsidRDefault="00CF5AE0" w:rsidP="00F22866">
      <w:pPr>
        <w:pStyle w:val="ConsPlusNormal"/>
        <w:ind w:left="6160" w:right="-305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F41F3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дминистративному регламенту осуществления муниципального земельного контроля на террит</w:t>
      </w:r>
      <w:r w:rsidRPr="00F41F36">
        <w:rPr>
          <w:rFonts w:ascii="Times New Roman" w:hAnsi="Times New Roman"/>
          <w:sz w:val="24"/>
          <w:szCs w:val="24"/>
        </w:rPr>
        <w:t xml:space="preserve">ории </w:t>
      </w:r>
      <w:r>
        <w:rPr>
          <w:rFonts w:ascii="Times New Roman" w:hAnsi="Times New Roman"/>
          <w:sz w:val="24"/>
          <w:szCs w:val="24"/>
        </w:rPr>
        <w:t>Зоновского сельсовета</w:t>
      </w:r>
    </w:p>
    <w:p w:rsidR="00CF5AE0" w:rsidRDefault="00CF5AE0" w:rsidP="00F22866">
      <w:pPr>
        <w:autoSpaceDE w:val="0"/>
        <w:autoSpaceDN w:val="0"/>
        <w:adjustRightInd w:val="0"/>
        <w:ind w:right="-305"/>
        <w:jc w:val="right"/>
      </w:pPr>
    </w:p>
    <w:p w:rsidR="00CF5AE0" w:rsidRDefault="00CF5AE0" w:rsidP="00F22866">
      <w:pPr>
        <w:autoSpaceDE w:val="0"/>
        <w:autoSpaceDN w:val="0"/>
        <w:adjustRightInd w:val="0"/>
        <w:ind w:right="-305"/>
        <w:jc w:val="center"/>
      </w:pPr>
    </w:p>
    <w:p w:rsidR="00CF5AE0" w:rsidRPr="00F6519D" w:rsidRDefault="00CF5AE0" w:rsidP="00F22866">
      <w:pPr>
        <w:pStyle w:val="ConsPlusNonformat"/>
        <w:ind w:right="-305"/>
        <w:rPr>
          <w:sz w:val="28"/>
          <w:szCs w:val="28"/>
        </w:rPr>
      </w:pPr>
      <w:r w:rsidRPr="00F6519D">
        <w:rPr>
          <w:sz w:val="28"/>
          <w:szCs w:val="28"/>
        </w:rPr>
        <w:t>_____________________________________________________________________________________________________________________________</w:t>
      </w:r>
      <w:r>
        <w:rPr>
          <w:sz w:val="28"/>
          <w:szCs w:val="28"/>
        </w:rPr>
        <w:t>_______</w:t>
      </w:r>
      <w:r w:rsidRPr="00F6519D">
        <w:rPr>
          <w:sz w:val="28"/>
          <w:szCs w:val="28"/>
        </w:rPr>
        <w:t>__________</w:t>
      </w:r>
    </w:p>
    <w:p w:rsidR="00CF5AE0" w:rsidRPr="00BE14D1" w:rsidRDefault="00CF5AE0" w:rsidP="00F22866">
      <w:pPr>
        <w:pStyle w:val="ConsPlusNonformat"/>
        <w:ind w:right="-305"/>
        <w:jc w:val="center"/>
      </w:pPr>
      <w:r w:rsidRPr="00BE14D1">
        <w:t>(наименование органа государственного контроля (надзора)</w:t>
      </w:r>
    </w:p>
    <w:p w:rsidR="00CF5AE0" w:rsidRPr="00BE14D1" w:rsidRDefault="00CF5AE0" w:rsidP="00F22866">
      <w:pPr>
        <w:pStyle w:val="ConsPlusNonformat"/>
        <w:ind w:right="-305"/>
        <w:jc w:val="center"/>
      </w:pPr>
      <w:r w:rsidRPr="00BE14D1">
        <w:t>или органа муниципального контроля)</w:t>
      </w:r>
    </w:p>
    <w:p w:rsidR="00CF5AE0" w:rsidRPr="00F6519D" w:rsidRDefault="00CF5AE0" w:rsidP="00F22866">
      <w:pPr>
        <w:pStyle w:val="ConsPlusNonformat"/>
        <w:ind w:right="-305"/>
        <w:outlineLvl w:val="0"/>
        <w:rPr>
          <w:sz w:val="28"/>
          <w:szCs w:val="28"/>
        </w:rPr>
      </w:pPr>
    </w:p>
    <w:p w:rsidR="00CF5AE0" w:rsidRPr="00BC7979" w:rsidRDefault="00CF5AE0" w:rsidP="00F22866">
      <w:pPr>
        <w:pStyle w:val="ConsPlusNonformat"/>
        <w:ind w:right="-305"/>
        <w:jc w:val="center"/>
        <w:rPr>
          <w:b/>
          <w:sz w:val="28"/>
          <w:szCs w:val="28"/>
        </w:rPr>
      </w:pPr>
      <w:r w:rsidRPr="00BC7979">
        <w:rPr>
          <w:b/>
          <w:sz w:val="28"/>
          <w:szCs w:val="28"/>
        </w:rPr>
        <w:t>РАСПОРЯЖЕНИЕ (ПРИКАЗ)</w:t>
      </w:r>
    </w:p>
    <w:p w:rsidR="00CF5AE0" w:rsidRPr="00BC7979" w:rsidRDefault="00CF5AE0" w:rsidP="00F22866">
      <w:pPr>
        <w:pStyle w:val="ConsPlusNonformat"/>
        <w:ind w:right="-305"/>
        <w:jc w:val="center"/>
        <w:rPr>
          <w:b/>
          <w:sz w:val="28"/>
          <w:szCs w:val="28"/>
        </w:rPr>
      </w:pPr>
      <w:r w:rsidRPr="00BC7979">
        <w:rPr>
          <w:b/>
          <w:sz w:val="28"/>
          <w:szCs w:val="28"/>
        </w:rPr>
        <w:t>органа государственного контроля (надзора), органа муниципального</w:t>
      </w:r>
    </w:p>
    <w:p w:rsidR="00CF5AE0" w:rsidRPr="00BC7979" w:rsidRDefault="00CF5AE0" w:rsidP="00F22866">
      <w:pPr>
        <w:pStyle w:val="ConsPlusNonformat"/>
        <w:ind w:right="-305"/>
        <w:jc w:val="center"/>
        <w:rPr>
          <w:b/>
          <w:sz w:val="28"/>
          <w:szCs w:val="28"/>
        </w:rPr>
      </w:pPr>
      <w:r w:rsidRPr="00BC7979">
        <w:rPr>
          <w:b/>
          <w:sz w:val="28"/>
          <w:szCs w:val="28"/>
        </w:rPr>
        <w:t>контроля о проведении_________________________________ проверки</w:t>
      </w:r>
    </w:p>
    <w:p w:rsidR="00CF5AE0" w:rsidRPr="00B3640A" w:rsidRDefault="00CF5AE0" w:rsidP="00F22866">
      <w:pPr>
        <w:pStyle w:val="ConsPlusNonformat"/>
        <w:ind w:left="1416" w:right="-305"/>
        <w:jc w:val="center"/>
      </w:pPr>
      <w:r>
        <w:t xml:space="preserve">       </w:t>
      </w:r>
      <w:r w:rsidRPr="00B3640A">
        <w:t>(плановой/внеплановой, документарной/выездной)</w:t>
      </w:r>
    </w:p>
    <w:p w:rsidR="00CF5AE0" w:rsidRPr="00BC7979" w:rsidRDefault="00CF5AE0" w:rsidP="00F22866">
      <w:pPr>
        <w:pStyle w:val="ConsPlusNonformat"/>
        <w:ind w:right="-305"/>
        <w:jc w:val="center"/>
        <w:rPr>
          <w:b/>
          <w:sz w:val="28"/>
          <w:szCs w:val="28"/>
        </w:rPr>
      </w:pPr>
      <w:r w:rsidRPr="00BC7979">
        <w:rPr>
          <w:b/>
          <w:sz w:val="28"/>
          <w:szCs w:val="28"/>
        </w:rPr>
        <w:t>юридического лица, индивидуального предпринимателя</w:t>
      </w:r>
    </w:p>
    <w:p w:rsidR="00CF5AE0" w:rsidRPr="00BC7979" w:rsidRDefault="00CF5AE0" w:rsidP="00F22866">
      <w:pPr>
        <w:pStyle w:val="ConsPlusNonformat"/>
        <w:ind w:right="-305"/>
        <w:jc w:val="center"/>
        <w:rPr>
          <w:b/>
          <w:sz w:val="28"/>
          <w:szCs w:val="28"/>
        </w:rPr>
      </w:pPr>
      <w:r w:rsidRPr="00BC7979">
        <w:rPr>
          <w:b/>
          <w:sz w:val="28"/>
          <w:szCs w:val="28"/>
        </w:rPr>
        <w:t>от «_</w:t>
      </w:r>
      <w:r>
        <w:rPr>
          <w:b/>
          <w:sz w:val="28"/>
          <w:szCs w:val="28"/>
        </w:rPr>
        <w:t>____</w:t>
      </w:r>
      <w:r w:rsidRPr="00BC7979">
        <w:rPr>
          <w:b/>
          <w:sz w:val="28"/>
          <w:szCs w:val="28"/>
        </w:rPr>
        <w:t>_» ____________  20__ г. № _____</w:t>
      </w:r>
    </w:p>
    <w:p w:rsidR="00CF5AE0" w:rsidRPr="00F6519D" w:rsidRDefault="00CF5AE0" w:rsidP="00F22866">
      <w:pPr>
        <w:pStyle w:val="ConsPlusNonformat"/>
        <w:ind w:right="-305"/>
        <w:rPr>
          <w:sz w:val="28"/>
          <w:szCs w:val="28"/>
        </w:rPr>
      </w:pPr>
    </w:p>
    <w:p w:rsidR="00CF5AE0" w:rsidRPr="00F6519D" w:rsidRDefault="00CF5AE0" w:rsidP="00F22866">
      <w:pPr>
        <w:pStyle w:val="ConsPlusNonformat"/>
        <w:ind w:right="-305" w:firstLine="720"/>
        <w:rPr>
          <w:sz w:val="28"/>
          <w:szCs w:val="28"/>
        </w:rPr>
      </w:pPr>
      <w:r w:rsidRPr="00F6519D">
        <w:rPr>
          <w:sz w:val="28"/>
          <w:szCs w:val="28"/>
        </w:rPr>
        <w:t xml:space="preserve">1. Провести проверку в отношении </w:t>
      </w:r>
      <w:r>
        <w:rPr>
          <w:sz w:val="28"/>
          <w:szCs w:val="28"/>
        </w:rPr>
        <w:t xml:space="preserve"> </w:t>
      </w:r>
      <w:r w:rsidRPr="00F6519D">
        <w:rPr>
          <w:sz w:val="28"/>
          <w:szCs w:val="28"/>
        </w:rPr>
        <w:t>__________________________________ ______________________________________________________________________</w:t>
      </w:r>
    </w:p>
    <w:p w:rsidR="00CF5AE0" w:rsidRDefault="00CF5AE0" w:rsidP="00F22866">
      <w:pPr>
        <w:pStyle w:val="ConsPlusNonformat"/>
        <w:ind w:right="-305"/>
        <w:jc w:val="center"/>
      </w:pPr>
      <w:r w:rsidRPr="00F6519D">
        <w:rPr>
          <w:sz w:val="28"/>
          <w:szCs w:val="28"/>
        </w:rPr>
        <w:t xml:space="preserve"> </w:t>
      </w:r>
      <w:r w:rsidRPr="004924C9">
        <w:t>(наименование юридического лица, фамилия, имя, отчество</w:t>
      </w:r>
      <w:r>
        <w:t xml:space="preserve"> </w:t>
      </w:r>
      <w:r w:rsidRPr="004924C9">
        <w:t xml:space="preserve">(последнее - при наличии) </w:t>
      </w:r>
    </w:p>
    <w:p w:rsidR="00CF5AE0" w:rsidRPr="004924C9" w:rsidRDefault="00CF5AE0" w:rsidP="00F22866">
      <w:pPr>
        <w:pStyle w:val="ConsPlusNonformat"/>
        <w:ind w:right="-305"/>
        <w:jc w:val="center"/>
      </w:pPr>
      <w:r w:rsidRPr="004924C9">
        <w:t>индивидуального предпринимателя)</w:t>
      </w:r>
    </w:p>
    <w:p w:rsidR="00CF5AE0" w:rsidRPr="004924C9" w:rsidRDefault="00CF5AE0" w:rsidP="00F22866">
      <w:pPr>
        <w:pStyle w:val="ConsPlusNonformat"/>
        <w:ind w:right="-305"/>
        <w:jc w:val="center"/>
      </w:pPr>
    </w:p>
    <w:p w:rsidR="00CF5AE0" w:rsidRPr="00F6519D" w:rsidRDefault="00CF5AE0" w:rsidP="00F22866">
      <w:pPr>
        <w:pStyle w:val="ConsPlusNonformat"/>
        <w:ind w:right="-305" w:firstLine="720"/>
        <w:rPr>
          <w:sz w:val="28"/>
          <w:szCs w:val="28"/>
        </w:rPr>
      </w:pPr>
      <w:r w:rsidRPr="00F6519D">
        <w:rPr>
          <w:sz w:val="28"/>
          <w:szCs w:val="28"/>
        </w:rPr>
        <w:t xml:space="preserve">2. Место нахождения: </w:t>
      </w:r>
      <w:r>
        <w:rPr>
          <w:sz w:val="28"/>
          <w:szCs w:val="28"/>
        </w:rPr>
        <w:t xml:space="preserve"> </w:t>
      </w:r>
      <w:r w:rsidRPr="00F6519D">
        <w:rPr>
          <w:sz w:val="28"/>
          <w:szCs w:val="28"/>
        </w:rPr>
        <w:t>_____________________________________________</w:t>
      </w:r>
    </w:p>
    <w:p w:rsidR="00CF5AE0" w:rsidRPr="00F6519D" w:rsidRDefault="00CF5AE0" w:rsidP="00F22866">
      <w:pPr>
        <w:pStyle w:val="ConsPlusNonformat"/>
        <w:ind w:right="-305"/>
        <w:rPr>
          <w:sz w:val="28"/>
          <w:szCs w:val="28"/>
        </w:rPr>
      </w:pPr>
      <w:r w:rsidRPr="00F6519D">
        <w:rPr>
          <w:sz w:val="28"/>
          <w:szCs w:val="28"/>
        </w:rPr>
        <w:t>______________________________________________________________________</w:t>
      </w:r>
    </w:p>
    <w:p w:rsidR="00CF5AE0" w:rsidRDefault="00CF5AE0" w:rsidP="00F22866">
      <w:pPr>
        <w:pStyle w:val="ConsPlusNonformat"/>
        <w:ind w:right="-305"/>
        <w:jc w:val="center"/>
      </w:pPr>
      <w:r w:rsidRPr="00F6519D">
        <w:rPr>
          <w:sz w:val="28"/>
          <w:szCs w:val="28"/>
        </w:rPr>
        <w:t xml:space="preserve"> </w:t>
      </w:r>
      <w:r w:rsidRPr="004924C9">
        <w:t>(юридического лица (их филиалов, представительств, обособленных структурных подразделений) или место ж</w:t>
      </w:r>
      <w:r w:rsidRPr="004924C9">
        <w:t>и</w:t>
      </w:r>
      <w:r w:rsidRPr="004924C9">
        <w:t>тельства индивидуального предпринимателя и место(а) фактического осуществления им деятельности)</w:t>
      </w:r>
    </w:p>
    <w:p w:rsidR="00CF5AE0" w:rsidRPr="004924C9" w:rsidRDefault="00CF5AE0" w:rsidP="00F22866">
      <w:pPr>
        <w:pStyle w:val="ConsPlusNonformat"/>
        <w:ind w:right="-305"/>
        <w:jc w:val="center"/>
      </w:pPr>
    </w:p>
    <w:p w:rsidR="00CF5AE0" w:rsidRPr="00F6519D" w:rsidRDefault="00CF5AE0" w:rsidP="00F22866">
      <w:pPr>
        <w:pStyle w:val="ConsPlusNonformat"/>
        <w:ind w:right="-305" w:firstLine="720"/>
        <w:rPr>
          <w:sz w:val="28"/>
          <w:szCs w:val="28"/>
        </w:rPr>
      </w:pPr>
      <w:r w:rsidRPr="00F6519D">
        <w:rPr>
          <w:sz w:val="28"/>
          <w:szCs w:val="28"/>
        </w:rPr>
        <w:t>3. Назначить лицом(ми), уполномоченным(ми) на проведение проверки: ______________________________________________________________________</w:t>
      </w:r>
    </w:p>
    <w:p w:rsidR="00CF5AE0" w:rsidRPr="00F6519D" w:rsidRDefault="00CF5AE0" w:rsidP="00F22866">
      <w:pPr>
        <w:pStyle w:val="ConsPlusNonformat"/>
        <w:ind w:right="-305"/>
        <w:rPr>
          <w:sz w:val="28"/>
          <w:szCs w:val="28"/>
        </w:rPr>
      </w:pPr>
      <w:r w:rsidRPr="00F6519D">
        <w:rPr>
          <w:sz w:val="28"/>
          <w:szCs w:val="28"/>
        </w:rPr>
        <w:t>______________________________________________________________________</w:t>
      </w:r>
    </w:p>
    <w:p w:rsidR="00CF5AE0" w:rsidRPr="004924C9" w:rsidRDefault="00CF5AE0" w:rsidP="00F22866">
      <w:pPr>
        <w:pStyle w:val="ConsPlusNonformat"/>
        <w:ind w:right="-305"/>
        <w:jc w:val="center"/>
      </w:pPr>
      <w:r w:rsidRPr="004924C9">
        <w:t>(фамилия, имя, отчество (последнее - при наличии), должность должностного</w:t>
      </w:r>
    </w:p>
    <w:p w:rsidR="00CF5AE0" w:rsidRPr="004924C9" w:rsidRDefault="00CF5AE0" w:rsidP="00F22866">
      <w:pPr>
        <w:pStyle w:val="ConsPlusNonformat"/>
        <w:ind w:right="-305"/>
        <w:jc w:val="center"/>
      </w:pPr>
      <w:r w:rsidRPr="004924C9">
        <w:t>лица (должностных лиц), уполномоченного (ых) на проведение проверки)</w:t>
      </w:r>
    </w:p>
    <w:p w:rsidR="00CF5AE0" w:rsidRPr="00F6519D" w:rsidRDefault="00CF5AE0" w:rsidP="00F22866">
      <w:pPr>
        <w:pStyle w:val="ConsPlusNonformat"/>
        <w:ind w:right="-305" w:firstLine="720"/>
        <w:jc w:val="both"/>
        <w:rPr>
          <w:sz w:val="28"/>
          <w:szCs w:val="28"/>
        </w:rPr>
      </w:pPr>
      <w:r w:rsidRPr="00F6519D">
        <w:rPr>
          <w:sz w:val="28"/>
          <w:szCs w:val="28"/>
        </w:rPr>
        <w:t>4. Привлечь к проведению проверки в качестве экспертов, представителей</w:t>
      </w:r>
    </w:p>
    <w:p w:rsidR="00CF5AE0" w:rsidRPr="00F6519D" w:rsidRDefault="00CF5AE0" w:rsidP="00F22866">
      <w:pPr>
        <w:pStyle w:val="ConsPlusNonformat"/>
        <w:ind w:right="-305"/>
        <w:rPr>
          <w:sz w:val="28"/>
          <w:szCs w:val="28"/>
        </w:rPr>
      </w:pPr>
      <w:r w:rsidRPr="00F6519D">
        <w:rPr>
          <w:sz w:val="28"/>
          <w:szCs w:val="28"/>
        </w:rPr>
        <w:t>экспер</w:t>
      </w:r>
      <w:r>
        <w:rPr>
          <w:sz w:val="28"/>
          <w:szCs w:val="28"/>
        </w:rPr>
        <w:t xml:space="preserve">тных организаций следующих лиц: </w:t>
      </w:r>
      <w:r w:rsidRPr="00F6519D">
        <w:rPr>
          <w:sz w:val="28"/>
          <w:szCs w:val="28"/>
        </w:rPr>
        <w:t>_________________________________</w:t>
      </w:r>
      <w:r>
        <w:rPr>
          <w:sz w:val="28"/>
          <w:szCs w:val="28"/>
        </w:rPr>
        <w:t>_</w:t>
      </w:r>
    </w:p>
    <w:p w:rsidR="00CF5AE0" w:rsidRPr="00F6519D" w:rsidRDefault="00CF5AE0" w:rsidP="00F22866">
      <w:pPr>
        <w:pStyle w:val="ConsPlusNonformat"/>
        <w:ind w:right="-305"/>
        <w:rPr>
          <w:sz w:val="28"/>
          <w:szCs w:val="28"/>
        </w:rPr>
      </w:pPr>
      <w:r w:rsidRPr="00F6519D">
        <w:rPr>
          <w:sz w:val="28"/>
          <w:szCs w:val="28"/>
        </w:rPr>
        <w:t>_____________________________________________________________________</w:t>
      </w:r>
      <w:r>
        <w:rPr>
          <w:sz w:val="28"/>
          <w:szCs w:val="28"/>
        </w:rPr>
        <w:t>_</w:t>
      </w:r>
    </w:p>
    <w:p w:rsidR="00CF5AE0" w:rsidRPr="00F6519D" w:rsidRDefault="00CF5AE0" w:rsidP="00F22866">
      <w:pPr>
        <w:pStyle w:val="ConsPlusNonformat"/>
        <w:ind w:right="-305"/>
        <w:rPr>
          <w:sz w:val="28"/>
          <w:szCs w:val="28"/>
        </w:rPr>
      </w:pPr>
      <w:r w:rsidRPr="00F6519D">
        <w:rPr>
          <w:sz w:val="28"/>
          <w:szCs w:val="28"/>
        </w:rPr>
        <w:t>______________________________________________________________________</w:t>
      </w:r>
    </w:p>
    <w:p w:rsidR="00CF5AE0" w:rsidRDefault="00CF5AE0" w:rsidP="00F22866">
      <w:pPr>
        <w:pStyle w:val="ConsPlusNonformat"/>
        <w:ind w:right="-305"/>
        <w:jc w:val="center"/>
      </w:pPr>
      <w:r w:rsidRPr="004924C9">
        <w:t>(фамилия, имя, отчество (последнее - при наличии), должности привлекаемых к проведению проверки экспертов и (или)наименование экспертной организации с указанием реквизитов свидетельства об аккредитации и наименов</w:t>
      </w:r>
      <w:r w:rsidRPr="004924C9">
        <w:t>а</w:t>
      </w:r>
      <w:r w:rsidRPr="004924C9">
        <w:t>ния</w:t>
      </w:r>
      <w:r>
        <w:t xml:space="preserve"> </w:t>
      </w:r>
      <w:r w:rsidRPr="004924C9">
        <w:t>органа по аккредитации, выдавшего свидетельство об аккредитации)</w:t>
      </w:r>
    </w:p>
    <w:p w:rsidR="00CF5AE0" w:rsidRPr="004924C9" w:rsidRDefault="00CF5AE0" w:rsidP="00F22866">
      <w:pPr>
        <w:pStyle w:val="ConsPlusNonformat"/>
        <w:ind w:right="-305"/>
        <w:jc w:val="center"/>
      </w:pPr>
    </w:p>
    <w:p w:rsidR="00CF5AE0" w:rsidRPr="00F6519D" w:rsidRDefault="00CF5AE0" w:rsidP="00F22866">
      <w:pPr>
        <w:pStyle w:val="ConsPlusNonformat"/>
        <w:ind w:right="-305" w:firstLine="720"/>
        <w:rPr>
          <w:sz w:val="28"/>
          <w:szCs w:val="28"/>
        </w:rPr>
      </w:pPr>
      <w:r w:rsidRPr="00F6519D">
        <w:rPr>
          <w:sz w:val="28"/>
          <w:szCs w:val="28"/>
        </w:rPr>
        <w:t>5. Установить, что:</w:t>
      </w:r>
    </w:p>
    <w:p w:rsidR="00CF5AE0" w:rsidRPr="00F6519D" w:rsidRDefault="00CF5AE0" w:rsidP="00F22866">
      <w:pPr>
        <w:pStyle w:val="ConsPlusNonformat"/>
        <w:ind w:right="-305" w:firstLine="708"/>
        <w:rPr>
          <w:sz w:val="28"/>
          <w:szCs w:val="28"/>
        </w:rPr>
      </w:pPr>
      <w:r w:rsidRPr="00F6519D">
        <w:rPr>
          <w:sz w:val="28"/>
          <w:szCs w:val="28"/>
        </w:rPr>
        <w:t>настоящ</w:t>
      </w:r>
      <w:r>
        <w:rPr>
          <w:sz w:val="28"/>
          <w:szCs w:val="28"/>
        </w:rPr>
        <w:t>ая проверка проводится с целью:______________________________</w:t>
      </w:r>
    </w:p>
    <w:p w:rsidR="00CF5AE0" w:rsidRPr="00F6519D" w:rsidRDefault="00CF5AE0" w:rsidP="00F22866">
      <w:pPr>
        <w:pStyle w:val="ConsPlusNonformat"/>
        <w:ind w:right="-305"/>
        <w:rPr>
          <w:sz w:val="28"/>
          <w:szCs w:val="28"/>
        </w:rPr>
      </w:pPr>
      <w:r w:rsidRPr="00F6519D">
        <w:rPr>
          <w:sz w:val="28"/>
          <w:szCs w:val="28"/>
        </w:rPr>
        <w:t>______________________________________________________________________</w:t>
      </w:r>
    </w:p>
    <w:p w:rsidR="00CF5AE0" w:rsidRPr="00F6519D" w:rsidRDefault="00CF5AE0" w:rsidP="00F22866">
      <w:pPr>
        <w:pStyle w:val="ConsPlusNonformat"/>
        <w:ind w:right="-305"/>
        <w:rPr>
          <w:sz w:val="28"/>
          <w:szCs w:val="28"/>
        </w:rPr>
      </w:pPr>
      <w:r w:rsidRPr="00F6519D">
        <w:rPr>
          <w:sz w:val="28"/>
          <w:szCs w:val="28"/>
        </w:rPr>
        <w:t>______________________________________________________________________</w:t>
      </w:r>
    </w:p>
    <w:p w:rsidR="00CF5AE0" w:rsidRPr="00F6519D" w:rsidRDefault="00CF5AE0" w:rsidP="00F22866">
      <w:pPr>
        <w:pStyle w:val="ConsPlusNonformat"/>
        <w:ind w:right="-305" w:firstLine="720"/>
        <w:jc w:val="both"/>
        <w:rPr>
          <w:sz w:val="28"/>
          <w:szCs w:val="28"/>
        </w:rPr>
      </w:pPr>
      <w:r w:rsidRPr="00F6519D">
        <w:rPr>
          <w:sz w:val="28"/>
          <w:szCs w:val="28"/>
        </w:rPr>
        <w:t>При установлении целей проводимой проверки указывается следующая и</w:t>
      </w:r>
      <w:r w:rsidRPr="00F6519D">
        <w:rPr>
          <w:sz w:val="28"/>
          <w:szCs w:val="28"/>
        </w:rPr>
        <w:t>н</w:t>
      </w:r>
      <w:r w:rsidRPr="00F6519D">
        <w:rPr>
          <w:sz w:val="28"/>
          <w:szCs w:val="28"/>
        </w:rPr>
        <w:t>формация:</w:t>
      </w:r>
    </w:p>
    <w:p w:rsidR="00CF5AE0" w:rsidRPr="00F6519D" w:rsidRDefault="00CF5AE0" w:rsidP="00F22866">
      <w:pPr>
        <w:pStyle w:val="ConsPlusNonformat"/>
        <w:ind w:right="-305" w:firstLine="720"/>
        <w:rPr>
          <w:sz w:val="28"/>
          <w:szCs w:val="28"/>
        </w:rPr>
      </w:pPr>
      <w:r w:rsidRPr="00F6519D">
        <w:rPr>
          <w:sz w:val="28"/>
          <w:szCs w:val="28"/>
        </w:rPr>
        <w:t>а) в случае проведения плановой проверки:</w:t>
      </w:r>
    </w:p>
    <w:p w:rsidR="00CF5AE0" w:rsidRPr="00F6519D" w:rsidRDefault="00CF5AE0" w:rsidP="00F22866">
      <w:pPr>
        <w:pStyle w:val="ConsPlusNonformat"/>
        <w:ind w:right="-305" w:firstLine="720"/>
        <w:rPr>
          <w:sz w:val="28"/>
          <w:szCs w:val="28"/>
        </w:rPr>
      </w:pPr>
      <w:r w:rsidRPr="00F6519D">
        <w:rPr>
          <w:sz w:val="28"/>
          <w:szCs w:val="28"/>
        </w:rPr>
        <w:t>ссылка на утвержденный ежегодный план проведения плановых проверок;</w:t>
      </w:r>
    </w:p>
    <w:p w:rsidR="00CF5AE0" w:rsidRPr="00F6519D" w:rsidRDefault="00CF5AE0" w:rsidP="00F22866">
      <w:pPr>
        <w:pStyle w:val="ConsPlusNonformat"/>
        <w:ind w:right="-305" w:firstLine="720"/>
        <w:rPr>
          <w:sz w:val="28"/>
          <w:szCs w:val="28"/>
        </w:rPr>
      </w:pPr>
      <w:r w:rsidRPr="00F6519D">
        <w:rPr>
          <w:sz w:val="28"/>
          <w:szCs w:val="28"/>
        </w:rPr>
        <w:t>б) в случае проведения внеплановой выездной проверки:</w:t>
      </w:r>
    </w:p>
    <w:p w:rsidR="00CF5AE0" w:rsidRPr="00F6519D" w:rsidRDefault="00CF5AE0" w:rsidP="00F22866">
      <w:pPr>
        <w:pStyle w:val="ConsPlusNonformat"/>
        <w:ind w:right="-305" w:firstLine="720"/>
        <w:rPr>
          <w:sz w:val="28"/>
          <w:szCs w:val="28"/>
        </w:rPr>
      </w:pPr>
      <w:r w:rsidRPr="00F6519D">
        <w:rPr>
          <w:sz w:val="28"/>
          <w:szCs w:val="28"/>
        </w:rPr>
        <w:t>реквизиты ранее выданного проверяемому лицу предписания об устранении</w:t>
      </w:r>
    </w:p>
    <w:p w:rsidR="00CF5AE0" w:rsidRPr="00F6519D" w:rsidRDefault="00CF5AE0" w:rsidP="00F22866">
      <w:pPr>
        <w:pStyle w:val="ConsPlusNonformat"/>
        <w:ind w:right="-305"/>
        <w:rPr>
          <w:sz w:val="28"/>
          <w:szCs w:val="28"/>
        </w:rPr>
      </w:pPr>
      <w:r w:rsidRPr="00F6519D">
        <w:rPr>
          <w:sz w:val="28"/>
          <w:szCs w:val="28"/>
        </w:rPr>
        <w:t>выявленного нарушения, срок для исполнения которого истек;</w:t>
      </w:r>
    </w:p>
    <w:p w:rsidR="00CF5AE0" w:rsidRPr="00F6519D" w:rsidRDefault="00CF5AE0" w:rsidP="00F22866">
      <w:pPr>
        <w:pStyle w:val="ConsPlusNonformat"/>
        <w:ind w:right="-305" w:firstLine="720"/>
        <w:jc w:val="both"/>
        <w:rPr>
          <w:sz w:val="28"/>
          <w:szCs w:val="28"/>
        </w:rPr>
      </w:pPr>
      <w:r w:rsidRPr="00F6519D">
        <w:rPr>
          <w:sz w:val="28"/>
          <w:szCs w:val="28"/>
        </w:rPr>
        <w:t>реквизиты обращений и заявлений граждан, юридических лиц, индивид</w:t>
      </w:r>
      <w:r w:rsidRPr="00F6519D">
        <w:rPr>
          <w:sz w:val="28"/>
          <w:szCs w:val="28"/>
        </w:rPr>
        <w:t>у</w:t>
      </w:r>
      <w:r w:rsidRPr="00F6519D">
        <w:rPr>
          <w:sz w:val="28"/>
          <w:szCs w:val="28"/>
        </w:rPr>
        <w:t>альных предпринимателей, поступивших в органы государственного контроля (надзора), органы муниципального контроля;</w:t>
      </w:r>
    </w:p>
    <w:p w:rsidR="00CF5AE0" w:rsidRPr="00F6519D" w:rsidRDefault="00CF5AE0" w:rsidP="00F22866">
      <w:pPr>
        <w:pStyle w:val="ConsPlusNonformat"/>
        <w:ind w:right="-305" w:firstLine="720"/>
        <w:jc w:val="both"/>
        <w:rPr>
          <w:sz w:val="28"/>
          <w:szCs w:val="28"/>
        </w:rPr>
      </w:pPr>
      <w:r w:rsidRPr="00F6519D">
        <w:rPr>
          <w:sz w:val="28"/>
          <w:szCs w:val="28"/>
        </w:rPr>
        <w:t>реквизиты приказа (распоряжения) руководителя органа государственного контроля (надзора), изданного в соответствии с поручениями Президента Росси</w:t>
      </w:r>
      <w:r w:rsidRPr="00F6519D">
        <w:rPr>
          <w:sz w:val="28"/>
          <w:szCs w:val="28"/>
        </w:rPr>
        <w:t>й</w:t>
      </w:r>
      <w:r w:rsidRPr="00F6519D">
        <w:rPr>
          <w:sz w:val="28"/>
          <w:szCs w:val="28"/>
        </w:rPr>
        <w:t>ской Федерации, Правительства Российской Федерации;</w:t>
      </w:r>
    </w:p>
    <w:p w:rsidR="00CF5AE0" w:rsidRPr="00F6519D" w:rsidRDefault="00CF5AE0" w:rsidP="00F22866">
      <w:pPr>
        <w:pStyle w:val="ConsPlusNonformat"/>
        <w:ind w:right="-305" w:firstLine="720"/>
        <w:jc w:val="both"/>
        <w:rPr>
          <w:sz w:val="28"/>
          <w:szCs w:val="28"/>
        </w:rPr>
      </w:pPr>
      <w:r w:rsidRPr="00F6519D">
        <w:rPr>
          <w:sz w:val="28"/>
          <w:szCs w:val="28"/>
        </w:rPr>
        <w:t>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обращений;</w:t>
      </w:r>
    </w:p>
    <w:p w:rsidR="00CF5AE0" w:rsidRPr="00F6519D" w:rsidRDefault="00CF5AE0" w:rsidP="00F22866">
      <w:pPr>
        <w:pStyle w:val="ConsPlusNonformat"/>
        <w:ind w:right="-305" w:firstLine="720"/>
        <w:jc w:val="both"/>
        <w:rPr>
          <w:sz w:val="28"/>
          <w:szCs w:val="28"/>
        </w:rPr>
      </w:pPr>
      <w:r w:rsidRPr="00F6519D">
        <w:rPr>
          <w:sz w:val="28"/>
          <w:szCs w:val="28"/>
        </w:rPr>
        <w:t xml:space="preserve">в) в случае проведения внеплановой выездной проверки, которая </w:t>
      </w:r>
      <w:r>
        <w:rPr>
          <w:sz w:val="28"/>
          <w:szCs w:val="28"/>
        </w:rPr>
        <w:t>подлежит согласованию</w:t>
      </w:r>
      <w:r w:rsidRPr="00F6519D">
        <w:rPr>
          <w:sz w:val="28"/>
          <w:szCs w:val="28"/>
        </w:rPr>
        <w:t xml:space="preserve"> органами прокуратуры, но в целях принятия неотложных мер должна быть проведена незамедлительно в связи с причинением вреда либо нар</w:t>
      </w:r>
      <w:r w:rsidRPr="00F6519D">
        <w:rPr>
          <w:sz w:val="28"/>
          <w:szCs w:val="28"/>
        </w:rPr>
        <w:t>у</w:t>
      </w:r>
      <w:r w:rsidRPr="00F6519D">
        <w:rPr>
          <w:sz w:val="28"/>
          <w:szCs w:val="28"/>
        </w:rPr>
        <w:t>шением проверяемых требований, если такое причинение вреда либо нарушение требований обнаружено непосредственно в момент его совершения:</w:t>
      </w:r>
    </w:p>
    <w:p w:rsidR="00CF5AE0" w:rsidRPr="00F6519D" w:rsidRDefault="00CF5AE0" w:rsidP="00F22866">
      <w:pPr>
        <w:pStyle w:val="ConsPlusNonformat"/>
        <w:ind w:right="-305" w:firstLine="720"/>
        <w:jc w:val="both"/>
        <w:rPr>
          <w:sz w:val="28"/>
          <w:szCs w:val="28"/>
        </w:rPr>
      </w:pPr>
      <w:r w:rsidRPr="00F6519D">
        <w:rPr>
          <w:sz w:val="28"/>
          <w:szCs w:val="28"/>
        </w:rPr>
        <w:t>реквизиты прилагаемой копии документа (рапорта, докладной записки и другие), представленного должностным лицом, обнаружившим нарушение;</w:t>
      </w:r>
    </w:p>
    <w:p w:rsidR="00CF5AE0" w:rsidRPr="00F6519D" w:rsidRDefault="00CF5AE0" w:rsidP="00F22866">
      <w:pPr>
        <w:pStyle w:val="ConsPlusNonformat"/>
        <w:ind w:right="-305" w:firstLine="720"/>
        <w:rPr>
          <w:sz w:val="28"/>
          <w:szCs w:val="28"/>
        </w:rPr>
      </w:pPr>
      <w:r w:rsidRPr="00F6519D">
        <w:rPr>
          <w:sz w:val="28"/>
          <w:szCs w:val="28"/>
        </w:rPr>
        <w:t>задача</w:t>
      </w:r>
      <w:r>
        <w:rPr>
          <w:sz w:val="28"/>
          <w:szCs w:val="28"/>
        </w:rPr>
        <w:t>ми настоящей проверки являются:_</w:t>
      </w:r>
      <w:r w:rsidRPr="00F6519D">
        <w:rPr>
          <w:sz w:val="28"/>
          <w:szCs w:val="28"/>
        </w:rPr>
        <w:t>_____________________________</w:t>
      </w:r>
    </w:p>
    <w:p w:rsidR="00CF5AE0" w:rsidRPr="00F6519D" w:rsidRDefault="00CF5AE0" w:rsidP="00F22866">
      <w:pPr>
        <w:pStyle w:val="ConsPlusNonformat"/>
        <w:ind w:right="-305"/>
        <w:rPr>
          <w:sz w:val="28"/>
          <w:szCs w:val="28"/>
        </w:rPr>
      </w:pPr>
      <w:r w:rsidRPr="00F6519D">
        <w:rPr>
          <w:sz w:val="28"/>
          <w:szCs w:val="28"/>
        </w:rPr>
        <w:t>_______________________________________________________________</w:t>
      </w:r>
      <w:r>
        <w:rPr>
          <w:sz w:val="28"/>
          <w:szCs w:val="28"/>
        </w:rPr>
        <w:t>_____</w:t>
      </w:r>
      <w:r w:rsidRPr="00F6519D">
        <w:rPr>
          <w:sz w:val="28"/>
          <w:szCs w:val="28"/>
        </w:rPr>
        <w:t>__</w:t>
      </w:r>
    </w:p>
    <w:p w:rsidR="00CF5AE0" w:rsidRPr="00F6519D" w:rsidRDefault="00CF5AE0" w:rsidP="00F22866">
      <w:pPr>
        <w:pStyle w:val="ConsPlusNonformat"/>
        <w:ind w:right="-305" w:firstLine="720"/>
        <w:rPr>
          <w:sz w:val="28"/>
          <w:szCs w:val="28"/>
        </w:rPr>
      </w:pPr>
      <w:r w:rsidRPr="00F6519D">
        <w:rPr>
          <w:sz w:val="28"/>
          <w:szCs w:val="28"/>
        </w:rPr>
        <w:t>6. Предметом настоящей проверки является (отметить нужное):</w:t>
      </w:r>
    </w:p>
    <w:p w:rsidR="00CF5AE0" w:rsidRPr="00F6519D" w:rsidRDefault="00CF5AE0" w:rsidP="00F22866">
      <w:pPr>
        <w:pStyle w:val="ConsPlusNonformat"/>
        <w:ind w:right="-305" w:firstLine="720"/>
        <w:jc w:val="both"/>
        <w:rPr>
          <w:sz w:val="28"/>
          <w:szCs w:val="28"/>
        </w:rPr>
      </w:pPr>
      <w:r w:rsidRPr="00F6519D">
        <w:rPr>
          <w:sz w:val="28"/>
          <w:szCs w:val="28"/>
        </w:rPr>
        <w:t>соблюдение обязательных требований или требований, установленных м</w:t>
      </w:r>
      <w:r w:rsidRPr="00F6519D">
        <w:rPr>
          <w:sz w:val="28"/>
          <w:szCs w:val="28"/>
        </w:rPr>
        <w:t>у</w:t>
      </w:r>
      <w:r w:rsidRPr="00F6519D">
        <w:rPr>
          <w:sz w:val="28"/>
          <w:szCs w:val="28"/>
        </w:rPr>
        <w:t>ниципальными правовыми актами;</w:t>
      </w:r>
    </w:p>
    <w:p w:rsidR="00CF5AE0" w:rsidRPr="00F6519D" w:rsidRDefault="00CF5AE0" w:rsidP="00F22866">
      <w:pPr>
        <w:pStyle w:val="ConsPlusNonformat"/>
        <w:ind w:right="-305" w:firstLine="720"/>
        <w:jc w:val="both"/>
        <w:rPr>
          <w:sz w:val="28"/>
          <w:szCs w:val="28"/>
        </w:rPr>
      </w:pPr>
      <w:r w:rsidRPr="00F6519D">
        <w:rPr>
          <w:sz w:val="28"/>
          <w:szCs w:val="28"/>
        </w:rPr>
        <w:t>соответствие сведений, содержащихся в уведомлении о начале осуществл</w:t>
      </w:r>
      <w:r w:rsidRPr="00F6519D">
        <w:rPr>
          <w:sz w:val="28"/>
          <w:szCs w:val="28"/>
        </w:rPr>
        <w:t>е</w:t>
      </w:r>
      <w:r w:rsidRPr="00F6519D">
        <w:rPr>
          <w:sz w:val="28"/>
          <w:szCs w:val="28"/>
        </w:rPr>
        <w:t>ния отдельных видов предпринимательской деятельности, обязательным требов</w:t>
      </w:r>
      <w:r w:rsidRPr="00F6519D">
        <w:rPr>
          <w:sz w:val="28"/>
          <w:szCs w:val="28"/>
        </w:rPr>
        <w:t>а</w:t>
      </w:r>
      <w:r w:rsidRPr="00F6519D">
        <w:rPr>
          <w:sz w:val="28"/>
          <w:szCs w:val="28"/>
        </w:rPr>
        <w:t>ниям;</w:t>
      </w:r>
    </w:p>
    <w:p w:rsidR="00CF5AE0" w:rsidRPr="00F6519D" w:rsidRDefault="00CF5AE0" w:rsidP="00F22866">
      <w:pPr>
        <w:pStyle w:val="ConsPlusNonformat"/>
        <w:ind w:right="-305" w:firstLine="720"/>
        <w:jc w:val="both"/>
        <w:rPr>
          <w:sz w:val="28"/>
          <w:szCs w:val="28"/>
        </w:rPr>
      </w:pPr>
      <w:r w:rsidRPr="00F6519D">
        <w:rPr>
          <w:sz w:val="28"/>
          <w:szCs w:val="28"/>
        </w:rPr>
        <w:t>выполнение  предписаний органов государственного контроля (надзора), о</w:t>
      </w:r>
      <w:r w:rsidRPr="00F6519D">
        <w:rPr>
          <w:sz w:val="28"/>
          <w:szCs w:val="28"/>
        </w:rPr>
        <w:t>р</w:t>
      </w:r>
      <w:r w:rsidRPr="00F6519D">
        <w:rPr>
          <w:sz w:val="28"/>
          <w:szCs w:val="28"/>
        </w:rPr>
        <w:t>ганов муниципального контроля;</w:t>
      </w:r>
    </w:p>
    <w:p w:rsidR="00CF5AE0" w:rsidRPr="00F6519D" w:rsidRDefault="00CF5AE0" w:rsidP="00F22866">
      <w:pPr>
        <w:pStyle w:val="ConsPlusNonformat"/>
        <w:ind w:right="-305" w:firstLine="720"/>
        <w:rPr>
          <w:sz w:val="28"/>
          <w:szCs w:val="28"/>
        </w:rPr>
      </w:pPr>
      <w:r w:rsidRPr="00F6519D">
        <w:rPr>
          <w:sz w:val="28"/>
          <w:szCs w:val="28"/>
        </w:rPr>
        <w:t>проведение мероприятий:</w:t>
      </w:r>
    </w:p>
    <w:p w:rsidR="00CF5AE0" w:rsidRPr="00F6519D" w:rsidRDefault="00CF5AE0" w:rsidP="00F22866">
      <w:pPr>
        <w:pStyle w:val="ConsPlusNonformat"/>
        <w:ind w:right="-305" w:firstLine="720"/>
        <w:jc w:val="both"/>
        <w:rPr>
          <w:sz w:val="28"/>
          <w:szCs w:val="28"/>
        </w:rPr>
      </w:pPr>
      <w:r w:rsidRPr="00F6519D">
        <w:rPr>
          <w:sz w:val="28"/>
          <w:szCs w:val="28"/>
        </w:rPr>
        <w:t>по предотвращению причинения вреда жизни, здоровью граждан, вреда ж</w:t>
      </w:r>
      <w:r w:rsidRPr="00F6519D">
        <w:rPr>
          <w:sz w:val="28"/>
          <w:szCs w:val="28"/>
        </w:rPr>
        <w:t>и</w:t>
      </w:r>
      <w:r w:rsidRPr="00F6519D">
        <w:rPr>
          <w:sz w:val="28"/>
          <w:szCs w:val="28"/>
        </w:rPr>
        <w:t>вотным, растениям, окружающей среде;</w:t>
      </w:r>
    </w:p>
    <w:p w:rsidR="00CF5AE0" w:rsidRPr="00F6519D" w:rsidRDefault="00CF5AE0" w:rsidP="00F22866">
      <w:pPr>
        <w:pStyle w:val="ConsPlusNonformat"/>
        <w:ind w:right="-305" w:firstLine="720"/>
        <w:jc w:val="both"/>
        <w:rPr>
          <w:sz w:val="28"/>
          <w:szCs w:val="28"/>
        </w:rPr>
      </w:pPr>
      <w:r w:rsidRPr="00F6519D">
        <w:rPr>
          <w:sz w:val="28"/>
          <w:szCs w:val="28"/>
        </w:rPr>
        <w:t>по предупреждению возникновения чрезвычайных ситуаций природного и</w:t>
      </w:r>
      <w:r>
        <w:rPr>
          <w:sz w:val="28"/>
          <w:szCs w:val="28"/>
        </w:rPr>
        <w:t xml:space="preserve"> </w:t>
      </w:r>
      <w:r w:rsidRPr="00F6519D">
        <w:rPr>
          <w:sz w:val="28"/>
          <w:szCs w:val="28"/>
        </w:rPr>
        <w:t>техногенного характера;</w:t>
      </w:r>
    </w:p>
    <w:p w:rsidR="00CF5AE0" w:rsidRPr="00F6519D" w:rsidRDefault="00CF5AE0" w:rsidP="00F22866">
      <w:pPr>
        <w:pStyle w:val="ConsPlusNonformat"/>
        <w:ind w:right="-305" w:firstLine="720"/>
        <w:rPr>
          <w:sz w:val="28"/>
          <w:szCs w:val="28"/>
        </w:rPr>
      </w:pPr>
      <w:r w:rsidRPr="00F6519D">
        <w:rPr>
          <w:sz w:val="28"/>
          <w:szCs w:val="28"/>
        </w:rPr>
        <w:t>по обеспечению безопасности государства;</w:t>
      </w:r>
    </w:p>
    <w:p w:rsidR="00CF5AE0" w:rsidRPr="00F6519D" w:rsidRDefault="00CF5AE0" w:rsidP="00F22866">
      <w:pPr>
        <w:pStyle w:val="ConsPlusNonformat"/>
        <w:ind w:right="-305" w:firstLine="720"/>
        <w:rPr>
          <w:sz w:val="28"/>
          <w:szCs w:val="28"/>
        </w:rPr>
      </w:pPr>
      <w:r w:rsidRPr="00F6519D">
        <w:rPr>
          <w:sz w:val="28"/>
          <w:szCs w:val="28"/>
        </w:rPr>
        <w:t>по ликвидации последствий причинения такого вреда.</w:t>
      </w:r>
    </w:p>
    <w:p w:rsidR="00CF5AE0" w:rsidRDefault="00CF5AE0" w:rsidP="00F22866">
      <w:pPr>
        <w:pStyle w:val="ConsPlusNonformat"/>
        <w:ind w:right="-305" w:firstLine="720"/>
        <w:rPr>
          <w:sz w:val="28"/>
          <w:szCs w:val="28"/>
        </w:rPr>
      </w:pPr>
      <w:r w:rsidRPr="00F6519D">
        <w:rPr>
          <w:sz w:val="28"/>
          <w:szCs w:val="28"/>
        </w:rPr>
        <w:t xml:space="preserve">7. Срок проведения проверки: </w:t>
      </w:r>
      <w:r>
        <w:rPr>
          <w:sz w:val="28"/>
          <w:szCs w:val="28"/>
        </w:rPr>
        <w:t xml:space="preserve"> ______________________________________</w:t>
      </w:r>
    </w:p>
    <w:p w:rsidR="00CF5AE0" w:rsidRPr="00F6519D" w:rsidRDefault="00CF5AE0" w:rsidP="00F22866">
      <w:pPr>
        <w:pStyle w:val="ConsPlusNonformat"/>
        <w:ind w:right="-305" w:firstLine="720"/>
        <w:rPr>
          <w:sz w:val="28"/>
          <w:szCs w:val="28"/>
        </w:rPr>
      </w:pPr>
      <w:r w:rsidRPr="00F6519D">
        <w:rPr>
          <w:sz w:val="28"/>
          <w:szCs w:val="28"/>
        </w:rPr>
        <w:t>К проведению проверки приступить с «__» ____________ 20__ г.</w:t>
      </w:r>
    </w:p>
    <w:p w:rsidR="00CF5AE0" w:rsidRPr="00F6519D" w:rsidRDefault="00CF5AE0" w:rsidP="00F22866">
      <w:pPr>
        <w:pStyle w:val="ConsPlusNonformat"/>
        <w:ind w:right="-305" w:firstLine="720"/>
        <w:rPr>
          <w:sz w:val="28"/>
          <w:szCs w:val="28"/>
        </w:rPr>
      </w:pPr>
      <w:r w:rsidRPr="00F6519D">
        <w:rPr>
          <w:sz w:val="28"/>
          <w:szCs w:val="28"/>
        </w:rPr>
        <w:t>Проверку окончить не позднее «__» ____________ 20__ г.</w:t>
      </w:r>
    </w:p>
    <w:p w:rsidR="00CF5AE0" w:rsidRPr="00F6519D" w:rsidRDefault="00CF5AE0" w:rsidP="00F22866">
      <w:pPr>
        <w:pStyle w:val="ConsPlusNonformat"/>
        <w:ind w:right="-305" w:firstLine="720"/>
        <w:rPr>
          <w:sz w:val="28"/>
          <w:szCs w:val="28"/>
        </w:rPr>
      </w:pPr>
      <w:r w:rsidRPr="00F6519D">
        <w:rPr>
          <w:sz w:val="28"/>
          <w:szCs w:val="28"/>
        </w:rPr>
        <w:t>8. Правовые основания проведения проверки: _________________________</w:t>
      </w:r>
    </w:p>
    <w:p w:rsidR="00CF5AE0" w:rsidRPr="00F6519D" w:rsidRDefault="00CF5AE0" w:rsidP="00F22866">
      <w:pPr>
        <w:pStyle w:val="ConsPlusNonformat"/>
        <w:ind w:right="-305"/>
        <w:rPr>
          <w:sz w:val="28"/>
          <w:szCs w:val="28"/>
        </w:rPr>
      </w:pPr>
      <w:r w:rsidRPr="00F6519D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CF5AE0" w:rsidRDefault="00CF5AE0" w:rsidP="00F22866">
      <w:pPr>
        <w:pStyle w:val="ConsPlusNonformat"/>
        <w:ind w:right="-305"/>
        <w:jc w:val="center"/>
      </w:pPr>
      <w:r w:rsidRPr="00B82717">
        <w:t>(ссылка на положение нормативного правового акта, в соответствии с которым осуществляется проверка; ссылка на положения (нормативных) правовых актов,</w:t>
      </w:r>
      <w:r>
        <w:t xml:space="preserve"> </w:t>
      </w:r>
      <w:r w:rsidRPr="00B82717">
        <w:t xml:space="preserve">устанавливающих требования, </w:t>
      </w:r>
    </w:p>
    <w:p w:rsidR="00CF5AE0" w:rsidRPr="00B82717" w:rsidRDefault="00CF5AE0" w:rsidP="00F22866">
      <w:pPr>
        <w:pStyle w:val="ConsPlusNonformat"/>
        <w:ind w:right="-305"/>
        <w:jc w:val="center"/>
      </w:pPr>
      <w:r w:rsidRPr="00B82717">
        <w:t>которые являются предметом проверки)</w:t>
      </w:r>
    </w:p>
    <w:p w:rsidR="00CF5AE0" w:rsidRPr="00F6519D" w:rsidRDefault="00CF5AE0" w:rsidP="00F22866">
      <w:pPr>
        <w:pStyle w:val="ConsPlusNonformat"/>
        <w:ind w:right="-305" w:firstLine="720"/>
        <w:jc w:val="both"/>
        <w:rPr>
          <w:sz w:val="28"/>
          <w:szCs w:val="28"/>
        </w:rPr>
      </w:pPr>
      <w:r w:rsidRPr="00F6519D">
        <w:rPr>
          <w:sz w:val="28"/>
          <w:szCs w:val="28"/>
        </w:rPr>
        <w:t>9. В процессе проверки провести следующие мероприятия по контролю, н</w:t>
      </w:r>
      <w:r w:rsidRPr="00F6519D">
        <w:rPr>
          <w:sz w:val="28"/>
          <w:szCs w:val="28"/>
        </w:rPr>
        <w:t>е</w:t>
      </w:r>
      <w:r w:rsidRPr="00F6519D">
        <w:rPr>
          <w:sz w:val="28"/>
          <w:szCs w:val="28"/>
        </w:rPr>
        <w:t xml:space="preserve">обходимые для достижения целей и задач проведения проверки: </w:t>
      </w:r>
      <w:r>
        <w:rPr>
          <w:sz w:val="28"/>
          <w:szCs w:val="28"/>
        </w:rPr>
        <w:t xml:space="preserve"> </w:t>
      </w:r>
      <w:r w:rsidRPr="00F6519D">
        <w:rPr>
          <w:sz w:val="28"/>
          <w:szCs w:val="28"/>
        </w:rPr>
        <w:t>_____________</w:t>
      </w:r>
      <w:r>
        <w:rPr>
          <w:sz w:val="28"/>
          <w:szCs w:val="28"/>
        </w:rPr>
        <w:t>_</w:t>
      </w:r>
    </w:p>
    <w:p w:rsidR="00CF5AE0" w:rsidRPr="00F6519D" w:rsidRDefault="00CF5AE0" w:rsidP="00F22866">
      <w:pPr>
        <w:pStyle w:val="ConsPlusNonformat"/>
        <w:ind w:right="-305"/>
        <w:jc w:val="both"/>
        <w:rPr>
          <w:sz w:val="28"/>
          <w:szCs w:val="28"/>
        </w:rPr>
      </w:pPr>
      <w:r w:rsidRPr="00F6519D">
        <w:rPr>
          <w:sz w:val="28"/>
          <w:szCs w:val="28"/>
        </w:rPr>
        <w:t xml:space="preserve">______________________________________________________________________ </w:t>
      </w:r>
    </w:p>
    <w:p w:rsidR="00CF5AE0" w:rsidRPr="00F6519D" w:rsidRDefault="00CF5AE0" w:rsidP="00F22866">
      <w:pPr>
        <w:pStyle w:val="ConsPlusNonformat"/>
        <w:ind w:right="-305" w:firstLine="720"/>
        <w:jc w:val="both"/>
        <w:rPr>
          <w:sz w:val="28"/>
          <w:szCs w:val="28"/>
        </w:rPr>
      </w:pPr>
      <w:r w:rsidRPr="00F6519D">
        <w:rPr>
          <w:sz w:val="28"/>
          <w:szCs w:val="28"/>
        </w:rPr>
        <w:t>10. Перечень административных регламентов по осуществлению государс</w:t>
      </w:r>
      <w:r w:rsidRPr="00F6519D">
        <w:rPr>
          <w:sz w:val="28"/>
          <w:szCs w:val="28"/>
        </w:rPr>
        <w:t>т</w:t>
      </w:r>
      <w:r w:rsidRPr="00F6519D">
        <w:rPr>
          <w:sz w:val="28"/>
          <w:szCs w:val="28"/>
        </w:rPr>
        <w:t>венного контроля (надзора), осуществлению муниципального контроля (при их наличии):</w:t>
      </w:r>
    </w:p>
    <w:p w:rsidR="00CF5AE0" w:rsidRPr="00F6519D" w:rsidRDefault="00CF5AE0" w:rsidP="00F22866">
      <w:pPr>
        <w:pStyle w:val="ConsPlusNonformat"/>
        <w:ind w:right="-305"/>
        <w:rPr>
          <w:sz w:val="28"/>
          <w:szCs w:val="28"/>
        </w:rPr>
      </w:pPr>
      <w:r w:rsidRPr="00F6519D">
        <w:rPr>
          <w:sz w:val="28"/>
          <w:szCs w:val="28"/>
        </w:rPr>
        <w:t>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</w:t>
      </w:r>
    </w:p>
    <w:p w:rsidR="00CF5AE0" w:rsidRPr="00B82717" w:rsidRDefault="00CF5AE0" w:rsidP="00F22866">
      <w:pPr>
        <w:pStyle w:val="ConsPlusNonformat"/>
        <w:ind w:right="-305"/>
        <w:jc w:val="center"/>
      </w:pPr>
      <w:r w:rsidRPr="00B82717">
        <w:t>(с указанием наименований, номеров и дат их принятия)</w:t>
      </w:r>
    </w:p>
    <w:p w:rsidR="00CF5AE0" w:rsidRPr="00F6519D" w:rsidRDefault="00CF5AE0" w:rsidP="00F22866">
      <w:pPr>
        <w:pStyle w:val="ConsPlusNonformat"/>
        <w:ind w:right="-305" w:firstLine="720"/>
        <w:jc w:val="both"/>
        <w:rPr>
          <w:sz w:val="28"/>
          <w:szCs w:val="28"/>
        </w:rPr>
      </w:pPr>
      <w:r w:rsidRPr="00F6519D">
        <w:rPr>
          <w:sz w:val="28"/>
          <w:szCs w:val="28"/>
        </w:rPr>
        <w:t>11. Перечень документов, представление которых юридическим лицом, и</w:t>
      </w:r>
      <w:r w:rsidRPr="00F6519D">
        <w:rPr>
          <w:sz w:val="28"/>
          <w:szCs w:val="28"/>
        </w:rPr>
        <w:t>н</w:t>
      </w:r>
      <w:r w:rsidRPr="00F6519D">
        <w:rPr>
          <w:sz w:val="28"/>
          <w:szCs w:val="28"/>
        </w:rPr>
        <w:t>дивидуальным предпринимателем необходимо для достижения цел</w:t>
      </w:r>
      <w:r>
        <w:rPr>
          <w:sz w:val="28"/>
          <w:szCs w:val="28"/>
        </w:rPr>
        <w:t>ей и задач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ведения проверки: </w:t>
      </w:r>
      <w:r w:rsidRPr="00F6519D">
        <w:rPr>
          <w:sz w:val="28"/>
          <w:szCs w:val="28"/>
        </w:rPr>
        <w:t>___________________________________________________</w:t>
      </w:r>
      <w:r>
        <w:rPr>
          <w:sz w:val="28"/>
          <w:szCs w:val="28"/>
        </w:rPr>
        <w:t>___</w:t>
      </w:r>
    </w:p>
    <w:p w:rsidR="00CF5AE0" w:rsidRPr="00F6519D" w:rsidRDefault="00CF5AE0" w:rsidP="00F22866">
      <w:pPr>
        <w:pStyle w:val="ConsPlusNonformat"/>
        <w:ind w:right="-305"/>
        <w:jc w:val="both"/>
        <w:rPr>
          <w:sz w:val="28"/>
          <w:szCs w:val="28"/>
        </w:rPr>
      </w:pPr>
      <w:r w:rsidRPr="00F6519D">
        <w:rPr>
          <w:sz w:val="28"/>
          <w:szCs w:val="28"/>
        </w:rPr>
        <w:t>______________________________________________________________________</w:t>
      </w:r>
    </w:p>
    <w:p w:rsidR="00CF5AE0" w:rsidRPr="00F6519D" w:rsidRDefault="00CF5AE0" w:rsidP="00F22866">
      <w:pPr>
        <w:pStyle w:val="ConsPlusNonformat"/>
        <w:ind w:right="-305"/>
        <w:rPr>
          <w:sz w:val="28"/>
          <w:szCs w:val="28"/>
        </w:rPr>
      </w:pPr>
      <w:r w:rsidRPr="00F6519D">
        <w:rPr>
          <w:sz w:val="28"/>
          <w:szCs w:val="28"/>
        </w:rPr>
        <w:t>______________________________________________________________________</w:t>
      </w:r>
    </w:p>
    <w:p w:rsidR="00CF5AE0" w:rsidRPr="00F6519D" w:rsidRDefault="00CF5AE0" w:rsidP="00F22866">
      <w:pPr>
        <w:pStyle w:val="ConsPlusNonformat"/>
        <w:ind w:right="-305"/>
        <w:rPr>
          <w:sz w:val="28"/>
          <w:szCs w:val="28"/>
        </w:rPr>
      </w:pPr>
    </w:p>
    <w:p w:rsidR="00CF5AE0" w:rsidRPr="00F6519D" w:rsidRDefault="00CF5AE0" w:rsidP="00F22866">
      <w:pPr>
        <w:pStyle w:val="ConsPlusNonformat"/>
        <w:ind w:right="-305"/>
        <w:rPr>
          <w:sz w:val="28"/>
          <w:szCs w:val="28"/>
        </w:rPr>
      </w:pPr>
      <w:r w:rsidRPr="00F6519D">
        <w:rPr>
          <w:sz w:val="28"/>
          <w:szCs w:val="28"/>
        </w:rPr>
        <w:t>_________________________________________</w:t>
      </w:r>
    </w:p>
    <w:p w:rsidR="00CF5AE0" w:rsidRPr="00F6519D" w:rsidRDefault="00CF5AE0" w:rsidP="00F22866">
      <w:pPr>
        <w:pStyle w:val="ConsPlusNonformat"/>
        <w:ind w:right="-305"/>
        <w:rPr>
          <w:sz w:val="28"/>
          <w:szCs w:val="28"/>
        </w:rPr>
      </w:pPr>
      <w:r w:rsidRPr="00F6519D">
        <w:rPr>
          <w:sz w:val="28"/>
          <w:szCs w:val="28"/>
        </w:rPr>
        <w:t>_________________________________________</w:t>
      </w:r>
      <w:r>
        <w:rPr>
          <w:sz w:val="28"/>
          <w:szCs w:val="28"/>
        </w:rPr>
        <w:tab/>
        <w:t>_________________________</w:t>
      </w:r>
    </w:p>
    <w:p w:rsidR="00CF5AE0" w:rsidRDefault="00CF5AE0" w:rsidP="00F22866">
      <w:pPr>
        <w:pStyle w:val="ConsPlusNonformat"/>
        <w:ind w:right="-305"/>
      </w:pPr>
      <w:r>
        <w:t xml:space="preserve">       </w:t>
      </w:r>
      <w:r w:rsidRPr="00B82717">
        <w:t xml:space="preserve">(должность, фамилия, инициалы руководителя, заместителя </w:t>
      </w:r>
      <w:r>
        <w:t xml:space="preserve">                          </w:t>
      </w:r>
      <w:r w:rsidRPr="00BE14D1">
        <w:t>(подпись, заверенная печатью)</w:t>
      </w:r>
    </w:p>
    <w:p w:rsidR="00CF5AE0" w:rsidRDefault="00CF5AE0" w:rsidP="00F22866">
      <w:pPr>
        <w:pStyle w:val="ConsPlusNonformat"/>
        <w:ind w:right="-305"/>
        <w:jc w:val="both"/>
      </w:pPr>
      <w:r>
        <w:t xml:space="preserve">        руко</w:t>
      </w:r>
      <w:r w:rsidRPr="00B82717">
        <w:t>водителя органа государственного  контроля (надзора),</w:t>
      </w:r>
    </w:p>
    <w:p w:rsidR="00CF5AE0" w:rsidRDefault="00CF5AE0" w:rsidP="00F22866">
      <w:pPr>
        <w:pStyle w:val="ConsPlusNonformat"/>
        <w:ind w:right="-305"/>
        <w:jc w:val="both"/>
      </w:pPr>
      <w:r>
        <w:t xml:space="preserve">       </w:t>
      </w:r>
      <w:r w:rsidRPr="00B82717">
        <w:t xml:space="preserve"> органа муниципального контроля, издавшего распоряжение </w:t>
      </w:r>
    </w:p>
    <w:p w:rsidR="00CF5AE0" w:rsidRPr="00B82717" w:rsidRDefault="00CF5AE0" w:rsidP="00F22866">
      <w:pPr>
        <w:pStyle w:val="ConsPlusNonformat"/>
        <w:ind w:right="-305"/>
        <w:jc w:val="both"/>
      </w:pPr>
      <w:r>
        <w:t xml:space="preserve">                           </w:t>
      </w:r>
      <w:r w:rsidRPr="00B82717">
        <w:t>или приказ о проведении проверки)</w:t>
      </w:r>
    </w:p>
    <w:p w:rsidR="00CF5AE0" w:rsidRPr="00BE14D1" w:rsidRDefault="00CF5AE0" w:rsidP="00F22866">
      <w:pPr>
        <w:pStyle w:val="ConsPlusNonformat"/>
        <w:ind w:right="-305"/>
        <w:jc w:val="center"/>
      </w:pPr>
      <w:r w:rsidRPr="00F6519D">
        <w:rPr>
          <w:sz w:val="28"/>
          <w:szCs w:val="28"/>
        </w:rPr>
        <w:t xml:space="preserve">                                            </w:t>
      </w:r>
      <w:r w:rsidRPr="00F6519D">
        <w:rPr>
          <w:sz w:val="28"/>
          <w:szCs w:val="28"/>
        </w:rPr>
        <w:tab/>
      </w:r>
    </w:p>
    <w:p w:rsidR="00CF5AE0" w:rsidRPr="00F6519D" w:rsidRDefault="00CF5AE0" w:rsidP="00F22866">
      <w:pPr>
        <w:pStyle w:val="ConsPlusNonformat"/>
        <w:ind w:right="-305"/>
        <w:rPr>
          <w:sz w:val="28"/>
          <w:szCs w:val="28"/>
        </w:rPr>
      </w:pPr>
      <w:r w:rsidRPr="00F6519D">
        <w:rPr>
          <w:sz w:val="28"/>
          <w:szCs w:val="28"/>
        </w:rPr>
        <w:t>______________________________________________________________________</w:t>
      </w:r>
    </w:p>
    <w:p w:rsidR="00CF5AE0" w:rsidRPr="00F6519D" w:rsidRDefault="00CF5AE0" w:rsidP="00F22866">
      <w:pPr>
        <w:pStyle w:val="ConsPlusNonformat"/>
        <w:ind w:right="-305"/>
        <w:rPr>
          <w:sz w:val="28"/>
          <w:szCs w:val="28"/>
        </w:rPr>
      </w:pPr>
      <w:r w:rsidRPr="00F6519D">
        <w:rPr>
          <w:sz w:val="28"/>
          <w:szCs w:val="28"/>
        </w:rPr>
        <w:t>______________________________________________________________________</w:t>
      </w:r>
    </w:p>
    <w:p w:rsidR="00CF5AE0" w:rsidRDefault="00CF5AE0" w:rsidP="00F22866">
      <w:pPr>
        <w:pStyle w:val="ConsPlusNonformat"/>
        <w:ind w:right="-305"/>
        <w:jc w:val="center"/>
      </w:pPr>
      <w:r w:rsidRPr="00B82717">
        <w:t>(фамилия, имя, отчество (последнее - при наличии) и должность должностного лица, непосредственно подгот</w:t>
      </w:r>
      <w:r w:rsidRPr="00B82717">
        <w:t>о</w:t>
      </w:r>
      <w:r w:rsidRPr="00B82717">
        <w:t>вившего проект распоряжения (приказа), контактный телефон, электронный адрес (при наличии).</w:t>
      </w:r>
    </w:p>
    <w:p w:rsidR="00CF5AE0" w:rsidRPr="00B82717" w:rsidRDefault="00CF5AE0" w:rsidP="00F22866">
      <w:pPr>
        <w:pStyle w:val="ConsPlusNonformat"/>
        <w:ind w:right="-305"/>
        <w:jc w:val="center"/>
      </w:pPr>
    </w:p>
    <w:p w:rsidR="00CF5AE0" w:rsidRDefault="00CF5AE0" w:rsidP="00F22866">
      <w:pPr>
        <w:pStyle w:val="ConsPlusNonformat"/>
        <w:tabs>
          <w:tab w:val="left" w:pos="3600"/>
          <w:tab w:val="left" w:pos="5760"/>
        </w:tabs>
        <w:ind w:right="-305"/>
        <w:jc w:val="center"/>
        <w:rPr>
          <w:sz w:val="28"/>
          <w:szCs w:val="28"/>
        </w:rPr>
      </w:pPr>
      <w:r w:rsidRPr="00F6519D">
        <w:rPr>
          <w:sz w:val="28"/>
          <w:szCs w:val="28"/>
        </w:rPr>
        <w:t>_______________</w:t>
      </w:r>
    </w:p>
    <w:p w:rsidR="00CF5AE0" w:rsidRDefault="00CF5AE0" w:rsidP="00F22866">
      <w:pPr>
        <w:pStyle w:val="ConsPlusNonformat"/>
        <w:tabs>
          <w:tab w:val="left" w:pos="3600"/>
          <w:tab w:val="left" w:pos="5760"/>
        </w:tabs>
        <w:ind w:right="-305"/>
        <w:jc w:val="center"/>
        <w:rPr>
          <w:sz w:val="28"/>
          <w:szCs w:val="28"/>
        </w:rPr>
      </w:pPr>
    </w:p>
    <w:p w:rsidR="00CF5AE0" w:rsidRDefault="00CF5AE0" w:rsidP="00F22866">
      <w:pPr>
        <w:pStyle w:val="ConsPlusNonformat"/>
        <w:tabs>
          <w:tab w:val="left" w:pos="3600"/>
          <w:tab w:val="left" w:pos="5760"/>
        </w:tabs>
        <w:ind w:right="-305"/>
        <w:jc w:val="center"/>
        <w:rPr>
          <w:sz w:val="28"/>
          <w:szCs w:val="28"/>
        </w:rPr>
      </w:pPr>
      <w:r>
        <w:rPr>
          <w:sz w:val="28"/>
          <w:szCs w:val="28"/>
        </w:rPr>
        <w:t>Глава Зоновского сельсовета                               В.Н.Зонов</w:t>
      </w:r>
    </w:p>
    <w:p w:rsidR="00CF5AE0" w:rsidRDefault="00CF5AE0" w:rsidP="00F22866">
      <w:pPr>
        <w:pStyle w:val="ConsPlusNonformat"/>
        <w:tabs>
          <w:tab w:val="left" w:pos="3600"/>
          <w:tab w:val="left" w:pos="5760"/>
        </w:tabs>
        <w:ind w:right="-305"/>
        <w:jc w:val="center"/>
        <w:rPr>
          <w:sz w:val="28"/>
          <w:szCs w:val="28"/>
        </w:rPr>
      </w:pPr>
    </w:p>
    <w:p w:rsidR="00CF5AE0" w:rsidRDefault="00CF5AE0" w:rsidP="001C40C8">
      <w:pPr>
        <w:pStyle w:val="ConsPlusNonformat"/>
        <w:tabs>
          <w:tab w:val="left" w:pos="3600"/>
          <w:tab w:val="left" w:pos="5760"/>
        </w:tabs>
        <w:jc w:val="center"/>
        <w:rPr>
          <w:sz w:val="28"/>
          <w:szCs w:val="28"/>
        </w:rPr>
      </w:pPr>
    </w:p>
    <w:p w:rsidR="00CF5AE0" w:rsidRDefault="00CF5AE0" w:rsidP="001C40C8">
      <w:pPr>
        <w:pStyle w:val="ConsPlusNonformat"/>
        <w:tabs>
          <w:tab w:val="left" w:pos="3600"/>
          <w:tab w:val="left" w:pos="5760"/>
        </w:tabs>
        <w:jc w:val="center"/>
        <w:rPr>
          <w:sz w:val="28"/>
          <w:szCs w:val="28"/>
        </w:rPr>
      </w:pPr>
    </w:p>
    <w:p w:rsidR="00CF5AE0" w:rsidRDefault="00CF5AE0" w:rsidP="001C40C8">
      <w:pPr>
        <w:pStyle w:val="ConsPlusNonformat"/>
        <w:tabs>
          <w:tab w:val="left" w:pos="3600"/>
          <w:tab w:val="left" w:pos="5760"/>
        </w:tabs>
        <w:jc w:val="center"/>
        <w:rPr>
          <w:sz w:val="28"/>
          <w:szCs w:val="28"/>
        </w:rPr>
      </w:pPr>
    </w:p>
    <w:p w:rsidR="00CF5AE0" w:rsidRDefault="00CF5AE0" w:rsidP="001C40C8">
      <w:pPr>
        <w:pStyle w:val="ConsPlusNonformat"/>
        <w:tabs>
          <w:tab w:val="left" w:pos="3600"/>
          <w:tab w:val="left" w:pos="5760"/>
        </w:tabs>
        <w:jc w:val="center"/>
        <w:rPr>
          <w:sz w:val="28"/>
          <w:szCs w:val="28"/>
        </w:rPr>
      </w:pPr>
    </w:p>
    <w:p w:rsidR="00CF5AE0" w:rsidRDefault="00CF5AE0" w:rsidP="001C40C8">
      <w:pPr>
        <w:pStyle w:val="ConsPlusNonformat"/>
        <w:tabs>
          <w:tab w:val="left" w:pos="3600"/>
          <w:tab w:val="left" w:pos="5760"/>
        </w:tabs>
        <w:jc w:val="center"/>
        <w:rPr>
          <w:sz w:val="28"/>
          <w:szCs w:val="28"/>
        </w:rPr>
      </w:pPr>
    </w:p>
    <w:p w:rsidR="00CF5AE0" w:rsidRDefault="00CF5AE0" w:rsidP="001C40C8">
      <w:pPr>
        <w:pStyle w:val="ConsPlusNonformat"/>
        <w:tabs>
          <w:tab w:val="left" w:pos="3600"/>
          <w:tab w:val="left" w:pos="5760"/>
        </w:tabs>
        <w:jc w:val="center"/>
        <w:rPr>
          <w:sz w:val="28"/>
          <w:szCs w:val="28"/>
        </w:rPr>
      </w:pPr>
    </w:p>
    <w:p w:rsidR="00CF5AE0" w:rsidRDefault="00CF5AE0" w:rsidP="001C40C8">
      <w:pPr>
        <w:pStyle w:val="ConsPlusNonformat"/>
        <w:tabs>
          <w:tab w:val="left" w:pos="3600"/>
          <w:tab w:val="left" w:pos="5760"/>
        </w:tabs>
        <w:jc w:val="center"/>
        <w:rPr>
          <w:sz w:val="28"/>
          <w:szCs w:val="28"/>
        </w:rPr>
      </w:pPr>
    </w:p>
    <w:p w:rsidR="00CF5AE0" w:rsidRDefault="00CF5AE0" w:rsidP="001C40C8">
      <w:pPr>
        <w:pStyle w:val="ConsPlusNonformat"/>
        <w:tabs>
          <w:tab w:val="left" w:pos="3600"/>
          <w:tab w:val="left" w:pos="5760"/>
        </w:tabs>
        <w:jc w:val="center"/>
        <w:rPr>
          <w:sz w:val="28"/>
          <w:szCs w:val="28"/>
        </w:rPr>
      </w:pPr>
    </w:p>
    <w:p w:rsidR="00CF5AE0" w:rsidRDefault="00CF5AE0" w:rsidP="001C40C8">
      <w:pPr>
        <w:pStyle w:val="ConsPlusNonformat"/>
        <w:tabs>
          <w:tab w:val="left" w:pos="3600"/>
          <w:tab w:val="left" w:pos="5760"/>
        </w:tabs>
        <w:jc w:val="center"/>
        <w:rPr>
          <w:sz w:val="28"/>
          <w:szCs w:val="28"/>
        </w:rPr>
      </w:pPr>
    </w:p>
    <w:p w:rsidR="00CF5AE0" w:rsidRDefault="00CF5AE0" w:rsidP="001C40C8">
      <w:pPr>
        <w:pStyle w:val="ConsPlusNonformat"/>
        <w:tabs>
          <w:tab w:val="left" w:pos="3600"/>
          <w:tab w:val="left" w:pos="5760"/>
        </w:tabs>
        <w:jc w:val="center"/>
        <w:rPr>
          <w:sz w:val="28"/>
          <w:szCs w:val="28"/>
        </w:rPr>
      </w:pPr>
    </w:p>
    <w:p w:rsidR="00CF5AE0" w:rsidRDefault="00CF5AE0" w:rsidP="001C40C8">
      <w:pPr>
        <w:pStyle w:val="ConsPlusNonformat"/>
        <w:tabs>
          <w:tab w:val="left" w:pos="3600"/>
          <w:tab w:val="left" w:pos="5760"/>
        </w:tabs>
        <w:jc w:val="center"/>
        <w:rPr>
          <w:sz w:val="28"/>
          <w:szCs w:val="28"/>
        </w:rPr>
      </w:pPr>
    </w:p>
    <w:p w:rsidR="00CF5AE0" w:rsidRDefault="00CF5AE0" w:rsidP="001C40C8">
      <w:pPr>
        <w:pStyle w:val="ConsPlusNonformat"/>
        <w:tabs>
          <w:tab w:val="left" w:pos="3600"/>
          <w:tab w:val="left" w:pos="5760"/>
        </w:tabs>
        <w:jc w:val="center"/>
        <w:rPr>
          <w:sz w:val="28"/>
          <w:szCs w:val="28"/>
        </w:rPr>
      </w:pPr>
    </w:p>
    <w:p w:rsidR="00CF5AE0" w:rsidRDefault="00CF5AE0" w:rsidP="001C40C8">
      <w:pPr>
        <w:pStyle w:val="ConsPlusNonformat"/>
        <w:tabs>
          <w:tab w:val="left" w:pos="3600"/>
          <w:tab w:val="left" w:pos="5760"/>
        </w:tabs>
        <w:rPr>
          <w:sz w:val="24"/>
          <w:szCs w:val="24"/>
        </w:rPr>
        <w:sectPr w:rsidR="00CF5AE0" w:rsidSect="00F22866">
          <w:pgSz w:w="11906" w:h="16838"/>
          <w:pgMar w:top="1134" w:right="850" w:bottom="1134" w:left="1400" w:header="708" w:footer="708" w:gutter="0"/>
          <w:cols w:space="708"/>
          <w:docGrid w:linePitch="360"/>
        </w:sectPr>
      </w:pPr>
    </w:p>
    <w:p w:rsidR="00CF5AE0" w:rsidRDefault="00CF5AE0" w:rsidP="00F22866">
      <w:pPr>
        <w:pStyle w:val="ConsPlusNormal"/>
        <w:ind w:left="11116" w:right="-305" w:firstLine="2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4</w:t>
      </w:r>
    </w:p>
    <w:p w:rsidR="00CF5AE0" w:rsidRPr="00F41F36" w:rsidRDefault="00CF5AE0" w:rsidP="00F22866">
      <w:pPr>
        <w:pStyle w:val="ConsPlusNormal"/>
        <w:ind w:left="11328" w:right="-305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F41F3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дминистративному регламенту осуществления муниципального земельного контроля на террит</w:t>
      </w:r>
      <w:r w:rsidRPr="00F41F36">
        <w:rPr>
          <w:rFonts w:ascii="Times New Roman" w:hAnsi="Times New Roman"/>
          <w:sz w:val="24"/>
          <w:szCs w:val="24"/>
        </w:rPr>
        <w:t xml:space="preserve">ории </w:t>
      </w:r>
      <w:r>
        <w:rPr>
          <w:rFonts w:ascii="Times New Roman" w:hAnsi="Times New Roman"/>
          <w:sz w:val="24"/>
          <w:szCs w:val="24"/>
        </w:rPr>
        <w:t>Зоновского сельсовета</w:t>
      </w:r>
    </w:p>
    <w:p w:rsidR="00CF5AE0" w:rsidRDefault="00CF5AE0" w:rsidP="00F22866">
      <w:pPr>
        <w:spacing w:before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ТИПОВАЯ ФОРМА</w:t>
      </w:r>
      <w:r>
        <w:rPr>
          <w:b/>
          <w:bCs/>
          <w:sz w:val="24"/>
          <w:szCs w:val="24"/>
        </w:rPr>
        <w:br/>
        <w:t>ежегодного плана проведения плановых проверок юридических лиц и индивидуальных предпринимателей</w:t>
      </w:r>
    </w:p>
    <w:p w:rsidR="00CF5AE0" w:rsidRDefault="00CF5AE0" w:rsidP="00F22866">
      <w:pPr>
        <w:ind w:left="1531" w:right="1531"/>
        <w:jc w:val="center"/>
        <w:rPr>
          <w:sz w:val="24"/>
          <w:szCs w:val="24"/>
        </w:rPr>
      </w:pPr>
    </w:p>
    <w:p w:rsidR="00CF5AE0" w:rsidRDefault="00CF5AE0" w:rsidP="00F22866">
      <w:pPr>
        <w:pBdr>
          <w:top w:val="single" w:sz="4" w:space="1" w:color="auto"/>
        </w:pBdr>
        <w:ind w:left="1985" w:right="1985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органа государственного контроля (надзора), муниципального контроля)</w:t>
      </w:r>
    </w:p>
    <w:p w:rsidR="00CF5AE0" w:rsidRDefault="00CF5AE0" w:rsidP="00F22866">
      <w:pPr>
        <w:ind w:left="10915"/>
        <w:jc w:val="center"/>
        <w:rPr>
          <w:sz w:val="22"/>
          <w:szCs w:val="22"/>
        </w:rPr>
      </w:pPr>
      <w:r>
        <w:rPr>
          <w:sz w:val="22"/>
          <w:szCs w:val="22"/>
        </w:rPr>
        <w:t>УТВЕРЖДЕН</w:t>
      </w:r>
    </w:p>
    <w:p w:rsidR="00CF5AE0" w:rsidRDefault="00CF5AE0" w:rsidP="00F22866">
      <w:pPr>
        <w:ind w:left="11340"/>
        <w:rPr>
          <w:sz w:val="22"/>
          <w:szCs w:val="22"/>
        </w:rPr>
      </w:pPr>
    </w:p>
    <w:p w:rsidR="00CF5AE0" w:rsidRDefault="00CF5AE0" w:rsidP="00F22866">
      <w:pPr>
        <w:pBdr>
          <w:top w:val="single" w:sz="4" w:space="1" w:color="auto"/>
        </w:pBdr>
        <w:ind w:left="11200"/>
        <w:rPr>
          <w:sz w:val="18"/>
          <w:szCs w:val="18"/>
        </w:rPr>
      </w:pPr>
      <w:r>
        <w:rPr>
          <w:sz w:val="18"/>
          <w:szCs w:val="18"/>
        </w:rPr>
        <w:t>(фамилия, инициалы и подпись руководителя)</w:t>
      </w:r>
    </w:p>
    <w:tbl>
      <w:tblPr>
        <w:tblW w:w="0" w:type="auto"/>
        <w:tblInd w:w="1202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701"/>
        <w:gridCol w:w="397"/>
        <w:gridCol w:w="340"/>
        <w:gridCol w:w="340"/>
      </w:tblGrid>
      <w:tr w:rsidR="00CF5AE0" w:rsidTr="00607A17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AE0" w:rsidRDefault="00CF5AE0" w:rsidP="00607A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5AE0" w:rsidRDefault="00CF5AE0" w:rsidP="00607A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AE0" w:rsidRDefault="00CF5AE0" w:rsidP="00607A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5AE0" w:rsidRDefault="00CF5AE0" w:rsidP="00607A17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AE0" w:rsidRDefault="00CF5AE0" w:rsidP="00607A17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</w:tr>
    </w:tbl>
    <w:p w:rsidR="00CF5AE0" w:rsidRDefault="00CF5AE0" w:rsidP="00F22866">
      <w:pPr>
        <w:jc w:val="right"/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CF5AE0" w:rsidRPr="00234E6A" w:rsidRDefault="00CF5AE0" w:rsidP="00F22866">
      <w:pPr>
        <w:jc w:val="center"/>
        <w:rPr>
          <w:sz w:val="20"/>
          <w:szCs w:val="20"/>
        </w:rPr>
      </w:pPr>
      <w:r w:rsidRPr="00234E6A">
        <w:rPr>
          <w:spacing w:val="40"/>
          <w:sz w:val="20"/>
          <w:szCs w:val="20"/>
        </w:rPr>
        <w:t>ПЛАН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9752"/>
        <w:gridCol w:w="369"/>
        <w:gridCol w:w="510"/>
      </w:tblGrid>
      <w:tr w:rsidR="00CF5AE0" w:rsidRPr="00234E6A" w:rsidTr="00607A17">
        <w:trPr>
          <w:jc w:val="center"/>
        </w:trPr>
        <w:tc>
          <w:tcPr>
            <w:tcW w:w="97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AE0" w:rsidRPr="00234E6A" w:rsidRDefault="00CF5AE0" w:rsidP="00607A17">
            <w:pPr>
              <w:jc w:val="right"/>
              <w:rPr>
                <w:sz w:val="20"/>
                <w:szCs w:val="20"/>
              </w:rPr>
            </w:pPr>
            <w:r w:rsidRPr="00234E6A">
              <w:rPr>
                <w:sz w:val="20"/>
                <w:szCs w:val="20"/>
              </w:rPr>
              <w:t>проведения плановых проверок юридических лиц и индивидуальных предпринимателей на 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5AE0" w:rsidRPr="00234E6A" w:rsidRDefault="00CF5AE0" w:rsidP="00607A17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AE0" w:rsidRPr="00234E6A" w:rsidRDefault="00CF5AE0" w:rsidP="00607A17">
            <w:pPr>
              <w:ind w:left="57"/>
              <w:rPr>
                <w:sz w:val="20"/>
                <w:szCs w:val="20"/>
              </w:rPr>
            </w:pPr>
            <w:r w:rsidRPr="00234E6A">
              <w:rPr>
                <w:sz w:val="20"/>
                <w:szCs w:val="20"/>
              </w:rPr>
              <w:t>год</w:t>
            </w:r>
          </w:p>
        </w:tc>
      </w:tr>
    </w:tbl>
    <w:p w:rsidR="00CF5AE0" w:rsidRPr="00234E6A" w:rsidRDefault="00CF5AE0" w:rsidP="00F22866">
      <w:pPr>
        <w:rPr>
          <w:sz w:val="20"/>
          <w:szCs w:val="20"/>
        </w:rPr>
      </w:pPr>
    </w:p>
    <w:tbl>
      <w:tblPr>
        <w:tblW w:w="15677" w:type="dxa"/>
        <w:tblInd w:w="14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62"/>
        <w:gridCol w:w="481"/>
        <w:gridCol w:w="567"/>
        <w:gridCol w:w="872"/>
        <w:gridCol w:w="654"/>
        <w:gridCol w:w="535"/>
        <w:gridCol w:w="700"/>
        <w:gridCol w:w="560"/>
        <w:gridCol w:w="700"/>
        <w:gridCol w:w="840"/>
        <w:gridCol w:w="1260"/>
        <w:gridCol w:w="840"/>
        <w:gridCol w:w="840"/>
        <w:gridCol w:w="840"/>
        <w:gridCol w:w="840"/>
        <w:gridCol w:w="980"/>
        <w:gridCol w:w="1254"/>
        <w:gridCol w:w="952"/>
      </w:tblGrid>
      <w:tr w:rsidR="00CF5AE0" w:rsidRPr="00234E6A" w:rsidTr="00607A17">
        <w:trPr>
          <w:cantSplit/>
          <w:trHeight w:val="410"/>
        </w:trPr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F5AE0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234E6A">
              <w:rPr>
                <w:color w:val="000000"/>
                <w:spacing w:val="-4"/>
                <w:sz w:val="18"/>
                <w:szCs w:val="18"/>
              </w:rPr>
              <w:t xml:space="preserve">Наименование юридического лица </w:t>
            </w:r>
          </w:p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spacing w:val="-4"/>
                <w:sz w:val="18"/>
                <w:szCs w:val="18"/>
                <w:vertAlign w:val="superscript"/>
              </w:rPr>
            </w:pPr>
            <w:r w:rsidRPr="00234E6A">
              <w:rPr>
                <w:color w:val="000000"/>
                <w:spacing w:val="-4"/>
                <w:sz w:val="18"/>
                <w:szCs w:val="18"/>
              </w:rPr>
              <w:t>(филиала, представитель</w:t>
            </w:r>
            <w:r>
              <w:rPr>
                <w:color w:val="000000"/>
                <w:spacing w:val="-4"/>
                <w:sz w:val="18"/>
                <w:szCs w:val="18"/>
              </w:rPr>
              <w:t xml:space="preserve">ства, </w:t>
            </w:r>
            <w:r w:rsidRPr="00234E6A">
              <w:rPr>
                <w:color w:val="000000"/>
                <w:spacing w:val="-4"/>
                <w:sz w:val="18"/>
                <w:szCs w:val="18"/>
              </w:rPr>
              <w:t xml:space="preserve">обособленного структурного подразделения) </w:t>
            </w:r>
            <w:r>
              <w:rPr>
                <w:color w:val="000000"/>
                <w:spacing w:val="-4"/>
                <w:sz w:val="18"/>
                <w:szCs w:val="18"/>
              </w:rPr>
              <w:t xml:space="preserve"> (ЮЛ),</w:t>
            </w:r>
            <w:r w:rsidRPr="00234E6A">
              <w:rPr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4"/>
                <w:sz w:val="18"/>
                <w:szCs w:val="18"/>
              </w:rPr>
              <w:t>Ф.И.О</w:t>
            </w:r>
            <w:r w:rsidRPr="00234E6A">
              <w:rPr>
                <w:color w:val="000000"/>
                <w:spacing w:val="-4"/>
                <w:sz w:val="18"/>
                <w:szCs w:val="18"/>
              </w:rPr>
              <w:t xml:space="preserve">. индивидуального предпринимателя </w:t>
            </w:r>
            <w:r>
              <w:rPr>
                <w:color w:val="000000"/>
                <w:spacing w:val="-4"/>
                <w:sz w:val="18"/>
                <w:szCs w:val="18"/>
              </w:rPr>
              <w:t xml:space="preserve"> (ИП)</w:t>
            </w:r>
            <w:r w:rsidRPr="00234E6A">
              <w:rPr>
                <w:color w:val="000000"/>
                <w:spacing w:val="-4"/>
                <w:sz w:val="18"/>
                <w:szCs w:val="18"/>
              </w:rPr>
              <w:t>, деятельность которого подлежит проверке </w:t>
            </w:r>
            <w:r w:rsidRPr="00234E6A">
              <w:rPr>
                <w:color w:val="000000"/>
                <w:spacing w:val="-4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234E6A">
              <w:rPr>
                <w:color w:val="000000"/>
                <w:sz w:val="18"/>
                <w:szCs w:val="18"/>
              </w:rPr>
              <w:t xml:space="preserve">Адреса 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234E6A">
              <w:rPr>
                <w:sz w:val="18"/>
                <w:szCs w:val="18"/>
              </w:rPr>
              <w:t>Основной государственный регистрационный номер (ОГРН)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pStyle w:val="ConsPlusNonformat"/>
              <w:spacing w:line="24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234E6A">
              <w:rPr>
                <w:color w:val="000000"/>
                <w:sz w:val="18"/>
                <w:szCs w:val="18"/>
              </w:rPr>
              <w:t>Идентифика</w:t>
            </w:r>
            <w:r w:rsidRPr="00234E6A">
              <w:rPr>
                <w:color w:val="000000"/>
                <w:sz w:val="18"/>
                <w:szCs w:val="18"/>
              </w:rPr>
              <w:softHyphen/>
              <w:t>ционный номер налогоплательщика (ИНН)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234E6A">
              <w:rPr>
                <w:color w:val="000000"/>
                <w:sz w:val="18"/>
                <w:szCs w:val="18"/>
              </w:rPr>
              <w:t>Цель проведения  проверки</w:t>
            </w:r>
          </w:p>
        </w:tc>
        <w:tc>
          <w:tcPr>
            <w:tcW w:w="3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234E6A">
              <w:rPr>
                <w:color w:val="000000"/>
                <w:sz w:val="18"/>
                <w:szCs w:val="18"/>
              </w:rPr>
              <w:t>Основание проведения проверки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-40" w:right="-127"/>
              <w:jc w:val="center"/>
              <w:rPr>
                <w:sz w:val="18"/>
                <w:szCs w:val="18"/>
              </w:rPr>
            </w:pPr>
            <w:r w:rsidRPr="00234E6A">
              <w:rPr>
                <w:color w:val="000000"/>
                <w:sz w:val="18"/>
                <w:szCs w:val="18"/>
              </w:rPr>
              <w:t>Дата начала проведения</w:t>
            </w:r>
            <w:r w:rsidRPr="00234E6A">
              <w:rPr>
                <w:sz w:val="18"/>
                <w:szCs w:val="18"/>
              </w:rPr>
              <w:t xml:space="preserve"> </w:t>
            </w:r>
            <w:r w:rsidRPr="00234E6A">
              <w:rPr>
                <w:color w:val="000000"/>
                <w:sz w:val="18"/>
                <w:szCs w:val="18"/>
              </w:rPr>
              <w:t>проверки </w:t>
            </w:r>
            <w:r w:rsidRPr="00234E6A">
              <w:rPr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jc w:val="center"/>
              <w:rPr>
                <w:sz w:val="18"/>
                <w:szCs w:val="18"/>
              </w:rPr>
            </w:pPr>
            <w:r w:rsidRPr="00234E6A">
              <w:rPr>
                <w:color w:val="000000"/>
                <w:sz w:val="18"/>
                <w:szCs w:val="18"/>
              </w:rPr>
              <w:t>Срок</w:t>
            </w:r>
            <w:r w:rsidRPr="00234E6A">
              <w:rPr>
                <w:sz w:val="18"/>
                <w:szCs w:val="18"/>
              </w:rPr>
              <w:t xml:space="preserve"> </w:t>
            </w:r>
            <w:r w:rsidRPr="00234E6A">
              <w:rPr>
                <w:color w:val="000000"/>
                <w:sz w:val="18"/>
                <w:szCs w:val="18"/>
              </w:rPr>
              <w:t>проведения</w:t>
            </w:r>
            <w:r w:rsidRPr="00234E6A">
              <w:rPr>
                <w:sz w:val="18"/>
                <w:szCs w:val="18"/>
              </w:rPr>
              <w:t xml:space="preserve"> </w:t>
            </w:r>
            <w:r w:rsidRPr="00234E6A">
              <w:rPr>
                <w:color w:val="000000"/>
                <w:sz w:val="18"/>
                <w:szCs w:val="18"/>
              </w:rPr>
              <w:t>плановой проверки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234E6A">
              <w:rPr>
                <w:color w:val="000000"/>
                <w:sz w:val="18"/>
                <w:szCs w:val="18"/>
              </w:rPr>
              <w:t>Форма</w:t>
            </w:r>
            <w:r w:rsidRPr="00234E6A">
              <w:rPr>
                <w:sz w:val="18"/>
                <w:szCs w:val="18"/>
              </w:rPr>
              <w:t xml:space="preserve"> проведения </w:t>
            </w:r>
            <w:r w:rsidRPr="00234E6A">
              <w:rPr>
                <w:color w:val="000000"/>
                <w:sz w:val="18"/>
                <w:szCs w:val="18"/>
              </w:rPr>
              <w:t>проверки (документар</w:t>
            </w:r>
            <w:r w:rsidRPr="00234E6A">
              <w:rPr>
                <w:color w:val="000000"/>
                <w:sz w:val="18"/>
                <w:szCs w:val="18"/>
              </w:rPr>
              <w:softHyphen/>
              <w:t>ная, выездная, документарная и выездная)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234E6A">
              <w:rPr>
                <w:color w:val="000000"/>
                <w:sz w:val="18"/>
                <w:szCs w:val="18"/>
              </w:rPr>
              <w:t xml:space="preserve">Наименование органа </w:t>
            </w:r>
            <w:r>
              <w:rPr>
                <w:color w:val="000000"/>
                <w:sz w:val="18"/>
                <w:szCs w:val="18"/>
              </w:rPr>
              <w:t xml:space="preserve">    </w:t>
            </w:r>
            <w:r w:rsidRPr="00234E6A">
              <w:rPr>
                <w:color w:val="000000"/>
                <w:sz w:val="18"/>
                <w:szCs w:val="18"/>
              </w:rPr>
              <w:t>государс</w:t>
            </w:r>
            <w:r>
              <w:rPr>
                <w:color w:val="000000"/>
                <w:sz w:val="18"/>
                <w:szCs w:val="18"/>
              </w:rPr>
              <w:t>тв</w:t>
            </w:r>
            <w:r w:rsidRPr="00234E6A">
              <w:rPr>
                <w:color w:val="000000"/>
                <w:sz w:val="18"/>
                <w:szCs w:val="18"/>
              </w:rPr>
              <w:t>енного контроля (надзора), органа муниципального контроля, с которым проверка проводится совместно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F5AE0" w:rsidRPr="00234E6A" w:rsidTr="00607A17">
        <w:trPr>
          <w:cantSplit/>
          <w:trHeight w:val="2675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234E6A">
              <w:rPr>
                <w:color w:val="000000"/>
                <w:sz w:val="18"/>
                <w:szCs w:val="18"/>
              </w:rPr>
              <w:t>места нахождения ЮЛ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234E6A">
              <w:rPr>
                <w:color w:val="000000"/>
                <w:sz w:val="18"/>
                <w:szCs w:val="18"/>
              </w:rPr>
              <w:t>места жительства ИП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234E6A">
              <w:rPr>
                <w:color w:val="000000"/>
                <w:sz w:val="18"/>
                <w:szCs w:val="18"/>
              </w:rPr>
              <w:t>мест фактического осуществления деятельности ЮЛ, ИП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234E6A">
              <w:rPr>
                <w:color w:val="000000"/>
                <w:sz w:val="18"/>
                <w:szCs w:val="18"/>
              </w:rPr>
              <w:t>места нахождения объектов </w:t>
            </w:r>
            <w:r w:rsidRPr="00234E6A">
              <w:rPr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pStyle w:val="ConsPlusNonforma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234E6A">
              <w:rPr>
                <w:sz w:val="18"/>
                <w:szCs w:val="18"/>
              </w:rPr>
              <w:t>дата государственной регистрации ЮЛ, ИП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234E6A">
              <w:rPr>
                <w:color w:val="000000"/>
                <w:sz w:val="18"/>
                <w:szCs w:val="18"/>
              </w:rPr>
              <w:t>дата окончания последней проверки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pacing w:line="240" w:lineRule="atLeast"/>
              <w:ind w:left="113" w:right="113"/>
              <w:jc w:val="center"/>
              <w:rPr>
                <w:spacing w:val="-4"/>
                <w:sz w:val="18"/>
                <w:szCs w:val="18"/>
              </w:rPr>
            </w:pPr>
            <w:r w:rsidRPr="00234E6A">
              <w:rPr>
                <w:spacing w:val="-4"/>
                <w:sz w:val="18"/>
                <w:szCs w:val="18"/>
              </w:rPr>
              <w:t>дата начала осуществления ЮЛ, ИП деятельности в соответствии с представленным уведомлением о ее начале деятельности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 w:rsidRPr="00234E6A">
              <w:rPr>
                <w:color w:val="000000"/>
                <w:sz w:val="18"/>
                <w:szCs w:val="18"/>
              </w:rPr>
              <w:t>иные основания в соответствии с федеральным законом</w:t>
            </w:r>
            <w:r w:rsidRPr="00234E6A">
              <w:rPr>
                <w:color w:val="000000"/>
                <w:sz w:val="18"/>
                <w:szCs w:val="18"/>
                <w:vertAlign w:val="superscript"/>
              </w:rPr>
              <w:t> 3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234E6A">
              <w:rPr>
                <w:color w:val="000000"/>
                <w:sz w:val="18"/>
                <w:szCs w:val="18"/>
              </w:rPr>
              <w:t>рабочих дней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234E6A">
              <w:rPr>
                <w:color w:val="000000"/>
                <w:sz w:val="18"/>
                <w:szCs w:val="18"/>
              </w:rPr>
              <w:t xml:space="preserve">рабочих часов </w:t>
            </w:r>
            <w:r w:rsidRPr="00234E6A">
              <w:rPr>
                <w:color w:val="000000"/>
                <w:sz w:val="18"/>
                <w:szCs w:val="18"/>
              </w:rPr>
              <w:br/>
              <w:t>(для МСП и МКП)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extDirection w:val="btLr"/>
          </w:tcPr>
          <w:p w:rsidR="00CF5AE0" w:rsidRPr="00234E6A" w:rsidRDefault="00CF5AE0" w:rsidP="00607A1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F5AE0" w:rsidRPr="00234E6A" w:rsidTr="00607A17">
        <w:trPr>
          <w:cantSplit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AE0" w:rsidRPr="00234E6A" w:rsidRDefault="00CF5AE0" w:rsidP="00607A1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5AE0" w:rsidRPr="00234E6A" w:rsidRDefault="00CF5AE0" w:rsidP="00607A1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5AE0" w:rsidRPr="00234E6A" w:rsidRDefault="00CF5AE0" w:rsidP="00607A1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5AE0" w:rsidRPr="00234E6A" w:rsidRDefault="00CF5AE0" w:rsidP="00607A1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5AE0" w:rsidRPr="00234E6A" w:rsidRDefault="00CF5AE0" w:rsidP="00607A1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5AE0" w:rsidRPr="00234E6A" w:rsidRDefault="00CF5AE0" w:rsidP="00607A1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5AE0" w:rsidRPr="00234E6A" w:rsidRDefault="00CF5AE0" w:rsidP="00607A1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5AE0" w:rsidRPr="00234E6A" w:rsidRDefault="00CF5AE0" w:rsidP="00607A1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5AE0" w:rsidRPr="00234E6A" w:rsidRDefault="00CF5AE0" w:rsidP="00607A17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5AE0" w:rsidRPr="00234E6A" w:rsidRDefault="00CF5AE0" w:rsidP="00607A1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5AE0" w:rsidRPr="00234E6A" w:rsidRDefault="00CF5AE0" w:rsidP="00607A17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5AE0" w:rsidRPr="00234E6A" w:rsidRDefault="00CF5AE0" w:rsidP="00607A1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5AE0" w:rsidRPr="00234E6A" w:rsidRDefault="00CF5AE0" w:rsidP="00607A1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5AE0" w:rsidRPr="00234E6A" w:rsidRDefault="00CF5AE0" w:rsidP="00607A1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5AE0" w:rsidRPr="00234E6A" w:rsidRDefault="00CF5AE0" w:rsidP="00607A1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5AE0" w:rsidRPr="00234E6A" w:rsidRDefault="00CF5AE0" w:rsidP="00607A1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F5AE0" w:rsidRPr="00234E6A" w:rsidRDefault="00CF5AE0" w:rsidP="00607A1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F5AE0" w:rsidRPr="00234E6A" w:rsidRDefault="00CF5AE0" w:rsidP="00607A1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CF5AE0" w:rsidRPr="00E52EDA" w:rsidRDefault="00CF5AE0" w:rsidP="00F22866">
      <w:pPr>
        <w:ind w:firstLine="560"/>
        <w:jc w:val="both"/>
        <w:rPr>
          <w:sz w:val="20"/>
          <w:szCs w:val="20"/>
        </w:rPr>
      </w:pPr>
      <w:r w:rsidRPr="00E52EDA">
        <w:rPr>
          <w:sz w:val="20"/>
          <w:szCs w:val="20"/>
        </w:rPr>
        <w:t>Примечания:</w:t>
      </w:r>
    </w:p>
    <w:p w:rsidR="00CF5AE0" w:rsidRPr="00E52EDA" w:rsidRDefault="00CF5AE0" w:rsidP="00F22866">
      <w:pPr>
        <w:ind w:left="560"/>
        <w:jc w:val="both"/>
        <w:rPr>
          <w:sz w:val="20"/>
          <w:szCs w:val="20"/>
          <w:vertAlign w:val="superscript"/>
        </w:rPr>
      </w:pPr>
      <w:r w:rsidRPr="00E52EDA">
        <w:rPr>
          <w:sz w:val="20"/>
          <w:szCs w:val="20"/>
        </w:rPr>
        <w:t>1 Если планируется проведение мероприятий по контролю в отношении объектов защиты, объектов использования атомной энергии, опасных производственных объектов, гидротехнических сооружений, дополнительно указывается их наименование.</w:t>
      </w:r>
    </w:p>
    <w:p w:rsidR="00CF5AE0" w:rsidRPr="00E52EDA" w:rsidRDefault="00CF5AE0" w:rsidP="00F22866">
      <w:pPr>
        <w:shd w:val="clear" w:color="auto" w:fill="FFFFFF"/>
        <w:ind w:left="560" w:firstLine="7"/>
        <w:jc w:val="both"/>
        <w:rPr>
          <w:sz w:val="20"/>
          <w:szCs w:val="20"/>
        </w:rPr>
      </w:pPr>
      <w:r w:rsidRPr="00E52EDA">
        <w:rPr>
          <w:color w:val="000000"/>
          <w:sz w:val="20"/>
          <w:szCs w:val="20"/>
          <w:vertAlign w:val="superscript"/>
        </w:rPr>
        <w:t>2</w:t>
      </w:r>
      <w:r w:rsidRPr="00E52EDA">
        <w:rPr>
          <w:color w:val="000000"/>
          <w:sz w:val="20"/>
          <w:szCs w:val="20"/>
        </w:rPr>
        <w:t> Если планируется проведение мероприятий по контролю в отношении объектов защиты, объектов использования атомной энергии, опасных производственных об</w:t>
      </w:r>
      <w:r w:rsidRPr="00E52EDA">
        <w:rPr>
          <w:color w:val="000000"/>
          <w:sz w:val="20"/>
          <w:szCs w:val="20"/>
        </w:rPr>
        <w:t>ъ</w:t>
      </w:r>
      <w:r w:rsidRPr="00E52EDA">
        <w:rPr>
          <w:color w:val="000000"/>
          <w:sz w:val="20"/>
          <w:szCs w:val="20"/>
        </w:rPr>
        <w:t>ектов, гидротехнических сооружений, дополнительно указывается их место нахождения.</w:t>
      </w:r>
    </w:p>
    <w:p w:rsidR="00CF5AE0" w:rsidRPr="00E52EDA" w:rsidRDefault="00CF5AE0" w:rsidP="00F22866">
      <w:pPr>
        <w:shd w:val="clear" w:color="auto" w:fill="FFFFFF"/>
        <w:ind w:firstLine="567"/>
        <w:jc w:val="both"/>
        <w:rPr>
          <w:sz w:val="20"/>
          <w:szCs w:val="20"/>
        </w:rPr>
      </w:pPr>
      <w:r w:rsidRPr="00E52EDA">
        <w:rPr>
          <w:color w:val="000000"/>
          <w:sz w:val="20"/>
          <w:szCs w:val="20"/>
          <w:vertAlign w:val="superscript"/>
        </w:rPr>
        <w:t>3</w:t>
      </w:r>
      <w:r w:rsidRPr="00E52EDA">
        <w:rPr>
          <w:color w:val="000000"/>
          <w:sz w:val="20"/>
          <w:szCs w:val="20"/>
        </w:rPr>
        <w:t> Указывается ссылка на положения федерального закона, устанавливающего основания проведения плановой проверки.</w:t>
      </w:r>
    </w:p>
    <w:p w:rsidR="00CF5AE0" w:rsidRPr="00E52EDA" w:rsidRDefault="00CF5AE0" w:rsidP="00F22866">
      <w:pPr>
        <w:ind w:firstLine="567"/>
        <w:jc w:val="both"/>
        <w:rPr>
          <w:color w:val="000000"/>
          <w:sz w:val="20"/>
          <w:szCs w:val="20"/>
        </w:rPr>
      </w:pPr>
      <w:r w:rsidRPr="00E52EDA">
        <w:rPr>
          <w:color w:val="000000"/>
          <w:sz w:val="20"/>
          <w:szCs w:val="20"/>
          <w:vertAlign w:val="superscript"/>
        </w:rPr>
        <w:t>4</w:t>
      </w:r>
      <w:r w:rsidRPr="00E52EDA">
        <w:rPr>
          <w:color w:val="000000"/>
          <w:sz w:val="20"/>
          <w:szCs w:val="20"/>
        </w:rPr>
        <w:t> Указывается календарный месяц начала проведения проверки.</w:t>
      </w:r>
    </w:p>
    <w:p w:rsidR="00CF5AE0" w:rsidRDefault="00CF5AE0" w:rsidP="00F22866">
      <w:pPr>
        <w:jc w:val="center"/>
        <w:rPr>
          <w:color w:val="000000"/>
          <w:sz w:val="18"/>
          <w:szCs w:val="18"/>
        </w:rPr>
      </w:pPr>
    </w:p>
    <w:p w:rsidR="00CF5AE0" w:rsidRDefault="00CF5AE0" w:rsidP="00F22866">
      <w:pPr>
        <w:jc w:val="center"/>
        <w:rPr>
          <w:color w:val="000000"/>
          <w:sz w:val="18"/>
          <w:szCs w:val="18"/>
        </w:rPr>
      </w:pPr>
    </w:p>
    <w:p w:rsidR="00CF5AE0" w:rsidRDefault="00CF5AE0" w:rsidP="00F22866">
      <w:pPr>
        <w:jc w:val="center"/>
      </w:pPr>
      <w:r>
        <w:rPr>
          <w:color w:val="000000"/>
          <w:sz w:val="18"/>
          <w:szCs w:val="18"/>
        </w:rPr>
        <w:t>___________________</w:t>
      </w:r>
    </w:p>
    <w:p w:rsidR="00CF5AE0" w:rsidRDefault="00CF5AE0" w:rsidP="00E718A3">
      <w:pPr>
        <w:autoSpaceDE w:val="0"/>
        <w:autoSpaceDN w:val="0"/>
        <w:adjustRightInd w:val="0"/>
        <w:jc w:val="both"/>
        <w:sectPr w:rsidR="00CF5AE0" w:rsidSect="00F22866">
          <w:pgSz w:w="16838" w:h="11906" w:orient="landscape" w:code="9"/>
          <w:pgMar w:top="899" w:right="1134" w:bottom="567" w:left="851" w:header="709" w:footer="709" w:gutter="0"/>
          <w:pgNumType w:start="1"/>
          <w:cols w:space="708"/>
          <w:titlePg/>
          <w:rtlGutter/>
          <w:docGrid w:linePitch="381"/>
        </w:sectPr>
      </w:pPr>
    </w:p>
    <w:p w:rsidR="00CF5AE0" w:rsidRDefault="00CF5AE0" w:rsidP="0043126B">
      <w:pPr>
        <w:pStyle w:val="ConsPlusNormal"/>
        <w:ind w:left="6160" w:right="-305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5</w:t>
      </w:r>
    </w:p>
    <w:p w:rsidR="00CF5AE0" w:rsidRPr="00F41F36" w:rsidRDefault="00CF5AE0" w:rsidP="0043126B">
      <w:pPr>
        <w:pStyle w:val="ConsPlusNormal"/>
        <w:ind w:left="6160" w:right="-1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F41F3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дминистративному регламенту осуществления муниципального земельного контроля на террит</w:t>
      </w:r>
      <w:r w:rsidRPr="00F41F36">
        <w:rPr>
          <w:rFonts w:ascii="Times New Roman" w:hAnsi="Times New Roman"/>
          <w:sz w:val="24"/>
          <w:szCs w:val="24"/>
        </w:rPr>
        <w:t xml:space="preserve">ории </w:t>
      </w:r>
      <w:r>
        <w:rPr>
          <w:rFonts w:ascii="Times New Roman" w:hAnsi="Times New Roman"/>
          <w:sz w:val="24"/>
          <w:szCs w:val="24"/>
        </w:rPr>
        <w:t>Зоновского сельсовета</w:t>
      </w:r>
    </w:p>
    <w:p w:rsidR="00CF5AE0" w:rsidRDefault="00CF5AE0" w:rsidP="00E718A3">
      <w:pPr>
        <w:autoSpaceDE w:val="0"/>
        <w:autoSpaceDN w:val="0"/>
        <w:adjustRightInd w:val="0"/>
        <w:jc w:val="right"/>
      </w:pPr>
    </w:p>
    <w:p w:rsidR="00CF5AE0" w:rsidRDefault="00CF5AE0" w:rsidP="00E718A3">
      <w:pPr>
        <w:autoSpaceDE w:val="0"/>
        <w:autoSpaceDN w:val="0"/>
        <w:adjustRightInd w:val="0"/>
        <w:ind w:firstLine="540"/>
        <w:jc w:val="both"/>
      </w:pPr>
    </w:p>
    <w:p w:rsidR="00CF5AE0" w:rsidRPr="0043126B" w:rsidRDefault="00CF5AE0" w:rsidP="00E718A3">
      <w:pPr>
        <w:pStyle w:val="ConsPlusNonformat"/>
        <w:rPr>
          <w:sz w:val="28"/>
          <w:szCs w:val="28"/>
        </w:rPr>
      </w:pPr>
      <w:r>
        <w:t xml:space="preserve">                          </w:t>
      </w:r>
      <w:r>
        <w:tab/>
      </w:r>
      <w:r>
        <w:tab/>
      </w:r>
      <w:r>
        <w:tab/>
        <w:t xml:space="preserve">     </w:t>
      </w:r>
      <w:r w:rsidRPr="0043126B">
        <w:rPr>
          <w:sz w:val="28"/>
          <w:szCs w:val="28"/>
        </w:rPr>
        <w:t>В _______________________________________________</w:t>
      </w:r>
    </w:p>
    <w:p w:rsidR="00CF5AE0" w:rsidRPr="0043126B" w:rsidRDefault="00CF5AE0" w:rsidP="00E718A3">
      <w:pPr>
        <w:pStyle w:val="ConsPlusNonformat"/>
      </w:pPr>
      <w:r w:rsidRPr="0043126B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3126B">
        <w:t>(наименование органа прокуратуры)</w:t>
      </w:r>
    </w:p>
    <w:p w:rsidR="00CF5AE0" w:rsidRPr="0043126B" w:rsidRDefault="00CF5AE0" w:rsidP="00E718A3">
      <w:pPr>
        <w:pStyle w:val="ConsPlusNonformat"/>
        <w:rPr>
          <w:sz w:val="28"/>
          <w:szCs w:val="28"/>
        </w:rPr>
      </w:pPr>
      <w:r w:rsidRPr="0043126B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Pr="0043126B">
        <w:rPr>
          <w:sz w:val="28"/>
          <w:szCs w:val="28"/>
        </w:rPr>
        <w:t>от ______________________________________________</w:t>
      </w:r>
    </w:p>
    <w:p w:rsidR="00CF5AE0" w:rsidRPr="0043126B" w:rsidRDefault="00CF5AE0" w:rsidP="00E718A3">
      <w:pPr>
        <w:pStyle w:val="ConsPlusNonformat"/>
      </w:pPr>
      <w:r w:rsidRPr="0043126B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3126B">
        <w:t>(наименование органа государственного контроля</w:t>
      </w:r>
    </w:p>
    <w:p w:rsidR="00CF5AE0" w:rsidRPr="0043126B" w:rsidRDefault="00CF5AE0" w:rsidP="00E718A3">
      <w:pPr>
        <w:pStyle w:val="ConsPlusNonformat"/>
      </w:pPr>
      <w:r w:rsidRPr="0043126B">
        <w:t xml:space="preserve">                             </w:t>
      </w:r>
      <w:r>
        <w:tab/>
      </w:r>
      <w:r>
        <w:tab/>
      </w:r>
      <w:r>
        <w:tab/>
      </w:r>
      <w:r>
        <w:tab/>
      </w:r>
      <w:r w:rsidRPr="0043126B">
        <w:t>(надзора), муниципального контроля с указанием</w:t>
      </w:r>
    </w:p>
    <w:p w:rsidR="00CF5AE0" w:rsidRPr="0043126B" w:rsidRDefault="00CF5AE0" w:rsidP="00E718A3">
      <w:pPr>
        <w:pStyle w:val="ConsPlusNonformat"/>
      </w:pPr>
      <w:r w:rsidRPr="0043126B">
        <w:t xml:space="preserve">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3126B">
        <w:t>юридического адреса)</w:t>
      </w:r>
    </w:p>
    <w:p w:rsidR="00CF5AE0" w:rsidRPr="0043126B" w:rsidRDefault="00CF5AE0" w:rsidP="00E718A3">
      <w:pPr>
        <w:pStyle w:val="ConsPlusNonformat"/>
        <w:rPr>
          <w:sz w:val="28"/>
          <w:szCs w:val="28"/>
        </w:rPr>
      </w:pPr>
    </w:p>
    <w:p w:rsidR="00CF5AE0" w:rsidRPr="0043126B" w:rsidRDefault="00CF5AE0" w:rsidP="0043126B">
      <w:pPr>
        <w:pStyle w:val="ConsPlusNonformat"/>
        <w:jc w:val="center"/>
        <w:rPr>
          <w:b/>
          <w:sz w:val="28"/>
          <w:szCs w:val="28"/>
        </w:rPr>
      </w:pPr>
      <w:r w:rsidRPr="0043126B">
        <w:rPr>
          <w:b/>
          <w:sz w:val="28"/>
          <w:szCs w:val="28"/>
        </w:rPr>
        <w:t>ЗАЯВЛЕНИЕ</w:t>
      </w:r>
    </w:p>
    <w:p w:rsidR="00CF5AE0" w:rsidRPr="0043126B" w:rsidRDefault="00CF5AE0" w:rsidP="0043126B">
      <w:pPr>
        <w:pStyle w:val="ConsPlusNonformat"/>
        <w:jc w:val="center"/>
        <w:rPr>
          <w:b/>
          <w:sz w:val="28"/>
          <w:szCs w:val="28"/>
        </w:rPr>
      </w:pPr>
      <w:r w:rsidRPr="0043126B">
        <w:rPr>
          <w:b/>
          <w:sz w:val="28"/>
          <w:szCs w:val="28"/>
        </w:rPr>
        <w:t>о согласовании органом государственного контроля (надзора), органом</w:t>
      </w:r>
    </w:p>
    <w:p w:rsidR="00CF5AE0" w:rsidRDefault="00CF5AE0" w:rsidP="0043126B">
      <w:pPr>
        <w:pStyle w:val="ConsPlusNonformat"/>
        <w:jc w:val="center"/>
        <w:rPr>
          <w:b/>
          <w:sz w:val="28"/>
          <w:szCs w:val="28"/>
        </w:rPr>
      </w:pPr>
      <w:r w:rsidRPr="0043126B">
        <w:rPr>
          <w:b/>
          <w:sz w:val="28"/>
          <w:szCs w:val="28"/>
        </w:rPr>
        <w:t xml:space="preserve">муниципального контроля с органом прокуратуры проведения </w:t>
      </w:r>
    </w:p>
    <w:p w:rsidR="00CF5AE0" w:rsidRDefault="00CF5AE0" w:rsidP="0043126B">
      <w:pPr>
        <w:pStyle w:val="ConsPlusNonformat"/>
        <w:jc w:val="center"/>
        <w:rPr>
          <w:b/>
          <w:sz w:val="28"/>
          <w:szCs w:val="28"/>
        </w:rPr>
      </w:pPr>
      <w:r w:rsidRPr="0043126B">
        <w:rPr>
          <w:b/>
          <w:sz w:val="28"/>
          <w:szCs w:val="28"/>
        </w:rPr>
        <w:t>внеплановой</w:t>
      </w:r>
      <w:r>
        <w:rPr>
          <w:b/>
          <w:sz w:val="28"/>
          <w:szCs w:val="28"/>
        </w:rPr>
        <w:t xml:space="preserve"> </w:t>
      </w:r>
      <w:r w:rsidRPr="0043126B">
        <w:rPr>
          <w:b/>
          <w:sz w:val="28"/>
          <w:szCs w:val="28"/>
        </w:rPr>
        <w:t xml:space="preserve">выездной проверки юридического лица, </w:t>
      </w:r>
    </w:p>
    <w:p w:rsidR="00CF5AE0" w:rsidRPr="0043126B" w:rsidRDefault="00CF5AE0" w:rsidP="0043126B">
      <w:pPr>
        <w:pStyle w:val="ConsPlusNonformat"/>
        <w:jc w:val="center"/>
        <w:rPr>
          <w:b/>
          <w:sz w:val="28"/>
          <w:szCs w:val="28"/>
        </w:rPr>
      </w:pPr>
      <w:r w:rsidRPr="0043126B">
        <w:rPr>
          <w:b/>
          <w:sz w:val="28"/>
          <w:szCs w:val="28"/>
        </w:rPr>
        <w:t>индивидуального предпринимателя</w:t>
      </w:r>
    </w:p>
    <w:p w:rsidR="00CF5AE0" w:rsidRPr="0043126B" w:rsidRDefault="00CF5AE0" w:rsidP="0043126B">
      <w:pPr>
        <w:pStyle w:val="ConsPlusNonformat"/>
        <w:jc w:val="center"/>
        <w:rPr>
          <w:b/>
          <w:sz w:val="28"/>
          <w:szCs w:val="28"/>
        </w:rPr>
      </w:pPr>
    </w:p>
    <w:p w:rsidR="00CF5AE0" w:rsidRDefault="00CF5AE0" w:rsidP="0043126B">
      <w:pPr>
        <w:pStyle w:val="ConsPlusNonformat"/>
        <w:jc w:val="both"/>
        <w:rPr>
          <w:sz w:val="28"/>
          <w:szCs w:val="28"/>
        </w:rPr>
      </w:pPr>
      <w:r w:rsidRPr="0043126B">
        <w:rPr>
          <w:sz w:val="28"/>
          <w:szCs w:val="28"/>
        </w:rPr>
        <w:t xml:space="preserve">1.  В  соответствии со </w:t>
      </w:r>
      <w:hyperlink r:id="rId30" w:history="1">
        <w:r w:rsidRPr="0043126B">
          <w:rPr>
            <w:color w:val="0000FF"/>
            <w:sz w:val="28"/>
            <w:szCs w:val="28"/>
          </w:rPr>
          <w:t>статьей 10</w:t>
        </w:r>
      </w:hyperlink>
      <w:r w:rsidRPr="0043126B">
        <w:rPr>
          <w:sz w:val="28"/>
          <w:szCs w:val="28"/>
        </w:rPr>
        <w:t xml:space="preserve"> Федерального закона от 26 декабря </w:t>
      </w:r>
      <w:smartTag w:uri="urn:schemas-microsoft-com:office:smarttags" w:element="metricconverter">
        <w:smartTagPr>
          <w:attr w:name="ProductID" w:val="2008 г"/>
        </w:smartTagPr>
        <w:r w:rsidRPr="0043126B">
          <w:rPr>
            <w:sz w:val="28"/>
            <w:szCs w:val="28"/>
          </w:rPr>
          <w:t>2008 г</w:t>
        </w:r>
      </w:smartTag>
      <w:r w:rsidRPr="0043126B">
        <w:rPr>
          <w:sz w:val="28"/>
          <w:szCs w:val="28"/>
        </w:rPr>
        <w:t>.</w:t>
      </w:r>
      <w:r>
        <w:rPr>
          <w:sz w:val="28"/>
          <w:szCs w:val="28"/>
        </w:rPr>
        <w:t xml:space="preserve"> № </w:t>
      </w:r>
      <w:r w:rsidRPr="0043126B">
        <w:rPr>
          <w:sz w:val="28"/>
          <w:szCs w:val="28"/>
        </w:rPr>
        <w:t xml:space="preserve">294-ФЗ  </w:t>
      </w:r>
      <w:r>
        <w:rPr>
          <w:sz w:val="28"/>
          <w:szCs w:val="28"/>
        </w:rPr>
        <w:t>«</w:t>
      </w:r>
      <w:r w:rsidRPr="0043126B">
        <w:rPr>
          <w:sz w:val="28"/>
          <w:szCs w:val="28"/>
        </w:rPr>
        <w:t>О защите прав юридических лиц и индивидуальных предпринимат</w:t>
      </w:r>
      <w:r w:rsidRPr="0043126B">
        <w:rPr>
          <w:sz w:val="28"/>
          <w:szCs w:val="28"/>
        </w:rPr>
        <w:t>е</w:t>
      </w:r>
      <w:r w:rsidRPr="0043126B">
        <w:rPr>
          <w:sz w:val="28"/>
          <w:szCs w:val="28"/>
        </w:rPr>
        <w:t>лей</w:t>
      </w:r>
      <w:r>
        <w:rPr>
          <w:sz w:val="28"/>
          <w:szCs w:val="28"/>
        </w:rPr>
        <w:t xml:space="preserve"> </w:t>
      </w:r>
      <w:r w:rsidRPr="0043126B">
        <w:rPr>
          <w:sz w:val="28"/>
          <w:szCs w:val="28"/>
        </w:rPr>
        <w:t>при  осуществлении  государственного  контроля  (надзора)  и муниципальн</w:t>
      </w:r>
      <w:r w:rsidRPr="0043126B">
        <w:rPr>
          <w:sz w:val="28"/>
          <w:szCs w:val="28"/>
        </w:rPr>
        <w:t>о</w:t>
      </w:r>
      <w:r w:rsidRPr="0043126B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Pr="0043126B">
        <w:rPr>
          <w:sz w:val="28"/>
          <w:szCs w:val="28"/>
        </w:rPr>
        <w:t>контроля</w:t>
      </w:r>
      <w:r>
        <w:rPr>
          <w:sz w:val="28"/>
          <w:szCs w:val="28"/>
        </w:rPr>
        <w:t>»</w:t>
      </w:r>
      <w:r w:rsidRPr="0043126B">
        <w:rPr>
          <w:sz w:val="28"/>
          <w:szCs w:val="28"/>
        </w:rPr>
        <w:t xml:space="preserve"> (Собрание  законодательства  Российской  Федерации,  2008,  </w:t>
      </w:r>
      <w:r>
        <w:rPr>
          <w:sz w:val="28"/>
          <w:szCs w:val="28"/>
        </w:rPr>
        <w:t>№</w:t>
      </w:r>
      <w:r w:rsidRPr="0043126B">
        <w:rPr>
          <w:sz w:val="28"/>
          <w:szCs w:val="28"/>
        </w:rPr>
        <w:t xml:space="preserve"> 52,</w:t>
      </w:r>
      <w:r>
        <w:rPr>
          <w:sz w:val="28"/>
          <w:szCs w:val="28"/>
        </w:rPr>
        <w:t xml:space="preserve"> </w:t>
      </w:r>
      <w:r w:rsidRPr="0043126B">
        <w:rPr>
          <w:sz w:val="28"/>
          <w:szCs w:val="28"/>
        </w:rPr>
        <w:t>ст.  6249)  просим  согласия  на проведение внеплановой выездной проверки в</w:t>
      </w:r>
      <w:r>
        <w:rPr>
          <w:sz w:val="28"/>
          <w:szCs w:val="28"/>
        </w:rPr>
        <w:t xml:space="preserve"> </w:t>
      </w:r>
      <w:r w:rsidRPr="0043126B">
        <w:rPr>
          <w:sz w:val="28"/>
          <w:szCs w:val="28"/>
        </w:rPr>
        <w:t>о</w:t>
      </w:r>
      <w:r w:rsidRPr="0043126B">
        <w:rPr>
          <w:sz w:val="28"/>
          <w:szCs w:val="28"/>
        </w:rPr>
        <w:t>т</w:t>
      </w:r>
      <w:r>
        <w:rPr>
          <w:sz w:val="28"/>
          <w:szCs w:val="28"/>
        </w:rPr>
        <w:t>ношении ______________________________________________________________</w:t>
      </w: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  <w:r w:rsidRPr="0043126B">
        <w:rPr>
          <w:sz w:val="28"/>
          <w:szCs w:val="28"/>
        </w:rPr>
        <w:t>______________________________________________________________________</w:t>
      </w: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  <w:r w:rsidRPr="0043126B">
        <w:rPr>
          <w:sz w:val="28"/>
          <w:szCs w:val="28"/>
        </w:rPr>
        <w:t>______________________________________________________________________</w:t>
      </w:r>
    </w:p>
    <w:p w:rsidR="00CF5AE0" w:rsidRPr="0043126B" w:rsidRDefault="00CF5AE0" w:rsidP="0043126B">
      <w:pPr>
        <w:pStyle w:val="ConsPlusNonformat"/>
        <w:jc w:val="center"/>
      </w:pPr>
      <w:r w:rsidRPr="0043126B">
        <w:t>(наименование, адрес (место нахождения) постоянно действующего</w:t>
      </w:r>
      <w:r>
        <w:t xml:space="preserve"> </w:t>
      </w:r>
      <w:r w:rsidRPr="0043126B">
        <w:t>исполнительного органа юридического лица, государственный регистрационный</w:t>
      </w:r>
      <w:r>
        <w:t xml:space="preserve"> </w:t>
      </w:r>
      <w:r w:rsidRPr="0043126B">
        <w:t>номер записи о государственной регистрации юридического лица / фамилия,</w:t>
      </w:r>
    </w:p>
    <w:p w:rsidR="00CF5AE0" w:rsidRPr="0043126B" w:rsidRDefault="00CF5AE0" w:rsidP="0043126B">
      <w:pPr>
        <w:pStyle w:val="ConsPlusNonformat"/>
        <w:jc w:val="center"/>
      </w:pPr>
      <w:r w:rsidRPr="0043126B">
        <w:t>имя и (в случае, если имеется) отчество, место жительства индивидуального</w:t>
      </w:r>
      <w:r>
        <w:t xml:space="preserve"> </w:t>
      </w:r>
      <w:r w:rsidRPr="0043126B">
        <w:t>предпринимателя, государственный регистрационный номер записи</w:t>
      </w:r>
      <w:r>
        <w:t xml:space="preserve"> </w:t>
      </w:r>
      <w:r w:rsidRPr="0043126B">
        <w:t>о государственной регистрации индивидуального предпринимателя,</w:t>
      </w:r>
    </w:p>
    <w:p w:rsidR="00CF5AE0" w:rsidRPr="0043126B" w:rsidRDefault="00CF5AE0" w:rsidP="0043126B">
      <w:pPr>
        <w:pStyle w:val="ConsPlusNonformat"/>
        <w:jc w:val="center"/>
      </w:pPr>
      <w:r w:rsidRPr="0043126B">
        <w:t>идентификационный номер налогоплательщика)</w:t>
      </w: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  <w:r w:rsidRPr="0043126B">
        <w:rPr>
          <w:sz w:val="28"/>
          <w:szCs w:val="28"/>
        </w:rPr>
        <w:t>осуществляющего предпринимательскую деятельность по адресу: _____________</w:t>
      </w: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  <w:r w:rsidRPr="0043126B">
        <w:rPr>
          <w:sz w:val="28"/>
          <w:szCs w:val="28"/>
        </w:rPr>
        <w:t>______________________________________________________________________</w:t>
      </w: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  <w:r w:rsidRPr="0043126B">
        <w:rPr>
          <w:sz w:val="28"/>
          <w:szCs w:val="28"/>
        </w:rPr>
        <w:t>______________________________________________________________________</w:t>
      </w: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  <w:r w:rsidRPr="0043126B">
        <w:rPr>
          <w:sz w:val="28"/>
          <w:szCs w:val="28"/>
        </w:rPr>
        <w:t>______________________________________________________________________</w:t>
      </w: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  <w:r w:rsidRPr="0043126B">
        <w:rPr>
          <w:sz w:val="28"/>
          <w:szCs w:val="28"/>
        </w:rPr>
        <w:t>2. Основание проведения проверки: _______________________________________</w:t>
      </w: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  <w:r w:rsidRPr="0043126B">
        <w:rPr>
          <w:sz w:val="28"/>
          <w:szCs w:val="28"/>
        </w:rPr>
        <w:t>______________________________________________________________________</w:t>
      </w: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  <w:r w:rsidRPr="0043126B">
        <w:rPr>
          <w:sz w:val="28"/>
          <w:szCs w:val="28"/>
        </w:rPr>
        <w:t>______________________________________________________________________</w:t>
      </w:r>
    </w:p>
    <w:p w:rsidR="00CF5AE0" w:rsidRDefault="00CF5AE0" w:rsidP="0043126B">
      <w:pPr>
        <w:pStyle w:val="ConsPlusNonformat"/>
        <w:jc w:val="center"/>
      </w:pPr>
      <w:r w:rsidRPr="0043126B">
        <w:t xml:space="preserve">(ссылка на положение Федерального </w:t>
      </w:r>
      <w:hyperlink r:id="rId31" w:history="1">
        <w:r w:rsidRPr="0043126B">
          <w:rPr>
            <w:color w:val="0000FF"/>
          </w:rPr>
          <w:t>закона</w:t>
        </w:r>
      </w:hyperlink>
      <w:r w:rsidRPr="0043126B">
        <w:t xml:space="preserve"> от 26 декабря </w:t>
      </w:r>
      <w:smartTag w:uri="urn:schemas-microsoft-com:office:smarttags" w:element="metricconverter">
        <w:smartTagPr>
          <w:attr w:name="ProductID" w:val="2008 г"/>
        </w:smartTagPr>
        <w:r w:rsidRPr="0043126B">
          <w:t>2008 г</w:t>
        </w:r>
      </w:smartTag>
      <w:r w:rsidRPr="0043126B">
        <w:t xml:space="preserve">. </w:t>
      </w:r>
      <w:r>
        <w:t>№</w:t>
      </w:r>
      <w:r w:rsidRPr="0043126B">
        <w:t xml:space="preserve"> 294-ФЗ</w:t>
      </w:r>
      <w:r>
        <w:t xml:space="preserve"> «</w:t>
      </w:r>
      <w:r w:rsidRPr="0043126B">
        <w:t>О защите прав юридических лиц</w:t>
      </w:r>
    </w:p>
    <w:p w:rsidR="00CF5AE0" w:rsidRPr="0043126B" w:rsidRDefault="00CF5AE0" w:rsidP="0043126B">
      <w:pPr>
        <w:pStyle w:val="ConsPlusNonformat"/>
        <w:jc w:val="center"/>
      </w:pPr>
      <w:r w:rsidRPr="0043126B">
        <w:t xml:space="preserve"> и индивидуальных предпринимателей</w:t>
      </w:r>
      <w:r>
        <w:t xml:space="preserve"> </w:t>
      </w:r>
      <w:r w:rsidRPr="0043126B">
        <w:t>при осуществлении государственного контроля (надзора)</w:t>
      </w:r>
    </w:p>
    <w:p w:rsidR="00CF5AE0" w:rsidRPr="0043126B" w:rsidRDefault="00CF5AE0" w:rsidP="0043126B">
      <w:pPr>
        <w:pStyle w:val="ConsPlusNonformat"/>
        <w:jc w:val="center"/>
      </w:pPr>
      <w:r w:rsidRPr="0043126B">
        <w:t>и муниципального контроля</w:t>
      </w:r>
      <w:r>
        <w:t>»</w:t>
      </w:r>
      <w:r w:rsidRPr="0043126B">
        <w:t>)</w:t>
      </w: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  <w:r w:rsidRPr="0043126B">
        <w:rPr>
          <w:sz w:val="28"/>
          <w:szCs w:val="28"/>
        </w:rPr>
        <w:t>3. Дата начала проведения проверки:</w:t>
      </w: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  <w:r w:rsidRPr="0043126B">
        <w:rPr>
          <w:sz w:val="28"/>
          <w:szCs w:val="28"/>
        </w:rPr>
        <w:t xml:space="preserve">    </w:t>
      </w:r>
      <w:r>
        <w:rPr>
          <w:sz w:val="28"/>
          <w:szCs w:val="28"/>
        </w:rPr>
        <w:t>«</w:t>
      </w:r>
      <w:r w:rsidRPr="0043126B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Pr="0043126B">
        <w:rPr>
          <w:sz w:val="28"/>
          <w:szCs w:val="28"/>
        </w:rPr>
        <w:t xml:space="preserve"> ______________ 20____ года.</w:t>
      </w: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  <w:r w:rsidRPr="0043126B">
        <w:rPr>
          <w:sz w:val="28"/>
          <w:szCs w:val="28"/>
        </w:rPr>
        <w:t>4. Время начала проведения проверки:</w:t>
      </w: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  <w:r w:rsidRPr="0043126B">
        <w:rPr>
          <w:sz w:val="28"/>
          <w:szCs w:val="28"/>
        </w:rPr>
        <w:t xml:space="preserve">    </w:t>
      </w:r>
      <w:r>
        <w:rPr>
          <w:sz w:val="28"/>
          <w:szCs w:val="28"/>
        </w:rPr>
        <w:t>«</w:t>
      </w:r>
      <w:r w:rsidRPr="0043126B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Pr="0043126B">
        <w:rPr>
          <w:sz w:val="28"/>
          <w:szCs w:val="28"/>
        </w:rPr>
        <w:t xml:space="preserve"> ______________ 20____ года.</w:t>
      </w:r>
    </w:p>
    <w:p w:rsidR="00CF5AE0" w:rsidRPr="0043126B" w:rsidRDefault="00CF5AE0" w:rsidP="0043126B">
      <w:pPr>
        <w:pStyle w:val="ConsPlusNonformat"/>
      </w:pPr>
      <w:r w:rsidRPr="0043126B">
        <w:t>(указывается в случае, если основанием проведения проверки является</w:t>
      </w:r>
    </w:p>
    <w:p w:rsidR="00CF5AE0" w:rsidRPr="0043126B" w:rsidRDefault="00CF5AE0" w:rsidP="0043126B">
      <w:pPr>
        <w:pStyle w:val="ConsPlusNonformat"/>
      </w:pPr>
      <w:hyperlink r:id="rId32" w:history="1">
        <w:r w:rsidRPr="0043126B">
          <w:rPr>
            <w:color w:val="0000FF"/>
          </w:rPr>
          <w:t>часть 12 статьи 10</w:t>
        </w:r>
      </w:hyperlink>
      <w:r w:rsidRPr="0043126B">
        <w:t xml:space="preserve"> Федерального закона от 26 декабря </w:t>
      </w:r>
      <w:smartTag w:uri="urn:schemas-microsoft-com:office:smarttags" w:element="metricconverter">
        <w:smartTagPr>
          <w:attr w:name="ProductID" w:val="2008 г"/>
        </w:smartTagPr>
        <w:r w:rsidRPr="0043126B">
          <w:t>2008 г</w:t>
        </w:r>
      </w:smartTag>
      <w:r w:rsidRPr="0043126B">
        <w:t xml:space="preserve">. </w:t>
      </w:r>
      <w:r>
        <w:t>№</w:t>
      </w:r>
      <w:r w:rsidRPr="0043126B">
        <w:t xml:space="preserve"> 294-ФЗ</w:t>
      </w:r>
    </w:p>
    <w:p w:rsidR="00CF5AE0" w:rsidRPr="0043126B" w:rsidRDefault="00CF5AE0" w:rsidP="0043126B">
      <w:pPr>
        <w:pStyle w:val="ConsPlusNonformat"/>
      </w:pPr>
      <w:r>
        <w:t>«</w:t>
      </w:r>
      <w:r w:rsidRPr="0043126B">
        <w:t>О защите прав юридических лиц и индивидуальных предпринимателей</w:t>
      </w:r>
    </w:p>
    <w:p w:rsidR="00CF5AE0" w:rsidRPr="0043126B" w:rsidRDefault="00CF5AE0" w:rsidP="0043126B">
      <w:pPr>
        <w:pStyle w:val="ConsPlusNonformat"/>
      </w:pPr>
      <w:r w:rsidRPr="0043126B">
        <w:t>при осуществлении государственного контроля (надзора)</w:t>
      </w:r>
      <w:r>
        <w:t xml:space="preserve"> </w:t>
      </w:r>
      <w:r w:rsidRPr="0043126B">
        <w:t>и муниципального контроля</w:t>
      </w:r>
      <w:r>
        <w:t>»</w:t>
      </w:r>
      <w:r w:rsidRPr="0043126B">
        <w:t>)</w:t>
      </w: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  <w:r w:rsidRPr="0043126B">
        <w:rPr>
          <w:sz w:val="28"/>
          <w:szCs w:val="28"/>
        </w:rPr>
        <w:t xml:space="preserve">Приложения: </w:t>
      </w:r>
      <w:r>
        <w:rPr>
          <w:sz w:val="28"/>
          <w:szCs w:val="28"/>
        </w:rPr>
        <w:t>_</w:t>
      </w:r>
      <w:r w:rsidRPr="0043126B">
        <w:rPr>
          <w:sz w:val="28"/>
          <w:szCs w:val="28"/>
        </w:rPr>
        <w:t>_________________________________________________________</w:t>
      </w: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  <w:r>
        <w:rPr>
          <w:sz w:val="28"/>
          <w:szCs w:val="28"/>
        </w:rPr>
        <w:t>_______</w:t>
      </w:r>
      <w:r w:rsidRPr="0043126B">
        <w:rPr>
          <w:sz w:val="28"/>
          <w:szCs w:val="28"/>
        </w:rPr>
        <w:t>_______________________________________________________________</w:t>
      </w: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  <w:r w:rsidRPr="0043126B">
        <w:rPr>
          <w:sz w:val="28"/>
          <w:szCs w:val="28"/>
        </w:rPr>
        <w:t>_______</w:t>
      </w:r>
      <w:r>
        <w:rPr>
          <w:sz w:val="28"/>
          <w:szCs w:val="28"/>
        </w:rPr>
        <w:t>_______</w:t>
      </w:r>
      <w:r w:rsidRPr="0043126B">
        <w:rPr>
          <w:sz w:val="28"/>
          <w:szCs w:val="28"/>
        </w:rPr>
        <w:t>________________________________________________________</w:t>
      </w: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  <w:r w:rsidRPr="0043126B">
        <w:rPr>
          <w:sz w:val="28"/>
          <w:szCs w:val="28"/>
        </w:rPr>
        <w:t>______________</w:t>
      </w:r>
      <w:r>
        <w:rPr>
          <w:sz w:val="28"/>
          <w:szCs w:val="28"/>
        </w:rPr>
        <w:t>_______</w:t>
      </w:r>
      <w:r w:rsidRPr="0043126B">
        <w:rPr>
          <w:sz w:val="28"/>
          <w:szCs w:val="28"/>
        </w:rPr>
        <w:t>_________________________________________________</w:t>
      </w: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  <w:r>
        <w:rPr>
          <w:sz w:val="28"/>
          <w:szCs w:val="28"/>
        </w:rPr>
        <w:t>______</w:t>
      </w:r>
      <w:r w:rsidRPr="0043126B">
        <w:rPr>
          <w:sz w:val="28"/>
          <w:szCs w:val="28"/>
        </w:rPr>
        <w:t>_______________</w:t>
      </w:r>
      <w:r>
        <w:rPr>
          <w:sz w:val="28"/>
          <w:szCs w:val="28"/>
        </w:rPr>
        <w:t>_</w:t>
      </w:r>
      <w:r w:rsidRPr="0043126B">
        <w:rPr>
          <w:sz w:val="28"/>
          <w:szCs w:val="28"/>
        </w:rPr>
        <w:t>________________________________________________</w:t>
      </w:r>
    </w:p>
    <w:p w:rsidR="00CF5AE0" w:rsidRPr="0043126B" w:rsidRDefault="00CF5AE0" w:rsidP="0043126B">
      <w:pPr>
        <w:pStyle w:val="ConsPlusNonformat"/>
        <w:jc w:val="center"/>
      </w:pPr>
      <w:r w:rsidRPr="0043126B">
        <w:t>(копия распоряжения или приказа руководителя, заместителя</w:t>
      </w:r>
      <w:r>
        <w:t xml:space="preserve"> </w:t>
      </w:r>
      <w:r w:rsidRPr="0043126B">
        <w:t>руководителя органа государственного контроля (надзора), органа</w:t>
      </w:r>
      <w:r>
        <w:t xml:space="preserve"> </w:t>
      </w:r>
      <w:r w:rsidRPr="0043126B">
        <w:t>муниципального контроля о проведении внеплановой выездной</w:t>
      </w:r>
      <w:r>
        <w:t xml:space="preserve"> </w:t>
      </w:r>
      <w:r w:rsidRPr="0043126B">
        <w:t>проверки. Документы, содерж</w:t>
      </w:r>
      <w:r w:rsidRPr="0043126B">
        <w:t>а</w:t>
      </w:r>
      <w:r w:rsidRPr="0043126B">
        <w:t>щие сведения, послужившие</w:t>
      </w:r>
      <w:r>
        <w:t xml:space="preserve"> </w:t>
      </w:r>
      <w:r w:rsidRPr="0043126B">
        <w:t>основанием для проведения внеплановой проверки)</w:t>
      </w:r>
    </w:p>
    <w:p w:rsidR="00CF5AE0" w:rsidRDefault="00CF5AE0" w:rsidP="0043126B">
      <w:pPr>
        <w:pStyle w:val="ConsPlusNonformat"/>
        <w:jc w:val="both"/>
        <w:rPr>
          <w:sz w:val="28"/>
          <w:szCs w:val="28"/>
        </w:rPr>
      </w:pP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</w:t>
      </w:r>
    </w:p>
    <w:p w:rsidR="00CF5AE0" w:rsidRPr="0043126B" w:rsidRDefault="00CF5AE0" w:rsidP="0043126B">
      <w:pPr>
        <w:pStyle w:val="ConsPlusNonformat"/>
        <w:jc w:val="both"/>
      </w:pPr>
      <w:r w:rsidRPr="0043126B">
        <w:t xml:space="preserve">(наименование должностного лица) </w:t>
      </w:r>
      <w:r>
        <w:tab/>
      </w:r>
      <w:r>
        <w:tab/>
      </w:r>
      <w:r w:rsidRPr="0043126B">
        <w:t xml:space="preserve"> (подпись)    </w:t>
      </w:r>
      <w:r>
        <w:tab/>
      </w:r>
      <w:r>
        <w:tab/>
      </w:r>
      <w:r w:rsidRPr="0043126B">
        <w:t xml:space="preserve"> (фамилия, имя, отчество)</w:t>
      </w: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  <w:r w:rsidRPr="0043126B">
        <w:rPr>
          <w:sz w:val="28"/>
          <w:szCs w:val="28"/>
        </w:rPr>
        <w:t xml:space="preserve">          М.П.</w:t>
      </w:r>
    </w:p>
    <w:p w:rsidR="00CF5AE0" w:rsidRPr="0043126B" w:rsidRDefault="00CF5AE0" w:rsidP="0043126B">
      <w:pPr>
        <w:pStyle w:val="ConsPlusNonformat"/>
        <w:jc w:val="both"/>
      </w:pPr>
      <w:r w:rsidRPr="0043126B">
        <w:t>(в случае если имеется)</w:t>
      </w: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</w:p>
    <w:p w:rsidR="00CF5AE0" w:rsidRPr="0043126B" w:rsidRDefault="00CF5AE0" w:rsidP="0043126B">
      <w:pPr>
        <w:pStyle w:val="ConsPlusNonformat"/>
        <w:jc w:val="both"/>
        <w:rPr>
          <w:sz w:val="28"/>
          <w:szCs w:val="28"/>
        </w:rPr>
      </w:pPr>
      <w:r w:rsidRPr="0043126B">
        <w:rPr>
          <w:sz w:val="28"/>
          <w:szCs w:val="28"/>
        </w:rPr>
        <w:t xml:space="preserve">    Дата и время составления документа: ___________________________________</w:t>
      </w:r>
    </w:p>
    <w:p w:rsidR="00CF5AE0" w:rsidRDefault="00CF5AE0" w:rsidP="0043126B">
      <w:pPr>
        <w:autoSpaceDE w:val="0"/>
        <w:autoSpaceDN w:val="0"/>
        <w:adjustRightInd w:val="0"/>
        <w:ind w:firstLine="540"/>
        <w:jc w:val="both"/>
      </w:pPr>
    </w:p>
    <w:p w:rsidR="00CF5AE0" w:rsidRDefault="00CF5AE0" w:rsidP="0043126B">
      <w:pPr>
        <w:autoSpaceDE w:val="0"/>
        <w:autoSpaceDN w:val="0"/>
        <w:adjustRightInd w:val="0"/>
        <w:ind w:firstLine="540"/>
        <w:jc w:val="both"/>
      </w:pPr>
    </w:p>
    <w:p w:rsidR="00CF5AE0" w:rsidRDefault="00CF5AE0" w:rsidP="004568F5">
      <w:pPr>
        <w:autoSpaceDE w:val="0"/>
        <w:autoSpaceDN w:val="0"/>
        <w:adjustRightInd w:val="0"/>
        <w:ind w:firstLine="540"/>
        <w:jc w:val="center"/>
      </w:pPr>
      <w:r>
        <w:t>________________</w:t>
      </w:r>
    </w:p>
    <w:p w:rsidR="00CF5AE0" w:rsidRDefault="00CF5AE0" w:rsidP="004568F5">
      <w:pPr>
        <w:autoSpaceDE w:val="0"/>
        <w:autoSpaceDN w:val="0"/>
        <w:adjustRightInd w:val="0"/>
      </w:pPr>
    </w:p>
    <w:p w:rsidR="00CF5AE0" w:rsidRDefault="00CF5AE0" w:rsidP="004568F5">
      <w:pPr>
        <w:autoSpaceDE w:val="0"/>
        <w:autoSpaceDN w:val="0"/>
        <w:adjustRightInd w:val="0"/>
      </w:pPr>
    </w:p>
    <w:p w:rsidR="00CF5AE0" w:rsidRDefault="00CF5AE0" w:rsidP="004568F5">
      <w:pPr>
        <w:autoSpaceDE w:val="0"/>
        <w:autoSpaceDN w:val="0"/>
        <w:adjustRightInd w:val="0"/>
      </w:pPr>
    </w:p>
    <w:p w:rsidR="00CF5AE0" w:rsidRDefault="00CF5AE0" w:rsidP="004568F5">
      <w:pPr>
        <w:autoSpaceDE w:val="0"/>
        <w:autoSpaceDN w:val="0"/>
        <w:adjustRightInd w:val="0"/>
      </w:pPr>
    </w:p>
    <w:p w:rsidR="00CF5AE0" w:rsidRDefault="00CF5AE0" w:rsidP="004568F5">
      <w:pPr>
        <w:autoSpaceDE w:val="0"/>
        <w:autoSpaceDN w:val="0"/>
        <w:adjustRightInd w:val="0"/>
      </w:pPr>
    </w:p>
    <w:p w:rsidR="00CF5AE0" w:rsidRDefault="00CF5AE0" w:rsidP="004568F5">
      <w:pPr>
        <w:autoSpaceDE w:val="0"/>
        <w:autoSpaceDN w:val="0"/>
        <w:adjustRightInd w:val="0"/>
      </w:pPr>
    </w:p>
    <w:p w:rsidR="00CF5AE0" w:rsidRDefault="00CF5AE0" w:rsidP="004568F5">
      <w:pPr>
        <w:autoSpaceDE w:val="0"/>
        <w:autoSpaceDN w:val="0"/>
        <w:adjustRightInd w:val="0"/>
      </w:pPr>
    </w:p>
    <w:p w:rsidR="00CF5AE0" w:rsidRDefault="00CF5AE0" w:rsidP="004568F5">
      <w:pPr>
        <w:autoSpaceDE w:val="0"/>
        <w:autoSpaceDN w:val="0"/>
        <w:adjustRightInd w:val="0"/>
      </w:pPr>
    </w:p>
    <w:p w:rsidR="00CF5AE0" w:rsidRDefault="00CF5AE0" w:rsidP="004568F5">
      <w:pPr>
        <w:autoSpaceDE w:val="0"/>
        <w:autoSpaceDN w:val="0"/>
        <w:adjustRightInd w:val="0"/>
      </w:pPr>
    </w:p>
    <w:p w:rsidR="00CF5AE0" w:rsidRDefault="00CF5AE0" w:rsidP="004568F5">
      <w:pPr>
        <w:autoSpaceDE w:val="0"/>
        <w:autoSpaceDN w:val="0"/>
        <w:adjustRightInd w:val="0"/>
      </w:pPr>
    </w:p>
    <w:p w:rsidR="00CF5AE0" w:rsidRDefault="00CF5AE0" w:rsidP="004568F5">
      <w:pPr>
        <w:autoSpaceDE w:val="0"/>
        <w:autoSpaceDN w:val="0"/>
        <w:adjustRightInd w:val="0"/>
      </w:pPr>
    </w:p>
    <w:p w:rsidR="00CF5AE0" w:rsidRDefault="00CF5AE0" w:rsidP="004568F5">
      <w:pPr>
        <w:autoSpaceDE w:val="0"/>
        <w:autoSpaceDN w:val="0"/>
        <w:adjustRightInd w:val="0"/>
      </w:pPr>
    </w:p>
    <w:p w:rsidR="00CF5AE0" w:rsidRDefault="00CF5AE0" w:rsidP="004568F5">
      <w:pPr>
        <w:autoSpaceDE w:val="0"/>
        <w:autoSpaceDN w:val="0"/>
        <w:adjustRightInd w:val="0"/>
      </w:pPr>
    </w:p>
    <w:p w:rsidR="00CF5AE0" w:rsidRDefault="00CF5AE0" w:rsidP="004568F5">
      <w:pPr>
        <w:autoSpaceDE w:val="0"/>
        <w:autoSpaceDN w:val="0"/>
        <w:adjustRightInd w:val="0"/>
      </w:pPr>
    </w:p>
    <w:p w:rsidR="00CF5AE0" w:rsidRDefault="00CF5AE0" w:rsidP="004568F5">
      <w:pPr>
        <w:autoSpaceDE w:val="0"/>
        <w:autoSpaceDN w:val="0"/>
        <w:adjustRightInd w:val="0"/>
      </w:pPr>
    </w:p>
    <w:p w:rsidR="00CF5AE0" w:rsidRDefault="00CF5AE0" w:rsidP="004568F5">
      <w:pPr>
        <w:autoSpaceDE w:val="0"/>
        <w:autoSpaceDN w:val="0"/>
        <w:adjustRightInd w:val="0"/>
      </w:pPr>
    </w:p>
    <w:p w:rsidR="00CF5AE0" w:rsidRDefault="00CF5AE0" w:rsidP="004568F5">
      <w:pPr>
        <w:autoSpaceDE w:val="0"/>
        <w:autoSpaceDN w:val="0"/>
        <w:adjustRightInd w:val="0"/>
      </w:pPr>
    </w:p>
    <w:p w:rsidR="00CF5AE0" w:rsidRDefault="00CF5AE0" w:rsidP="004568F5">
      <w:pPr>
        <w:autoSpaceDE w:val="0"/>
        <w:autoSpaceDN w:val="0"/>
        <w:adjustRightInd w:val="0"/>
      </w:pPr>
    </w:p>
    <w:p w:rsidR="00CF5AE0" w:rsidRDefault="00CF5AE0" w:rsidP="004568F5">
      <w:pPr>
        <w:autoSpaceDE w:val="0"/>
        <w:autoSpaceDN w:val="0"/>
        <w:adjustRightInd w:val="0"/>
      </w:pPr>
    </w:p>
    <w:p w:rsidR="00CF5AE0" w:rsidRDefault="00CF5AE0" w:rsidP="004568F5">
      <w:pPr>
        <w:autoSpaceDE w:val="0"/>
        <w:autoSpaceDN w:val="0"/>
        <w:adjustRightInd w:val="0"/>
      </w:pPr>
    </w:p>
    <w:p w:rsidR="00CF5AE0" w:rsidRDefault="00CF5AE0" w:rsidP="004568F5">
      <w:pPr>
        <w:autoSpaceDE w:val="0"/>
        <w:autoSpaceDN w:val="0"/>
        <w:adjustRightInd w:val="0"/>
      </w:pPr>
    </w:p>
    <w:p w:rsidR="00CF5AE0" w:rsidRDefault="00CF5AE0" w:rsidP="004568F5">
      <w:pPr>
        <w:autoSpaceDE w:val="0"/>
        <w:autoSpaceDN w:val="0"/>
        <w:adjustRightInd w:val="0"/>
      </w:pPr>
    </w:p>
    <w:p w:rsidR="00CF5AE0" w:rsidRDefault="00CF5AE0" w:rsidP="00745405">
      <w:pPr>
        <w:autoSpaceDE w:val="0"/>
        <w:autoSpaceDN w:val="0"/>
        <w:adjustRightInd w:val="0"/>
        <w:ind w:firstLine="700"/>
        <w:jc w:val="both"/>
      </w:pPr>
      <w:r>
        <w:t>Глава Зоновского сельсовета                                                 В.Н.Зонов</w:t>
      </w:r>
    </w:p>
    <w:p w:rsidR="00CF5AE0" w:rsidRDefault="00CF5AE0" w:rsidP="00E718A3">
      <w:pPr>
        <w:autoSpaceDE w:val="0"/>
        <w:autoSpaceDN w:val="0"/>
        <w:adjustRightInd w:val="0"/>
        <w:ind w:firstLine="540"/>
        <w:jc w:val="both"/>
        <w:sectPr w:rsidR="00CF5AE0" w:rsidSect="000C4DCA">
          <w:pgSz w:w="11906" w:h="16838" w:code="9"/>
          <w:pgMar w:top="1134" w:right="567" w:bottom="851" w:left="1418" w:header="709" w:footer="709" w:gutter="0"/>
          <w:pgNumType w:start="1"/>
          <w:cols w:space="708"/>
          <w:titlePg/>
          <w:docGrid w:linePitch="381"/>
        </w:sectPr>
      </w:pPr>
    </w:p>
    <w:p w:rsidR="00CF5AE0" w:rsidRDefault="00CF5AE0" w:rsidP="004568F5">
      <w:pPr>
        <w:pStyle w:val="ConsPlusNormal"/>
        <w:ind w:left="6160" w:right="-305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6</w:t>
      </w:r>
    </w:p>
    <w:p w:rsidR="00CF5AE0" w:rsidRPr="00F41F36" w:rsidRDefault="00CF5AE0" w:rsidP="004568F5">
      <w:pPr>
        <w:pStyle w:val="ConsPlusNormal"/>
        <w:ind w:left="6160" w:right="-1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F41F3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дминистративному регламенту осуществления муниципального земельного контроля на террит</w:t>
      </w:r>
      <w:r w:rsidRPr="00F41F36">
        <w:rPr>
          <w:rFonts w:ascii="Times New Roman" w:hAnsi="Times New Roman"/>
          <w:sz w:val="24"/>
          <w:szCs w:val="24"/>
        </w:rPr>
        <w:t xml:space="preserve">ории </w:t>
      </w:r>
      <w:r>
        <w:rPr>
          <w:rFonts w:ascii="Times New Roman" w:hAnsi="Times New Roman"/>
          <w:sz w:val="24"/>
          <w:szCs w:val="24"/>
        </w:rPr>
        <w:t>Зоновского сельсовета</w:t>
      </w:r>
    </w:p>
    <w:p w:rsidR="00CF5AE0" w:rsidRDefault="00CF5AE0" w:rsidP="00E718A3">
      <w:pPr>
        <w:autoSpaceDE w:val="0"/>
        <w:autoSpaceDN w:val="0"/>
        <w:adjustRightInd w:val="0"/>
        <w:jc w:val="right"/>
      </w:pPr>
    </w:p>
    <w:p w:rsidR="00CF5AE0" w:rsidRDefault="00CF5AE0" w:rsidP="00E718A3">
      <w:pPr>
        <w:autoSpaceDE w:val="0"/>
        <w:autoSpaceDN w:val="0"/>
        <w:adjustRightInd w:val="0"/>
        <w:jc w:val="center"/>
      </w:pPr>
    </w:p>
    <w:p w:rsidR="00CF5AE0" w:rsidRPr="0046386E" w:rsidRDefault="00CF5AE0" w:rsidP="004568F5">
      <w:pPr>
        <w:pStyle w:val="ConsPlusNonformat"/>
        <w:jc w:val="center"/>
        <w:rPr>
          <w:sz w:val="28"/>
          <w:szCs w:val="28"/>
        </w:rPr>
      </w:pPr>
      <w:r w:rsidRPr="0046386E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</w:t>
      </w:r>
    </w:p>
    <w:p w:rsidR="00CF5AE0" w:rsidRPr="00B82717" w:rsidRDefault="00CF5AE0" w:rsidP="004568F5">
      <w:pPr>
        <w:pStyle w:val="ConsPlusNonformat"/>
        <w:jc w:val="center"/>
      </w:pPr>
      <w:r w:rsidRPr="00B82717">
        <w:t xml:space="preserve">(наименование органа государственного контроля (надзора) </w:t>
      </w:r>
    </w:p>
    <w:p w:rsidR="00CF5AE0" w:rsidRPr="00B82717" w:rsidRDefault="00CF5AE0" w:rsidP="004568F5">
      <w:pPr>
        <w:pStyle w:val="ConsPlusNonformat"/>
        <w:jc w:val="center"/>
      </w:pPr>
      <w:r w:rsidRPr="00B82717">
        <w:t>или органа муниципального контроля)</w:t>
      </w:r>
    </w:p>
    <w:p w:rsidR="00CF5AE0" w:rsidRPr="0046386E" w:rsidRDefault="00CF5AE0" w:rsidP="004568F5">
      <w:pPr>
        <w:pStyle w:val="ConsPlusNonformat"/>
        <w:outlineLvl w:val="0"/>
        <w:rPr>
          <w:sz w:val="28"/>
          <w:szCs w:val="28"/>
        </w:rPr>
      </w:pPr>
    </w:p>
    <w:p w:rsidR="00CF5AE0" w:rsidRPr="0046386E" w:rsidRDefault="00CF5AE0" w:rsidP="004568F5">
      <w:pPr>
        <w:pStyle w:val="ConsPlusNonformat"/>
        <w:rPr>
          <w:sz w:val="28"/>
          <w:szCs w:val="28"/>
        </w:rPr>
      </w:pPr>
      <w:r w:rsidRPr="0046386E">
        <w:rPr>
          <w:sz w:val="28"/>
          <w:szCs w:val="28"/>
        </w:rPr>
        <w:t>______</w:t>
      </w:r>
      <w:r>
        <w:rPr>
          <w:sz w:val="28"/>
          <w:szCs w:val="28"/>
        </w:rPr>
        <w:t xml:space="preserve">_________________   </w:t>
      </w:r>
      <w:r w:rsidRPr="004638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</w:t>
      </w:r>
      <w:r w:rsidRPr="0046386E">
        <w:rPr>
          <w:sz w:val="28"/>
          <w:szCs w:val="28"/>
        </w:rPr>
        <w:t>«__» _____________ 20__ г.</w:t>
      </w:r>
    </w:p>
    <w:p w:rsidR="00CF5AE0" w:rsidRPr="00B82717" w:rsidRDefault="00CF5AE0" w:rsidP="004568F5">
      <w:pPr>
        <w:pStyle w:val="ConsPlusNonformat"/>
        <w:ind w:firstLine="708"/>
      </w:pPr>
      <w:r w:rsidRPr="00B82717">
        <w:t xml:space="preserve">(место составления акта)              </w:t>
      </w:r>
      <w:r w:rsidRPr="00B82717">
        <w:tab/>
      </w:r>
      <w:r w:rsidRPr="00B82717">
        <w:tab/>
      </w:r>
      <w:r w:rsidRPr="00B82717">
        <w:tab/>
      </w:r>
      <w:r w:rsidRPr="00B82717">
        <w:tab/>
      </w:r>
      <w:r>
        <w:t xml:space="preserve">                              </w:t>
      </w:r>
      <w:r w:rsidRPr="00B82717">
        <w:t>(дата составления акта)</w:t>
      </w:r>
    </w:p>
    <w:p w:rsidR="00CF5AE0" w:rsidRPr="0046386E" w:rsidRDefault="00CF5AE0" w:rsidP="004568F5">
      <w:pPr>
        <w:pStyle w:val="ConsPlusNonformat"/>
        <w:rPr>
          <w:sz w:val="28"/>
          <w:szCs w:val="28"/>
        </w:rPr>
      </w:pPr>
    </w:p>
    <w:p w:rsidR="00CF5AE0" w:rsidRPr="0046386E" w:rsidRDefault="00CF5AE0" w:rsidP="004568F5">
      <w:pPr>
        <w:pStyle w:val="ConsPlusNonformat"/>
        <w:jc w:val="center"/>
        <w:rPr>
          <w:sz w:val="28"/>
          <w:szCs w:val="28"/>
        </w:rPr>
      </w:pPr>
      <w:r w:rsidRPr="0046386E">
        <w:rPr>
          <w:sz w:val="28"/>
          <w:szCs w:val="28"/>
        </w:rPr>
        <w:t>__________________________</w:t>
      </w:r>
    </w:p>
    <w:p w:rsidR="00CF5AE0" w:rsidRPr="00B82717" w:rsidRDefault="00CF5AE0" w:rsidP="004568F5">
      <w:pPr>
        <w:pStyle w:val="ConsPlusNonformat"/>
        <w:jc w:val="center"/>
      </w:pPr>
      <w:r w:rsidRPr="00B82717">
        <w:t>(время составления акта)</w:t>
      </w:r>
    </w:p>
    <w:p w:rsidR="00CF5AE0" w:rsidRPr="0046386E" w:rsidRDefault="00CF5AE0" w:rsidP="004568F5">
      <w:pPr>
        <w:pStyle w:val="ConsPlusNonformat"/>
        <w:rPr>
          <w:sz w:val="28"/>
          <w:szCs w:val="28"/>
        </w:rPr>
      </w:pPr>
    </w:p>
    <w:p w:rsidR="00CF5AE0" w:rsidRPr="00BC7979" w:rsidRDefault="00CF5AE0" w:rsidP="004568F5">
      <w:pPr>
        <w:pStyle w:val="ConsPlusNonformat"/>
        <w:jc w:val="center"/>
        <w:rPr>
          <w:b/>
          <w:sz w:val="28"/>
          <w:szCs w:val="28"/>
        </w:rPr>
      </w:pPr>
      <w:r w:rsidRPr="00BC7979">
        <w:rPr>
          <w:b/>
          <w:sz w:val="28"/>
          <w:szCs w:val="28"/>
        </w:rPr>
        <w:t>АКТ ПРОВЕРКИ</w:t>
      </w:r>
    </w:p>
    <w:p w:rsidR="00CF5AE0" w:rsidRPr="00BC7979" w:rsidRDefault="00CF5AE0" w:rsidP="004568F5">
      <w:pPr>
        <w:pStyle w:val="ConsPlusNonformat"/>
        <w:jc w:val="center"/>
        <w:rPr>
          <w:b/>
          <w:sz w:val="28"/>
          <w:szCs w:val="28"/>
        </w:rPr>
      </w:pPr>
      <w:r w:rsidRPr="00BC7979">
        <w:rPr>
          <w:b/>
          <w:sz w:val="28"/>
          <w:szCs w:val="28"/>
        </w:rPr>
        <w:t>органом государственного контроля (надзора),</w:t>
      </w:r>
      <w:r w:rsidRPr="00D741AC">
        <w:rPr>
          <w:b/>
          <w:sz w:val="28"/>
          <w:szCs w:val="28"/>
        </w:rPr>
        <w:t xml:space="preserve"> </w:t>
      </w:r>
      <w:r w:rsidRPr="00BC7979">
        <w:rPr>
          <w:b/>
          <w:sz w:val="28"/>
          <w:szCs w:val="28"/>
        </w:rPr>
        <w:t>органом</w:t>
      </w:r>
    </w:p>
    <w:p w:rsidR="00CF5AE0" w:rsidRPr="00BC7979" w:rsidRDefault="00CF5AE0" w:rsidP="004568F5">
      <w:pPr>
        <w:pStyle w:val="ConsPlusNonformat"/>
        <w:jc w:val="center"/>
        <w:rPr>
          <w:b/>
          <w:sz w:val="28"/>
          <w:szCs w:val="28"/>
        </w:rPr>
      </w:pPr>
      <w:r w:rsidRPr="00BC7979">
        <w:rPr>
          <w:b/>
          <w:sz w:val="28"/>
          <w:szCs w:val="28"/>
        </w:rPr>
        <w:t>муниципального контроля юридического лица,</w:t>
      </w:r>
    </w:p>
    <w:p w:rsidR="00CF5AE0" w:rsidRPr="00BC7979" w:rsidRDefault="00CF5AE0" w:rsidP="004568F5">
      <w:pPr>
        <w:pStyle w:val="ConsPlusNonformat"/>
        <w:jc w:val="center"/>
        <w:rPr>
          <w:b/>
          <w:sz w:val="28"/>
          <w:szCs w:val="28"/>
        </w:rPr>
      </w:pPr>
      <w:r w:rsidRPr="00BC7979">
        <w:rPr>
          <w:b/>
          <w:sz w:val="28"/>
          <w:szCs w:val="28"/>
        </w:rPr>
        <w:t>индивидуального предпринимателя</w:t>
      </w:r>
    </w:p>
    <w:p w:rsidR="00CF5AE0" w:rsidRPr="00BC7979" w:rsidRDefault="00CF5AE0" w:rsidP="004568F5">
      <w:pPr>
        <w:pStyle w:val="ConsPlusNonformat"/>
        <w:jc w:val="center"/>
        <w:rPr>
          <w:b/>
          <w:sz w:val="28"/>
          <w:szCs w:val="28"/>
        </w:rPr>
      </w:pPr>
      <w:r w:rsidRPr="00BC7979">
        <w:rPr>
          <w:b/>
          <w:sz w:val="28"/>
          <w:szCs w:val="28"/>
        </w:rPr>
        <w:t>№ __________</w:t>
      </w:r>
    </w:p>
    <w:p w:rsidR="00CF5AE0" w:rsidRPr="0046386E" w:rsidRDefault="00CF5AE0" w:rsidP="004568F5">
      <w:pPr>
        <w:pStyle w:val="ConsPlusNonformat"/>
        <w:rPr>
          <w:sz w:val="28"/>
          <w:szCs w:val="28"/>
        </w:rPr>
      </w:pPr>
    </w:p>
    <w:p w:rsidR="00CF5AE0" w:rsidRPr="0046386E" w:rsidRDefault="00CF5AE0" w:rsidP="004568F5">
      <w:pPr>
        <w:pStyle w:val="ConsPlusNonformat"/>
        <w:ind w:firstLine="720"/>
        <w:rPr>
          <w:sz w:val="28"/>
          <w:szCs w:val="28"/>
        </w:rPr>
      </w:pPr>
      <w:r w:rsidRPr="0046386E">
        <w:rPr>
          <w:sz w:val="28"/>
          <w:szCs w:val="28"/>
        </w:rPr>
        <w:t>По адресу/адресам: __________________________________________</w:t>
      </w:r>
      <w:r>
        <w:rPr>
          <w:sz w:val="28"/>
          <w:szCs w:val="28"/>
        </w:rPr>
        <w:t>______</w:t>
      </w:r>
    </w:p>
    <w:p w:rsidR="00CF5AE0" w:rsidRPr="00B82717" w:rsidRDefault="00CF5AE0" w:rsidP="004568F5">
      <w:pPr>
        <w:pStyle w:val="ConsPlusNonformat"/>
        <w:ind w:left="1416" w:firstLine="708"/>
        <w:jc w:val="center"/>
      </w:pPr>
      <w:r w:rsidRPr="00B82717">
        <w:t>(место проведения проверки)</w:t>
      </w:r>
    </w:p>
    <w:p w:rsidR="00CF5AE0" w:rsidRPr="0046386E" w:rsidRDefault="00CF5AE0" w:rsidP="004568F5">
      <w:pPr>
        <w:pStyle w:val="ConsPlusNonformat"/>
        <w:ind w:firstLine="720"/>
        <w:rPr>
          <w:sz w:val="28"/>
          <w:szCs w:val="28"/>
        </w:rPr>
      </w:pPr>
      <w:r w:rsidRPr="0046386E">
        <w:rPr>
          <w:sz w:val="28"/>
          <w:szCs w:val="28"/>
        </w:rPr>
        <w:t>На основании: ________________________________________________</w:t>
      </w:r>
      <w:r>
        <w:rPr>
          <w:sz w:val="28"/>
          <w:szCs w:val="28"/>
        </w:rPr>
        <w:t>____</w:t>
      </w:r>
    </w:p>
    <w:p w:rsidR="00CF5AE0" w:rsidRPr="0046386E" w:rsidRDefault="00CF5AE0" w:rsidP="004568F5">
      <w:pPr>
        <w:pStyle w:val="ConsPlusNonformat"/>
        <w:rPr>
          <w:sz w:val="28"/>
          <w:szCs w:val="28"/>
        </w:rPr>
      </w:pPr>
      <w:r w:rsidRPr="0046386E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____</w:t>
      </w:r>
    </w:p>
    <w:p w:rsidR="00CF5AE0" w:rsidRPr="0046386E" w:rsidRDefault="00CF5AE0" w:rsidP="004568F5">
      <w:pPr>
        <w:pStyle w:val="ConsPlusNonformat"/>
        <w:rPr>
          <w:sz w:val="28"/>
          <w:szCs w:val="28"/>
        </w:rPr>
      </w:pPr>
      <w:r w:rsidRPr="0046386E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____</w:t>
      </w:r>
    </w:p>
    <w:p w:rsidR="00CF5AE0" w:rsidRDefault="00CF5AE0" w:rsidP="004568F5">
      <w:pPr>
        <w:pStyle w:val="ConsPlusNonformat"/>
        <w:jc w:val="center"/>
      </w:pPr>
      <w:r w:rsidRPr="00B82717">
        <w:t xml:space="preserve"> (вид документа с указанием реквизитов (номер, дата))</w:t>
      </w:r>
    </w:p>
    <w:p w:rsidR="00CF5AE0" w:rsidRPr="00B82717" w:rsidRDefault="00CF5AE0" w:rsidP="004568F5">
      <w:pPr>
        <w:pStyle w:val="ConsPlusNonformat"/>
        <w:jc w:val="center"/>
      </w:pPr>
    </w:p>
    <w:p w:rsidR="00CF5AE0" w:rsidRDefault="00CF5AE0" w:rsidP="004568F5">
      <w:pPr>
        <w:pStyle w:val="ConsPlusNonformat"/>
        <w:ind w:firstLine="708"/>
        <w:jc w:val="both"/>
        <w:rPr>
          <w:sz w:val="28"/>
          <w:szCs w:val="28"/>
        </w:rPr>
      </w:pPr>
      <w:r w:rsidRPr="0046386E">
        <w:rPr>
          <w:sz w:val="28"/>
          <w:szCs w:val="28"/>
        </w:rPr>
        <w:t>была проведена __________________</w:t>
      </w:r>
      <w:r>
        <w:rPr>
          <w:sz w:val="28"/>
          <w:szCs w:val="28"/>
        </w:rPr>
        <w:t>_____________</w:t>
      </w:r>
      <w:r w:rsidRPr="0046386E">
        <w:rPr>
          <w:sz w:val="28"/>
          <w:szCs w:val="28"/>
        </w:rPr>
        <w:t xml:space="preserve"> проверка в отношении:      </w:t>
      </w:r>
    </w:p>
    <w:p w:rsidR="00CF5AE0" w:rsidRPr="00B82717" w:rsidRDefault="00CF5AE0" w:rsidP="004568F5">
      <w:pPr>
        <w:pStyle w:val="ConsPlusNonformat"/>
        <w:ind w:left="2124" w:firstLine="708"/>
      </w:pPr>
      <w:r w:rsidRPr="00B82717">
        <w:t>(плановая/внеплановая, документарная/выездная)</w:t>
      </w:r>
    </w:p>
    <w:p w:rsidR="00CF5AE0" w:rsidRPr="0046386E" w:rsidRDefault="00CF5AE0" w:rsidP="004568F5">
      <w:pPr>
        <w:pStyle w:val="ConsPlusNonformat"/>
        <w:rPr>
          <w:sz w:val="28"/>
          <w:szCs w:val="28"/>
        </w:rPr>
      </w:pPr>
      <w:r w:rsidRPr="0046386E">
        <w:rPr>
          <w:sz w:val="28"/>
          <w:szCs w:val="28"/>
        </w:rPr>
        <w:t>________________________________________________________________________________________________</w:t>
      </w:r>
      <w:r>
        <w:rPr>
          <w:sz w:val="28"/>
          <w:szCs w:val="28"/>
        </w:rPr>
        <w:t>____________________________________________</w:t>
      </w:r>
    </w:p>
    <w:p w:rsidR="00CF5AE0" w:rsidRPr="00B82717" w:rsidRDefault="00CF5AE0" w:rsidP="004568F5">
      <w:pPr>
        <w:pStyle w:val="ConsPlusNonformat"/>
        <w:jc w:val="center"/>
      </w:pPr>
      <w:r w:rsidRPr="00B82717">
        <w:t xml:space="preserve">(наименование юридического лица, фамилия, имя, отчество </w:t>
      </w:r>
    </w:p>
    <w:p w:rsidR="00CF5AE0" w:rsidRDefault="00CF5AE0" w:rsidP="004568F5">
      <w:pPr>
        <w:pStyle w:val="ConsPlusNonformat"/>
        <w:jc w:val="center"/>
      </w:pPr>
      <w:r w:rsidRPr="00B82717">
        <w:t>(последнее - при наличии) индивидуального предпринимателя)</w:t>
      </w:r>
    </w:p>
    <w:p w:rsidR="00CF5AE0" w:rsidRPr="00B82717" w:rsidRDefault="00CF5AE0" w:rsidP="004568F5">
      <w:pPr>
        <w:pStyle w:val="ConsPlusNonformat"/>
        <w:jc w:val="center"/>
      </w:pPr>
    </w:p>
    <w:p w:rsidR="00CF5AE0" w:rsidRPr="0046386E" w:rsidRDefault="00CF5AE0" w:rsidP="004568F5">
      <w:pPr>
        <w:pStyle w:val="ConsPlusNonformat"/>
        <w:ind w:firstLine="720"/>
        <w:rPr>
          <w:sz w:val="28"/>
          <w:szCs w:val="28"/>
        </w:rPr>
      </w:pPr>
      <w:r w:rsidRPr="0046386E">
        <w:rPr>
          <w:sz w:val="28"/>
          <w:szCs w:val="28"/>
        </w:rPr>
        <w:t>Дата и время проведения проверки:</w:t>
      </w:r>
    </w:p>
    <w:p w:rsidR="00CF5AE0" w:rsidRPr="0046386E" w:rsidRDefault="00CF5AE0" w:rsidP="004568F5">
      <w:pPr>
        <w:pStyle w:val="ConsPlusNonformat"/>
        <w:rPr>
          <w:sz w:val="28"/>
          <w:szCs w:val="28"/>
        </w:rPr>
      </w:pPr>
      <w:r w:rsidRPr="0046386E">
        <w:rPr>
          <w:sz w:val="28"/>
          <w:szCs w:val="28"/>
        </w:rPr>
        <w:t>«__» ___ 20__ г. с __ час. __ мин. до __ час. __ мин. Продолжительность ___</w:t>
      </w:r>
      <w:r>
        <w:rPr>
          <w:sz w:val="28"/>
          <w:szCs w:val="28"/>
        </w:rPr>
        <w:t>_____</w:t>
      </w:r>
    </w:p>
    <w:p w:rsidR="00CF5AE0" w:rsidRPr="0046386E" w:rsidRDefault="00CF5AE0" w:rsidP="004568F5">
      <w:pPr>
        <w:pStyle w:val="ConsPlusNonformat"/>
        <w:rPr>
          <w:sz w:val="28"/>
          <w:szCs w:val="28"/>
        </w:rPr>
      </w:pPr>
      <w:r w:rsidRPr="0046386E">
        <w:rPr>
          <w:sz w:val="28"/>
          <w:szCs w:val="28"/>
        </w:rPr>
        <w:t>«__» ___ 20__ г. с __ час. __ мин. до __ час. __ мин. Продолжительность ___</w:t>
      </w:r>
      <w:r>
        <w:rPr>
          <w:sz w:val="28"/>
          <w:szCs w:val="28"/>
        </w:rPr>
        <w:t>_____</w:t>
      </w:r>
    </w:p>
    <w:p w:rsidR="00CF5AE0" w:rsidRDefault="00CF5AE0" w:rsidP="004568F5">
      <w:pPr>
        <w:pStyle w:val="ConsPlusNonformat"/>
        <w:jc w:val="center"/>
      </w:pPr>
      <w:r w:rsidRPr="00B82717">
        <w:t xml:space="preserve">(заполняется в случае проведения проверок филиалов, представительств, обособленных структурных </w:t>
      </w:r>
    </w:p>
    <w:p w:rsidR="00CF5AE0" w:rsidRDefault="00CF5AE0" w:rsidP="004568F5">
      <w:pPr>
        <w:pStyle w:val="ConsPlusNonformat"/>
        <w:jc w:val="center"/>
      </w:pPr>
      <w:r w:rsidRPr="00B82717">
        <w:t xml:space="preserve">подразделений юридического лица или при осуществлении деятельности </w:t>
      </w:r>
    </w:p>
    <w:p w:rsidR="00CF5AE0" w:rsidRPr="00B82717" w:rsidRDefault="00CF5AE0" w:rsidP="004568F5">
      <w:pPr>
        <w:pStyle w:val="ConsPlusNonformat"/>
        <w:jc w:val="center"/>
      </w:pPr>
      <w:r w:rsidRPr="00B82717">
        <w:t>индивидуального предпринимателя по нескольким адресам)</w:t>
      </w:r>
    </w:p>
    <w:p w:rsidR="00CF5AE0" w:rsidRPr="00B82717" w:rsidRDefault="00CF5AE0" w:rsidP="004568F5">
      <w:pPr>
        <w:pStyle w:val="ConsPlusNonformat"/>
      </w:pPr>
    </w:p>
    <w:p w:rsidR="00CF5AE0" w:rsidRDefault="00CF5AE0" w:rsidP="004568F5">
      <w:pPr>
        <w:pStyle w:val="ConsPlusNonformat"/>
        <w:ind w:firstLine="720"/>
        <w:rPr>
          <w:sz w:val="28"/>
          <w:szCs w:val="28"/>
        </w:rPr>
      </w:pPr>
      <w:r w:rsidRPr="0046386E">
        <w:rPr>
          <w:sz w:val="28"/>
          <w:szCs w:val="28"/>
        </w:rPr>
        <w:t xml:space="preserve">Общая продолжительность проверки: </w:t>
      </w:r>
      <w:r>
        <w:rPr>
          <w:sz w:val="28"/>
          <w:szCs w:val="28"/>
        </w:rPr>
        <w:t>________________________________</w:t>
      </w:r>
    </w:p>
    <w:p w:rsidR="00CF5AE0" w:rsidRPr="0046386E" w:rsidRDefault="00CF5AE0" w:rsidP="004568F5">
      <w:pPr>
        <w:pStyle w:val="ConsPlusNonforma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CF5AE0" w:rsidRPr="00B82717" w:rsidRDefault="00CF5AE0" w:rsidP="004568F5">
      <w:pPr>
        <w:pStyle w:val="ConsPlusNonformat"/>
        <w:ind w:left="2832" w:firstLine="708"/>
      </w:pPr>
      <w:r w:rsidRPr="00B82717">
        <w:t>(рабочих дней/часов)</w:t>
      </w:r>
    </w:p>
    <w:p w:rsidR="00CF5AE0" w:rsidRPr="0046386E" w:rsidRDefault="00CF5AE0" w:rsidP="004568F5">
      <w:pPr>
        <w:pStyle w:val="ConsPlusNonformat"/>
        <w:ind w:firstLine="720"/>
        <w:rPr>
          <w:sz w:val="28"/>
          <w:szCs w:val="28"/>
        </w:rPr>
      </w:pPr>
      <w:r w:rsidRPr="0046386E">
        <w:rPr>
          <w:sz w:val="28"/>
          <w:szCs w:val="28"/>
        </w:rPr>
        <w:t>Акт составлен: ______________________________________________</w:t>
      </w:r>
      <w:r>
        <w:rPr>
          <w:sz w:val="28"/>
          <w:szCs w:val="28"/>
        </w:rPr>
        <w:t>___________</w:t>
      </w:r>
      <w:r w:rsidRPr="0046386E">
        <w:rPr>
          <w:sz w:val="28"/>
          <w:szCs w:val="28"/>
        </w:rPr>
        <w:t>___________________________________________________________________________________</w:t>
      </w:r>
    </w:p>
    <w:p w:rsidR="00CF5AE0" w:rsidRPr="00B82717" w:rsidRDefault="00CF5AE0" w:rsidP="004568F5">
      <w:pPr>
        <w:pStyle w:val="ConsPlusNonformat"/>
        <w:jc w:val="center"/>
      </w:pPr>
      <w:r w:rsidRPr="00B82717">
        <w:t xml:space="preserve">(наименование органа государственного контроля (надзора) </w:t>
      </w:r>
    </w:p>
    <w:p w:rsidR="00CF5AE0" w:rsidRPr="00B82717" w:rsidRDefault="00CF5AE0" w:rsidP="004568F5">
      <w:pPr>
        <w:pStyle w:val="ConsPlusNonformat"/>
        <w:jc w:val="center"/>
      </w:pPr>
      <w:r w:rsidRPr="00B82717">
        <w:t>или органа муниципального контроля)</w:t>
      </w:r>
    </w:p>
    <w:p w:rsidR="00CF5AE0" w:rsidRDefault="00CF5AE0" w:rsidP="004568F5">
      <w:pPr>
        <w:pStyle w:val="ConsPlusNonformat"/>
        <w:ind w:firstLine="708"/>
        <w:rPr>
          <w:sz w:val="28"/>
          <w:szCs w:val="28"/>
        </w:rPr>
      </w:pPr>
      <w:r w:rsidRPr="0046386E">
        <w:rPr>
          <w:sz w:val="28"/>
          <w:szCs w:val="28"/>
        </w:rPr>
        <w:t>С копией распоряжения/приказа о проведении проверки ознакомлен(ы):</w:t>
      </w:r>
    </w:p>
    <w:p w:rsidR="00CF5AE0" w:rsidRPr="0046386E" w:rsidRDefault="00CF5AE0" w:rsidP="004568F5">
      <w:pPr>
        <w:pStyle w:val="ConsPlusNonforma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CF5AE0" w:rsidRPr="00631C37" w:rsidRDefault="00CF5AE0" w:rsidP="004568F5">
      <w:pPr>
        <w:pStyle w:val="ConsPlusNonformat"/>
        <w:jc w:val="center"/>
      </w:pPr>
      <w:r w:rsidRPr="00631C37">
        <w:t>(заполняется при проведении выездной проверки)</w:t>
      </w:r>
    </w:p>
    <w:p w:rsidR="00CF5AE0" w:rsidRPr="0046386E" w:rsidRDefault="00CF5AE0" w:rsidP="004568F5">
      <w:pPr>
        <w:pStyle w:val="ConsPlusNonformat"/>
        <w:rPr>
          <w:sz w:val="28"/>
          <w:szCs w:val="28"/>
        </w:rPr>
      </w:pPr>
      <w:r w:rsidRPr="0046386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CF5AE0" w:rsidRDefault="00CF5AE0" w:rsidP="004568F5">
      <w:pPr>
        <w:pStyle w:val="ConsPlusNonformat"/>
        <w:jc w:val="center"/>
      </w:pPr>
      <w:r w:rsidRPr="00631C37">
        <w:t>(фамилии, инициалы, подпись, дата, время)</w:t>
      </w:r>
    </w:p>
    <w:p w:rsidR="00CF5AE0" w:rsidRPr="00631C37" w:rsidRDefault="00CF5AE0" w:rsidP="004568F5">
      <w:pPr>
        <w:pStyle w:val="ConsPlusNonformat"/>
        <w:jc w:val="center"/>
      </w:pPr>
    </w:p>
    <w:p w:rsidR="00CF5AE0" w:rsidRPr="0046386E" w:rsidRDefault="00CF5AE0" w:rsidP="004568F5">
      <w:pPr>
        <w:pStyle w:val="ConsPlusNonformat"/>
        <w:ind w:firstLine="720"/>
        <w:rPr>
          <w:sz w:val="28"/>
          <w:szCs w:val="28"/>
        </w:rPr>
      </w:pPr>
      <w:r w:rsidRPr="0046386E">
        <w:rPr>
          <w:sz w:val="28"/>
          <w:szCs w:val="28"/>
        </w:rPr>
        <w:t>Дата и номер решения прокурора (его заместителя) о согласовании пров</w:t>
      </w:r>
      <w:r w:rsidRPr="0046386E">
        <w:rPr>
          <w:sz w:val="28"/>
          <w:szCs w:val="28"/>
        </w:rPr>
        <w:t>е</w:t>
      </w:r>
      <w:r w:rsidRPr="0046386E">
        <w:rPr>
          <w:sz w:val="28"/>
          <w:szCs w:val="28"/>
        </w:rPr>
        <w:t xml:space="preserve">дения проверки: </w:t>
      </w:r>
      <w:r>
        <w:rPr>
          <w:sz w:val="28"/>
          <w:szCs w:val="28"/>
        </w:rPr>
        <w:t xml:space="preserve"> _______________________________________________________</w:t>
      </w:r>
    </w:p>
    <w:p w:rsidR="00CF5AE0" w:rsidRDefault="00CF5AE0" w:rsidP="004568F5">
      <w:pPr>
        <w:pStyle w:val="ConsPlusNonformat"/>
        <w:ind w:left="1416" w:firstLine="708"/>
        <w:jc w:val="center"/>
      </w:pPr>
      <w:r w:rsidRPr="00631C37">
        <w:t>(заполняется в случае необходимости согласования проверки</w:t>
      </w:r>
      <w:r>
        <w:t xml:space="preserve"> </w:t>
      </w:r>
      <w:r w:rsidRPr="00631C37">
        <w:t>с органами прокуратуры)</w:t>
      </w:r>
    </w:p>
    <w:p w:rsidR="00CF5AE0" w:rsidRPr="00631C37" w:rsidRDefault="00CF5AE0" w:rsidP="004568F5">
      <w:pPr>
        <w:pStyle w:val="ConsPlusNonformat"/>
        <w:jc w:val="center"/>
      </w:pPr>
    </w:p>
    <w:p w:rsidR="00CF5AE0" w:rsidRPr="0046386E" w:rsidRDefault="00CF5AE0" w:rsidP="004568F5">
      <w:pPr>
        <w:pStyle w:val="ConsPlusNonformat"/>
        <w:ind w:firstLine="720"/>
        <w:rPr>
          <w:sz w:val="28"/>
          <w:szCs w:val="28"/>
        </w:rPr>
      </w:pPr>
      <w:r w:rsidRPr="0046386E">
        <w:rPr>
          <w:sz w:val="28"/>
          <w:szCs w:val="28"/>
        </w:rPr>
        <w:t>Лицо(а), проводившее проверку: ____________________________________________</w:t>
      </w:r>
      <w:r>
        <w:rPr>
          <w:sz w:val="28"/>
          <w:szCs w:val="28"/>
        </w:rPr>
        <w:t>______________</w:t>
      </w:r>
      <w:r w:rsidRPr="0046386E">
        <w:rPr>
          <w:sz w:val="28"/>
          <w:szCs w:val="28"/>
        </w:rPr>
        <w:t>_________________________________________________________________________________________________________</w:t>
      </w:r>
      <w:r>
        <w:rPr>
          <w:sz w:val="28"/>
          <w:szCs w:val="28"/>
        </w:rPr>
        <w:t>___________</w:t>
      </w:r>
      <w:r w:rsidRPr="0046386E">
        <w:rPr>
          <w:sz w:val="28"/>
          <w:szCs w:val="28"/>
        </w:rPr>
        <w:t>________________________________________________________________________________________________</w:t>
      </w:r>
      <w:r>
        <w:rPr>
          <w:sz w:val="28"/>
          <w:szCs w:val="28"/>
        </w:rPr>
        <w:t>__________</w:t>
      </w:r>
    </w:p>
    <w:p w:rsidR="00CF5AE0" w:rsidRDefault="00CF5AE0" w:rsidP="004568F5">
      <w:pPr>
        <w:pStyle w:val="ConsPlusNonformat"/>
        <w:jc w:val="center"/>
      </w:pPr>
      <w:r w:rsidRPr="00206E24">
        <w:t>(фамилия, имя, отчество (последнее - при наличии), должность должностного лица (должностных лиц), проводи</w:t>
      </w:r>
      <w:r w:rsidRPr="00206E24">
        <w:t>в</w:t>
      </w:r>
      <w:r w:rsidRPr="00206E24">
        <w:t xml:space="preserve">шего(их) проверку; в случае привлечения к участию в проверке экспертов, экспертных организаций указываются фамилии, имена, отчества (последнее - при наличии), должности экспертов и/или наименования </w:t>
      </w:r>
    </w:p>
    <w:p w:rsidR="00CF5AE0" w:rsidRDefault="00CF5AE0" w:rsidP="004568F5">
      <w:pPr>
        <w:pStyle w:val="ConsPlusNonformat"/>
        <w:jc w:val="center"/>
      </w:pPr>
      <w:r w:rsidRPr="00206E24">
        <w:t xml:space="preserve">экспертных организаций с указанием реквизитов свидетельства об аккредитации </w:t>
      </w:r>
    </w:p>
    <w:p w:rsidR="00CF5AE0" w:rsidRDefault="00CF5AE0" w:rsidP="004568F5">
      <w:pPr>
        <w:pStyle w:val="ConsPlusNonformat"/>
        <w:jc w:val="center"/>
      </w:pPr>
      <w:r w:rsidRPr="00206E24">
        <w:t>и наименование органа по аккредитации,</w:t>
      </w:r>
      <w:r>
        <w:t xml:space="preserve"> </w:t>
      </w:r>
      <w:r w:rsidRPr="00206E24">
        <w:t>выдавшего свидетельство)</w:t>
      </w:r>
    </w:p>
    <w:p w:rsidR="00CF5AE0" w:rsidRPr="00206E24" w:rsidRDefault="00CF5AE0" w:rsidP="004568F5">
      <w:pPr>
        <w:pStyle w:val="ConsPlusNonformat"/>
        <w:jc w:val="center"/>
      </w:pPr>
    </w:p>
    <w:p w:rsidR="00CF5AE0" w:rsidRPr="0046386E" w:rsidRDefault="00CF5AE0" w:rsidP="004568F5">
      <w:pPr>
        <w:pStyle w:val="ConsPlusNonformat"/>
        <w:ind w:firstLine="720"/>
        <w:rPr>
          <w:sz w:val="28"/>
          <w:szCs w:val="28"/>
        </w:rPr>
      </w:pPr>
      <w:r w:rsidRPr="00206E24">
        <w:rPr>
          <w:sz w:val="28"/>
          <w:szCs w:val="28"/>
        </w:rPr>
        <w:t>При проведении проверки присутствовали:</w:t>
      </w:r>
      <w:r w:rsidRPr="00206E24">
        <w:t xml:space="preserve"> </w:t>
      </w:r>
      <w:r w:rsidRPr="0046386E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</w:t>
      </w:r>
      <w:r w:rsidRPr="0046386E">
        <w:rPr>
          <w:sz w:val="28"/>
          <w:szCs w:val="28"/>
        </w:rPr>
        <w:t>________________________________________________________________________________________________</w:t>
      </w:r>
      <w:r>
        <w:rPr>
          <w:sz w:val="28"/>
          <w:szCs w:val="28"/>
        </w:rPr>
        <w:t>___________________</w:t>
      </w:r>
      <w:r w:rsidRPr="0046386E">
        <w:rPr>
          <w:sz w:val="28"/>
          <w:szCs w:val="28"/>
        </w:rPr>
        <w:t>_____________________________________</w:t>
      </w:r>
    </w:p>
    <w:p w:rsidR="00CF5AE0" w:rsidRDefault="00CF5AE0" w:rsidP="004568F5">
      <w:pPr>
        <w:pStyle w:val="ConsPlusNonformat"/>
        <w:jc w:val="center"/>
      </w:pPr>
      <w:r w:rsidRPr="00631C37">
        <w:t>(фамилия, имя, отчество (последнее - при наличии), должность руководителя,  иного должностного лица (должн</w:t>
      </w:r>
      <w:r w:rsidRPr="00631C37">
        <w:t>о</w:t>
      </w:r>
      <w:r w:rsidRPr="00631C37">
        <w:t>стных лиц) или уполномоченного представителя юридического лица, уполномоченного представителя индивид</w:t>
      </w:r>
      <w:r w:rsidRPr="00631C37">
        <w:t>у</w:t>
      </w:r>
      <w:r w:rsidRPr="00631C37">
        <w:t>ального предпринимателя, уполномоченного представителя саморегулируемой организации (в случае проведения проверки члена саморегулируемой организации), присутствовавших при проведении мероприятий по проверке)</w:t>
      </w:r>
    </w:p>
    <w:p w:rsidR="00CF5AE0" w:rsidRPr="00631C37" w:rsidRDefault="00CF5AE0" w:rsidP="004568F5">
      <w:pPr>
        <w:pStyle w:val="ConsPlusNonformat"/>
        <w:jc w:val="both"/>
      </w:pPr>
    </w:p>
    <w:p w:rsidR="00CF5AE0" w:rsidRPr="0046386E" w:rsidRDefault="00CF5AE0" w:rsidP="004568F5">
      <w:pPr>
        <w:pStyle w:val="ConsPlusNonformat"/>
        <w:ind w:firstLine="720"/>
        <w:rPr>
          <w:sz w:val="28"/>
          <w:szCs w:val="28"/>
        </w:rPr>
      </w:pPr>
      <w:r w:rsidRPr="0046386E">
        <w:rPr>
          <w:sz w:val="28"/>
          <w:szCs w:val="28"/>
        </w:rPr>
        <w:t>В ходе проведения проверки:</w:t>
      </w:r>
    </w:p>
    <w:p w:rsidR="00CF5AE0" w:rsidRPr="0046386E" w:rsidRDefault="00CF5AE0" w:rsidP="004568F5">
      <w:pPr>
        <w:pStyle w:val="ConsPlusNonformat"/>
        <w:ind w:firstLine="720"/>
        <w:jc w:val="both"/>
        <w:rPr>
          <w:sz w:val="28"/>
          <w:szCs w:val="28"/>
        </w:rPr>
      </w:pPr>
      <w:r w:rsidRPr="0046386E">
        <w:rPr>
          <w:sz w:val="28"/>
          <w:szCs w:val="28"/>
        </w:rPr>
        <w:t>выявлены нарушения обязательных требований или требований, устано</w:t>
      </w:r>
      <w:r w:rsidRPr="0046386E">
        <w:rPr>
          <w:sz w:val="28"/>
          <w:szCs w:val="28"/>
        </w:rPr>
        <w:t>в</w:t>
      </w:r>
      <w:r w:rsidRPr="0046386E">
        <w:rPr>
          <w:sz w:val="28"/>
          <w:szCs w:val="28"/>
        </w:rPr>
        <w:t>ленных муниципальными правовыми актами (с указанием  положений (нормати</w:t>
      </w:r>
      <w:r w:rsidRPr="0046386E">
        <w:rPr>
          <w:sz w:val="28"/>
          <w:szCs w:val="28"/>
        </w:rPr>
        <w:t>в</w:t>
      </w:r>
      <w:r w:rsidRPr="0046386E">
        <w:rPr>
          <w:sz w:val="28"/>
          <w:szCs w:val="28"/>
        </w:rPr>
        <w:t>ных) правовых актов):</w:t>
      </w:r>
      <w:r>
        <w:rPr>
          <w:sz w:val="28"/>
          <w:szCs w:val="28"/>
        </w:rPr>
        <w:t>___________________________________________________</w:t>
      </w:r>
    </w:p>
    <w:p w:rsidR="00CF5AE0" w:rsidRPr="0046386E" w:rsidRDefault="00CF5AE0" w:rsidP="004568F5">
      <w:pPr>
        <w:pStyle w:val="ConsPlusNonformat"/>
        <w:jc w:val="both"/>
        <w:rPr>
          <w:sz w:val="28"/>
          <w:szCs w:val="28"/>
        </w:rPr>
      </w:pPr>
      <w:r w:rsidRPr="0046386E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_____</w:t>
      </w:r>
    </w:p>
    <w:p w:rsidR="00CF5AE0" w:rsidRPr="0046386E" w:rsidRDefault="00CF5AE0" w:rsidP="004568F5">
      <w:pPr>
        <w:pStyle w:val="ConsPlusNonformat"/>
        <w:rPr>
          <w:sz w:val="28"/>
          <w:szCs w:val="28"/>
        </w:rPr>
      </w:pPr>
      <w:r w:rsidRPr="0046386E">
        <w:rPr>
          <w:sz w:val="28"/>
          <w:szCs w:val="28"/>
        </w:rPr>
        <w:t>________________________________________________________________________________________________</w:t>
      </w:r>
      <w:r>
        <w:rPr>
          <w:sz w:val="28"/>
          <w:szCs w:val="28"/>
        </w:rPr>
        <w:t>____________________</w:t>
      </w:r>
      <w:r w:rsidRPr="0046386E">
        <w:rPr>
          <w:sz w:val="28"/>
          <w:szCs w:val="28"/>
        </w:rPr>
        <w:t>______________________________________________________________________________________________</w:t>
      </w:r>
    </w:p>
    <w:p w:rsidR="00CF5AE0" w:rsidRDefault="00CF5AE0" w:rsidP="004568F5">
      <w:pPr>
        <w:pStyle w:val="ConsPlusNonformat"/>
        <w:jc w:val="center"/>
      </w:pPr>
      <w:r w:rsidRPr="00631C37">
        <w:t xml:space="preserve">(с указанием характера нарушений; лиц, допустивших нарушения) </w:t>
      </w:r>
    </w:p>
    <w:p w:rsidR="00CF5AE0" w:rsidRDefault="00CF5AE0" w:rsidP="004568F5">
      <w:pPr>
        <w:pStyle w:val="ConsPlusNonformat"/>
        <w:jc w:val="center"/>
      </w:pPr>
    </w:p>
    <w:p w:rsidR="00CF5AE0" w:rsidRPr="00206E24" w:rsidRDefault="00CF5AE0" w:rsidP="004568F5">
      <w:pPr>
        <w:pStyle w:val="ConsPlusNonformat"/>
        <w:ind w:firstLine="708"/>
        <w:jc w:val="both"/>
        <w:rPr>
          <w:sz w:val="28"/>
          <w:szCs w:val="28"/>
        </w:rPr>
      </w:pPr>
      <w:r w:rsidRPr="00206E24">
        <w:rPr>
          <w:sz w:val="28"/>
          <w:szCs w:val="28"/>
        </w:rPr>
        <w:t>выявлены несоответствия сведений, содержащихся в уведомлении о начале осуществления отдельных видов предпринимательской деятельности, обязател</w:t>
      </w:r>
      <w:r w:rsidRPr="00206E24">
        <w:rPr>
          <w:sz w:val="28"/>
          <w:szCs w:val="28"/>
        </w:rPr>
        <w:t>ь</w:t>
      </w:r>
      <w:r w:rsidRPr="00206E24">
        <w:rPr>
          <w:sz w:val="28"/>
          <w:szCs w:val="28"/>
        </w:rPr>
        <w:t>ным требованиям (с указанием положений (нормативных) правовых актов):</w:t>
      </w:r>
      <w:r>
        <w:rPr>
          <w:sz w:val="28"/>
          <w:szCs w:val="28"/>
        </w:rPr>
        <w:t>_____</w:t>
      </w:r>
    </w:p>
    <w:p w:rsidR="00CF5AE0" w:rsidRPr="0046386E" w:rsidRDefault="00CF5AE0" w:rsidP="004568F5">
      <w:pPr>
        <w:pStyle w:val="ConsPlusNonformat"/>
        <w:rPr>
          <w:sz w:val="28"/>
          <w:szCs w:val="28"/>
        </w:rPr>
      </w:pPr>
      <w:r w:rsidRPr="0046386E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</w:t>
      </w:r>
      <w:r w:rsidRPr="0046386E">
        <w:rPr>
          <w:sz w:val="28"/>
          <w:szCs w:val="28"/>
        </w:rPr>
        <w:t>________________________________________________________________________________________________</w:t>
      </w:r>
      <w:r>
        <w:rPr>
          <w:sz w:val="28"/>
          <w:szCs w:val="28"/>
        </w:rPr>
        <w:t>____________________</w:t>
      </w:r>
      <w:r w:rsidRPr="0046386E">
        <w:rPr>
          <w:sz w:val="28"/>
          <w:szCs w:val="28"/>
        </w:rPr>
        <w:t>________________________________________________________________________________________________</w:t>
      </w:r>
      <w:r>
        <w:rPr>
          <w:sz w:val="28"/>
          <w:szCs w:val="28"/>
        </w:rPr>
        <w:t>__________</w:t>
      </w:r>
    </w:p>
    <w:p w:rsidR="00CF5AE0" w:rsidRPr="0046386E" w:rsidRDefault="00CF5AE0" w:rsidP="004568F5">
      <w:pPr>
        <w:pStyle w:val="ConsPlusNonformat"/>
        <w:ind w:firstLine="720"/>
        <w:jc w:val="both"/>
        <w:rPr>
          <w:sz w:val="28"/>
          <w:szCs w:val="28"/>
        </w:rPr>
      </w:pPr>
      <w:r w:rsidRPr="0046386E">
        <w:rPr>
          <w:sz w:val="28"/>
          <w:szCs w:val="28"/>
        </w:rPr>
        <w:t>выявлены факты невыполнения предписаний органов государственного контроля (надзора), органов муниципального контроля (с указанием реквизитов выданных предписаний):</w:t>
      </w:r>
    </w:p>
    <w:p w:rsidR="00CF5AE0" w:rsidRPr="0046386E" w:rsidRDefault="00CF5AE0" w:rsidP="004568F5">
      <w:pPr>
        <w:pStyle w:val="ConsPlusNonformat"/>
        <w:rPr>
          <w:sz w:val="28"/>
          <w:szCs w:val="28"/>
        </w:rPr>
      </w:pPr>
      <w:r w:rsidRPr="0046386E">
        <w:rPr>
          <w:sz w:val="28"/>
          <w:szCs w:val="28"/>
        </w:rPr>
        <w:t>________________________________________________________________________________________________</w:t>
      </w:r>
      <w:r>
        <w:rPr>
          <w:sz w:val="28"/>
          <w:szCs w:val="28"/>
        </w:rPr>
        <w:t>____________________</w:t>
      </w:r>
      <w:r w:rsidRPr="0046386E">
        <w:rPr>
          <w:sz w:val="28"/>
          <w:szCs w:val="28"/>
        </w:rPr>
        <w:t>______________________________________________________________________________________________</w:t>
      </w:r>
    </w:p>
    <w:p w:rsidR="00CF5AE0" w:rsidRDefault="00CF5AE0" w:rsidP="004568F5">
      <w:pPr>
        <w:pStyle w:val="ConsPlusNonformat"/>
        <w:ind w:firstLine="720"/>
        <w:rPr>
          <w:sz w:val="28"/>
          <w:szCs w:val="28"/>
        </w:rPr>
      </w:pPr>
      <w:r w:rsidRPr="0046386E">
        <w:rPr>
          <w:sz w:val="28"/>
          <w:szCs w:val="28"/>
        </w:rPr>
        <w:t>нарушений не выявлено</w:t>
      </w:r>
      <w:r>
        <w:rPr>
          <w:sz w:val="28"/>
          <w:szCs w:val="28"/>
        </w:rPr>
        <w:t xml:space="preserve"> ____________________________________________</w:t>
      </w:r>
    </w:p>
    <w:p w:rsidR="00CF5AE0" w:rsidRPr="00206E24" w:rsidRDefault="00CF5AE0" w:rsidP="004568F5">
      <w:pPr>
        <w:pStyle w:val="ConsPlusNonformat"/>
        <w:ind w:firstLine="720"/>
        <w:rPr>
          <w:sz w:val="24"/>
          <w:szCs w:val="24"/>
        </w:rPr>
      </w:pPr>
    </w:p>
    <w:p w:rsidR="00CF5AE0" w:rsidRPr="00110EAA" w:rsidRDefault="00CF5AE0" w:rsidP="004568F5">
      <w:pPr>
        <w:spacing w:before="120" w:after="120"/>
        <w:ind w:firstLine="708"/>
        <w:jc w:val="both"/>
      </w:pPr>
      <w:r w:rsidRPr="00110EAA">
        <w:t>Запись в 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 внесена (заполняется при проведении выез</w:t>
      </w:r>
      <w:r w:rsidRPr="00110EAA">
        <w:t>д</w:t>
      </w:r>
      <w:r w:rsidRPr="00110EAA">
        <w:t>ной проверки):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856"/>
        <w:gridCol w:w="851"/>
        <w:gridCol w:w="5261"/>
      </w:tblGrid>
      <w:tr w:rsidR="00CF5AE0" w:rsidTr="00607A17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5AE0" w:rsidRDefault="00CF5AE0" w:rsidP="00607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AE0" w:rsidRDefault="00CF5AE0" w:rsidP="00607A17">
            <w:pPr>
              <w:rPr>
                <w:sz w:val="24"/>
                <w:szCs w:val="24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5AE0" w:rsidRDefault="00CF5AE0" w:rsidP="00607A17">
            <w:pPr>
              <w:ind w:left="-28"/>
              <w:jc w:val="center"/>
              <w:rPr>
                <w:sz w:val="24"/>
                <w:szCs w:val="24"/>
              </w:rPr>
            </w:pPr>
          </w:p>
        </w:tc>
      </w:tr>
      <w:tr w:rsidR="00CF5AE0" w:rsidTr="00607A17"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CF5AE0" w:rsidRPr="00110EAA" w:rsidRDefault="00CF5AE0" w:rsidP="00607A17">
            <w:pPr>
              <w:jc w:val="center"/>
              <w:rPr>
                <w:sz w:val="20"/>
                <w:szCs w:val="20"/>
              </w:rPr>
            </w:pPr>
            <w:r w:rsidRPr="00110EAA">
              <w:rPr>
                <w:sz w:val="20"/>
                <w:szCs w:val="20"/>
              </w:rPr>
              <w:t>(подпись проверяющего)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F5AE0" w:rsidRDefault="00CF5AE0" w:rsidP="00607A17"/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</w:tcPr>
          <w:p w:rsidR="00CF5AE0" w:rsidRDefault="00CF5AE0" w:rsidP="00607A17">
            <w:pPr>
              <w:ind w:left="-28" w:right="268"/>
              <w:jc w:val="center"/>
              <w:rPr>
                <w:sz w:val="20"/>
                <w:szCs w:val="20"/>
              </w:rPr>
            </w:pPr>
            <w:r w:rsidRPr="00110EAA">
              <w:rPr>
                <w:sz w:val="20"/>
                <w:szCs w:val="20"/>
              </w:rPr>
              <w:t xml:space="preserve">(подпись уполномоченного представителя юридического лица, индивидуального предпринимателя, его </w:t>
            </w:r>
          </w:p>
          <w:p w:rsidR="00CF5AE0" w:rsidRPr="00110EAA" w:rsidRDefault="00CF5AE0" w:rsidP="00607A17">
            <w:pPr>
              <w:ind w:left="-28" w:right="268"/>
              <w:jc w:val="center"/>
              <w:rPr>
                <w:sz w:val="20"/>
                <w:szCs w:val="20"/>
              </w:rPr>
            </w:pPr>
            <w:r w:rsidRPr="00110EAA">
              <w:rPr>
                <w:sz w:val="20"/>
                <w:szCs w:val="20"/>
              </w:rPr>
              <w:t>уполномоченного представителя)</w:t>
            </w:r>
          </w:p>
        </w:tc>
      </w:tr>
    </w:tbl>
    <w:p w:rsidR="00CF5AE0" w:rsidRPr="0046386E" w:rsidRDefault="00CF5AE0" w:rsidP="004568F5">
      <w:pPr>
        <w:pStyle w:val="ConsPlusNonformat"/>
        <w:rPr>
          <w:sz w:val="28"/>
          <w:szCs w:val="28"/>
        </w:rPr>
      </w:pPr>
    </w:p>
    <w:p w:rsidR="00CF5AE0" w:rsidRPr="0046386E" w:rsidRDefault="00CF5AE0" w:rsidP="004568F5">
      <w:pPr>
        <w:pStyle w:val="ConsPlusNonformat"/>
        <w:ind w:firstLine="720"/>
        <w:jc w:val="both"/>
        <w:rPr>
          <w:sz w:val="28"/>
          <w:szCs w:val="28"/>
        </w:rPr>
      </w:pPr>
      <w:r w:rsidRPr="0046386E">
        <w:rPr>
          <w:sz w:val="28"/>
          <w:szCs w:val="28"/>
        </w:rPr>
        <w:t>Журнал учета проверок юридического лица, индивидуального предприн</w:t>
      </w:r>
      <w:r w:rsidRPr="0046386E">
        <w:rPr>
          <w:sz w:val="28"/>
          <w:szCs w:val="28"/>
        </w:rPr>
        <w:t>и</w:t>
      </w:r>
      <w:r w:rsidRPr="0046386E">
        <w:rPr>
          <w:sz w:val="28"/>
          <w:szCs w:val="28"/>
        </w:rPr>
        <w:t>мателя, проводимых органами государственного контроля (надзора), органами муниципального контроля, отсутствует (заполняется при проведении выездной проверки):</w:t>
      </w:r>
    </w:p>
    <w:p w:rsidR="00CF5AE0" w:rsidRPr="0046386E" w:rsidRDefault="00CF5AE0" w:rsidP="004568F5">
      <w:pPr>
        <w:pStyle w:val="ConsPlusNonformat"/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856"/>
        <w:gridCol w:w="851"/>
        <w:gridCol w:w="5261"/>
      </w:tblGrid>
      <w:tr w:rsidR="00CF5AE0" w:rsidTr="00607A17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5AE0" w:rsidRDefault="00CF5AE0" w:rsidP="00607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AE0" w:rsidRDefault="00CF5AE0" w:rsidP="00607A17">
            <w:pPr>
              <w:rPr>
                <w:sz w:val="24"/>
                <w:szCs w:val="24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5AE0" w:rsidRDefault="00CF5AE0" w:rsidP="00607A17">
            <w:pPr>
              <w:ind w:left="-28"/>
              <w:jc w:val="center"/>
              <w:rPr>
                <w:sz w:val="24"/>
                <w:szCs w:val="24"/>
              </w:rPr>
            </w:pPr>
          </w:p>
        </w:tc>
      </w:tr>
      <w:tr w:rsidR="00CF5AE0" w:rsidRPr="00110EAA" w:rsidTr="00607A17"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CF5AE0" w:rsidRPr="00110EAA" w:rsidRDefault="00CF5AE0" w:rsidP="00607A17">
            <w:pPr>
              <w:jc w:val="center"/>
              <w:rPr>
                <w:sz w:val="20"/>
                <w:szCs w:val="20"/>
              </w:rPr>
            </w:pPr>
            <w:r w:rsidRPr="00110EAA">
              <w:rPr>
                <w:sz w:val="20"/>
                <w:szCs w:val="20"/>
              </w:rPr>
              <w:t>(подпись проверяющего)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F5AE0" w:rsidRDefault="00CF5AE0" w:rsidP="00607A17"/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</w:tcPr>
          <w:p w:rsidR="00CF5AE0" w:rsidRDefault="00CF5AE0" w:rsidP="00607A17">
            <w:pPr>
              <w:ind w:left="-28" w:right="268"/>
              <w:jc w:val="center"/>
              <w:rPr>
                <w:sz w:val="20"/>
                <w:szCs w:val="20"/>
              </w:rPr>
            </w:pPr>
            <w:r w:rsidRPr="00110EAA">
              <w:rPr>
                <w:sz w:val="20"/>
                <w:szCs w:val="20"/>
              </w:rPr>
              <w:t xml:space="preserve">(подпись уполномоченного представителя юридического лица, индивидуального предпринимателя, его </w:t>
            </w:r>
          </w:p>
          <w:p w:rsidR="00CF5AE0" w:rsidRPr="00110EAA" w:rsidRDefault="00CF5AE0" w:rsidP="00607A17">
            <w:pPr>
              <w:ind w:left="-28" w:right="268"/>
              <w:jc w:val="center"/>
              <w:rPr>
                <w:sz w:val="20"/>
                <w:szCs w:val="20"/>
              </w:rPr>
            </w:pPr>
            <w:r w:rsidRPr="00110EAA">
              <w:rPr>
                <w:sz w:val="20"/>
                <w:szCs w:val="20"/>
              </w:rPr>
              <w:t>уполномоченного представителя)</w:t>
            </w:r>
          </w:p>
        </w:tc>
      </w:tr>
    </w:tbl>
    <w:p w:rsidR="00CF5AE0" w:rsidRPr="00631C37" w:rsidRDefault="00CF5AE0" w:rsidP="004568F5">
      <w:pPr>
        <w:pStyle w:val="ConsPlusNonformat"/>
      </w:pPr>
    </w:p>
    <w:p w:rsidR="00CF5AE0" w:rsidRPr="0046386E" w:rsidRDefault="00CF5AE0" w:rsidP="004568F5">
      <w:pPr>
        <w:pStyle w:val="ConsPlusNonformat"/>
        <w:ind w:firstLine="720"/>
        <w:rPr>
          <w:sz w:val="28"/>
          <w:szCs w:val="28"/>
        </w:rPr>
      </w:pPr>
      <w:r w:rsidRPr="0046386E">
        <w:rPr>
          <w:sz w:val="28"/>
          <w:szCs w:val="28"/>
        </w:rPr>
        <w:t>Прилагаемые документы: ____________________________________________________________________________________________________________________________________________</w:t>
      </w:r>
    </w:p>
    <w:p w:rsidR="00CF5AE0" w:rsidRDefault="00CF5AE0" w:rsidP="004568F5">
      <w:pPr>
        <w:pStyle w:val="ConsPlusNonformat"/>
        <w:ind w:firstLine="708"/>
        <w:rPr>
          <w:sz w:val="28"/>
          <w:szCs w:val="28"/>
        </w:rPr>
      </w:pPr>
    </w:p>
    <w:p w:rsidR="00CF5AE0" w:rsidRPr="00D75371" w:rsidRDefault="00CF5AE0" w:rsidP="004568F5">
      <w:pPr>
        <w:pStyle w:val="ConsPlusNonformat"/>
        <w:ind w:firstLine="708"/>
        <w:rPr>
          <w:sz w:val="28"/>
          <w:szCs w:val="28"/>
        </w:rPr>
      </w:pPr>
      <w:r w:rsidRPr="0046386E">
        <w:rPr>
          <w:sz w:val="28"/>
          <w:szCs w:val="28"/>
        </w:rPr>
        <w:t>Подписи лиц, проводивших проверку:</w:t>
      </w:r>
      <w:r>
        <w:rPr>
          <w:sz w:val="28"/>
          <w:szCs w:val="28"/>
        </w:rPr>
        <w:t xml:space="preserve">   </w:t>
      </w:r>
      <w:r w:rsidRPr="00D75371">
        <w:rPr>
          <w:sz w:val="28"/>
          <w:szCs w:val="28"/>
        </w:rPr>
        <w:t>_______________________________</w:t>
      </w:r>
    </w:p>
    <w:p w:rsidR="00CF5AE0" w:rsidRPr="00D75371" w:rsidRDefault="00CF5AE0" w:rsidP="004568F5">
      <w:pPr>
        <w:pStyle w:val="ConsPlusNonformat"/>
        <w:rPr>
          <w:sz w:val="28"/>
          <w:szCs w:val="28"/>
        </w:rPr>
      </w:pPr>
      <w:r w:rsidRPr="00D75371">
        <w:rPr>
          <w:sz w:val="28"/>
          <w:szCs w:val="28"/>
        </w:rPr>
        <w:tab/>
      </w:r>
      <w:r w:rsidRPr="00D75371">
        <w:rPr>
          <w:sz w:val="28"/>
          <w:szCs w:val="28"/>
        </w:rPr>
        <w:tab/>
      </w:r>
      <w:r w:rsidRPr="00D75371">
        <w:rPr>
          <w:sz w:val="28"/>
          <w:szCs w:val="28"/>
        </w:rPr>
        <w:tab/>
      </w:r>
      <w:r w:rsidRPr="00D75371">
        <w:rPr>
          <w:sz w:val="28"/>
          <w:szCs w:val="28"/>
        </w:rPr>
        <w:tab/>
      </w:r>
      <w:r w:rsidRPr="00D75371">
        <w:rPr>
          <w:sz w:val="28"/>
          <w:szCs w:val="28"/>
        </w:rPr>
        <w:tab/>
      </w:r>
      <w:r w:rsidRPr="00D75371">
        <w:rPr>
          <w:sz w:val="28"/>
          <w:szCs w:val="28"/>
        </w:rPr>
        <w:tab/>
      </w:r>
      <w:r w:rsidRPr="00D75371">
        <w:rPr>
          <w:sz w:val="28"/>
          <w:szCs w:val="28"/>
        </w:rPr>
        <w:tab/>
        <w:t xml:space="preserve">        _____</w:t>
      </w:r>
      <w:r>
        <w:rPr>
          <w:sz w:val="28"/>
          <w:szCs w:val="28"/>
        </w:rPr>
        <w:t>__________________________</w:t>
      </w:r>
    </w:p>
    <w:p w:rsidR="00CF5AE0" w:rsidRPr="00D75371" w:rsidRDefault="00CF5AE0" w:rsidP="004568F5">
      <w:pPr>
        <w:pStyle w:val="ConsPlusNonformat"/>
        <w:ind w:firstLine="720"/>
        <w:jc w:val="both"/>
        <w:rPr>
          <w:sz w:val="28"/>
          <w:szCs w:val="28"/>
        </w:rPr>
      </w:pPr>
    </w:p>
    <w:p w:rsidR="00CF5AE0" w:rsidRDefault="00CF5AE0" w:rsidP="004568F5">
      <w:pPr>
        <w:pStyle w:val="ConsPlusNonformat"/>
        <w:ind w:firstLine="720"/>
        <w:jc w:val="both"/>
        <w:rPr>
          <w:sz w:val="28"/>
          <w:szCs w:val="28"/>
        </w:rPr>
      </w:pPr>
      <w:r w:rsidRPr="0046386E">
        <w:rPr>
          <w:sz w:val="28"/>
          <w:szCs w:val="28"/>
        </w:rPr>
        <w:t>С актом проверки ознакомлен(а), копию акта со всеми приложениями пол</w:t>
      </w:r>
      <w:r w:rsidRPr="0046386E">
        <w:rPr>
          <w:sz w:val="28"/>
          <w:szCs w:val="28"/>
        </w:rPr>
        <w:t>у</w:t>
      </w:r>
      <w:r w:rsidRPr="0046386E">
        <w:rPr>
          <w:sz w:val="28"/>
          <w:szCs w:val="28"/>
        </w:rPr>
        <w:t xml:space="preserve">чил(а): </w:t>
      </w:r>
      <w:r>
        <w:rPr>
          <w:sz w:val="28"/>
          <w:szCs w:val="28"/>
        </w:rPr>
        <w:t>________________________________________________________________</w:t>
      </w:r>
    </w:p>
    <w:p w:rsidR="00CF5AE0" w:rsidRPr="0046386E" w:rsidRDefault="00CF5AE0" w:rsidP="004568F5">
      <w:pPr>
        <w:pStyle w:val="ConsPlusNonformat"/>
        <w:jc w:val="both"/>
        <w:rPr>
          <w:sz w:val="28"/>
          <w:szCs w:val="28"/>
        </w:rPr>
      </w:pPr>
      <w:r w:rsidRPr="0046386E">
        <w:rPr>
          <w:sz w:val="28"/>
          <w:szCs w:val="28"/>
        </w:rPr>
        <w:t>_________________________________________________________</w:t>
      </w:r>
      <w:r>
        <w:rPr>
          <w:sz w:val="28"/>
          <w:szCs w:val="28"/>
        </w:rPr>
        <w:t>_____________</w:t>
      </w:r>
    </w:p>
    <w:p w:rsidR="00CF5AE0" w:rsidRDefault="00CF5AE0" w:rsidP="004568F5">
      <w:pPr>
        <w:pStyle w:val="ConsPlusNonformat"/>
        <w:jc w:val="center"/>
      </w:pPr>
      <w:r w:rsidRPr="00631C37">
        <w:t xml:space="preserve">(фамилия, имя, отчество (последнее - при наличии), должность руководителя, иного должностного лица или </w:t>
      </w:r>
    </w:p>
    <w:p w:rsidR="00CF5AE0" w:rsidRDefault="00CF5AE0" w:rsidP="004568F5">
      <w:pPr>
        <w:pStyle w:val="ConsPlusNonformat"/>
        <w:jc w:val="center"/>
      </w:pPr>
      <w:r w:rsidRPr="00631C37">
        <w:t>уполномоченного представителя юридического лица, индивидуального предпринимателя,</w:t>
      </w:r>
    </w:p>
    <w:p w:rsidR="00CF5AE0" w:rsidRDefault="00CF5AE0" w:rsidP="004568F5">
      <w:pPr>
        <w:pStyle w:val="ConsPlusNonformat"/>
        <w:jc w:val="center"/>
      </w:pPr>
      <w:r w:rsidRPr="00631C37">
        <w:t xml:space="preserve"> его уполномоченного представителя)</w:t>
      </w:r>
    </w:p>
    <w:p w:rsidR="00CF5AE0" w:rsidRPr="00631C37" w:rsidRDefault="00CF5AE0" w:rsidP="004568F5">
      <w:pPr>
        <w:pStyle w:val="ConsPlusNonformat"/>
        <w:jc w:val="center"/>
      </w:pPr>
    </w:p>
    <w:p w:rsidR="00CF5AE0" w:rsidRPr="0046386E" w:rsidRDefault="00CF5AE0" w:rsidP="004568F5">
      <w:pPr>
        <w:pStyle w:val="ConsPlusNonformat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6386E">
        <w:rPr>
          <w:sz w:val="28"/>
          <w:szCs w:val="28"/>
        </w:rPr>
        <w:t>«__» ______________ 20__ г.</w:t>
      </w:r>
    </w:p>
    <w:p w:rsidR="00CF5AE0" w:rsidRPr="00631C37" w:rsidRDefault="00CF5AE0" w:rsidP="004568F5">
      <w:pPr>
        <w:pStyle w:val="ConsPlusNonformat"/>
      </w:pPr>
      <w:r w:rsidRPr="00631C37">
        <w:t xml:space="preserve">         </w:t>
      </w:r>
      <w:r>
        <w:tab/>
      </w:r>
      <w:r>
        <w:tab/>
      </w:r>
      <w:r w:rsidRPr="00631C37">
        <w:t>(подпись)</w:t>
      </w:r>
    </w:p>
    <w:p w:rsidR="00CF5AE0" w:rsidRPr="0046386E" w:rsidRDefault="00CF5AE0" w:rsidP="004568F5">
      <w:pPr>
        <w:pStyle w:val="ConsPlusNonformat"/>
        <w:rPr>
          <w:sz w:val="28"/>
          <w:szCs w:val="28"/>
        </w:rPr>
      </w:pPr>
    </w:p>
    <w:p w:rsidR="00CF5AE0" w:rsidRDefault="00CF5AE0" w:rsidP="004568F5">
      <w:pPr>
        <w:pStyle w:val="ConsPlusNonformat"/>
        <w:ind w:firstLine="708"/>
        <w:rPr>
          <w:sz w:val="28"/>
          <w:szCs w:val="28"/>
        </w:rPr>
      </w:pPr>
      <w:r w:rsidRPr="0046386E">
        <w:rPr>
          <w:sz w:val="28"/>
          <w:szCs w:val="28"/>
        </w:rPr>
        <w:t xml:space="preserve">Пометка об отказе ознакомления с актом проверки: </w:t>
      </w:r>
      <w:r>
        <w:rPr>
          <w:sz w:val="28"/>
          <w:szCs w:val="28"/>
        </w:rPr>
        <w:t>__________________</w:t>
      </w:r>
    </w:p>
    <w:p w:rsidR="00CF5AE0" w:rsidRDefault="00CF5AE0" w:rsidP="004568F5">
      <w:pPr>
        <w:pStyle w:val="ConsPlusNonformat"/>
        <w:ind w:left="6372"/>
      </w:pPr>
      <w:r w:rsidRPr="00631C37">
        <w:t>(подпись уполномоченного должностн</w:t>
      </w:r>
      <w:r w:rsidRPr="00631C37">
        <w:t>о</w:t>
      </w:r>
      <w:r w:rsidRPr="00631C37">
        <w:t>го лица (лиц), проводившего проверку)</w:t>
      </w:r>
    </w:p>
    <w:p w:rsidR="00CF5AE0" w:rsidRPr="00631C37" w:rsidRDefault="00CF5AE0" w:rsidP="004568F5">
      <w:pPr>
        <w:pStyle w:val="ConsPlusNonformat"/>
        <w:ind w:left="6372"/>
      </w:pPr>
    </w:p>
    <w:p w:rsidR="00CF5AE0" w:rsidRDefault="00CF5AE0" w:rsidP="004568F5">
      <w:pPr>
        <w:pStyle w:val="ConsPlusNonformat"/>
        <w:tabs>
          <w:tab w:val="left" w:pos="3600"/>
          <w:tab w:val="left" w:pos="5760"/>
        </w:tabs>
        <w:jc w:val="center"/>
        <w:rPr>
          <w:sz w:val="28"/>
          <w:szCs w:val="28"/>
        </w:rPr>
        <w:sectPr w:rsidR="00CF5AE0" w:rsidSect="000C4DCA">
          <w:pgSz w:w="11906" w:h="16838" w:code="9"/>
          <w:pgMar w:top="1134" w:right="567" w:bottom="851" w:left="1418" w:header="709" w:footer="709" w:gutter="0"/>
          <w:pgNumType w:start="1"/>
          <w:cols w:space="708"/>
          <w:titlePg/>
          <w:docGrid w:linePitch="381"/>
        </w:sectPr>
      </w:pPr>
      <w:r w:rsidRPr="0046386E">
        <w:rPr>
          <w:sz w:val="28"/>
          <w:szCs w:val="28"/>
        </w:rPr>
        <w:t>_______________</w:t>
      </w:r>
    </w:p>
    <w:p w:rsidR="00CF5AE0" w:rsidRDefault="00CF5AE0" w:rsidP="004568F5">
      <w:pPr>
        <w:pStyle w:val="ConsPlusNormal"/>
        <w:ind w:left="6160" w:right="-305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7</w:t>
      </w:r>
    </w:p>
    <w:p w:rsidR="00CF5AE0" w:rsidRDefault="00CF5AE0" w:rsidP="00F868DF">
      <w:pPr>
        <w:pStyle w:val="ConsPlusNormal"/>
        <w:ind w:left="6160" w:right="-19" w:firstLine="0"/>
        <w:jc w:val="both"/>
      </w:pPr>
      <w:r>
        <w:rPr>
          <w:rFonts w:ascii="Times New Roman" w:hAnsi="Times New Roman"/>
          <w:sz w:val="24"/>
          <w:szCs w:val="24"/>
        </w:rPr>
        <w:t xml:space="preserve">к </w:t>
      </w:r>
      <w:r w:rsidRPr="00F41F3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дминистративному регламенту осуществления муниципального земельного контроля на террит</w:t>
      </w:r>
      <w:r w:rsidRPr="00F41F36">
        <w:rPr>
          <w:rFonts w:ascii="Times New Roman" w:hAnsi="Times New Roman"/>
          <w:sz w:val="24"/>
          <w:szCs w:val="24"/>
        </w:rPr>
        <w:t xml:space="preserve">ории </w:t>
      </w:r>
      <w:r>
        <w:rPr>
          <w:rFonts w:ascii="Times New Roman" w:hAnsi="Times New Roman"/>
          <w:sz w:val="24"/>
          <w:szCs w:val="24"/>
        </w:rPr>
        <w:t>Зоновского сельсовета</w:t>
      </w:r>
    </w:p>
    <w:p w:rsidR="00CF5AE0" w:rsidRDefault="00CF5AE0" w:rsidP="00E718A3">
      <w:pPr>
        <w:autoSpaceDE w:val="0"/>
        <w:autoSpaceDN w:val="0"/>
        <w:adjustRightInd w:val="0"/>
        <w:jc w:val="center"/>
      </w:pPr>
      <w:r>
        <w:t>ЖУРНАЛ</w:t>
      </w:r>
    </w:p>
    <w:p w:rsidR="00CF5AE0" w:rsidRDefault="00CF5AE0" w:rsidP="00F868DF">
      <w:pPr>
        <w:autoSpaceDE w:val="0"/>
        <w:autoSpaceDN w:val="0"/>
        <w:adjustRightInd w:val="0"/>
        <w:jc w:val="center"/>
      </w:pPr>
      <w:r>
        <w:t>регистрации актов проверок администрации Зоновского сельсовета</w:t>
      </w:r>
    </w:p>
    <w:p w:rsidR="00CF5AE0" w:rsidRDefault="00CF5AE0" w:rsidP="00E718A3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5"/>
        <w:gridCol w:w="1215"/>
        <w:gridCol w:w="2700"/>
        <w:gridCol w:w="3915"/>
        <w:gridCol w:w="1755"/>
      </w:tblGrid>
      <w:tr w:rsidR="00CF5AE0" w:rsidTr="0067528F">
        <w:trPr>
          <w:cantSplit/>
          <w:trHeight w:val="36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AE0" w:rsidRDefault="00CF5AE0" w:rsidP="006752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AE0" w:rsidRDefault="00CF5AE0" w:rsidP="006752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AE0" w:rsidRDefault="00CF5AE0" w:rsidP="006752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и номер акта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проверки     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AE0" w:rsidRDefault="00CF5AE0" w:rsidP="006752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должностного лица,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проводившего проверку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AE0" w:rsidRDefault="00CF5AE0" w:rsidP="006752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CF5AE0" w:rsidTr="0067528F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AE0" w:rsidRDefault="00CF5AE0" w:rsidP="006752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AE0" w:rsidRDefault="00CF5AE0" w:rsidP="006752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AE0" w:rsidRDefault="00CF5AE0" w:rsidP="006752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  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AE0" w:rsidRDefault="00CF5AE0" w:rsidP="006752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AE0" w:rsidRDefault="00CF5AE0" w:rsidP="006752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 </w:t>
            </w:r>
          </w:p>
        </w:tc>
      </w:tr>
      <w:tr w:rsidR="00CF5AE0" w:rsidTr="0067528F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AE0" w:rsidRDefault="00CF5AE0" w:rsidP="006752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AE0" w:rsidRDefault="00CF5AE0" w:rsidP="006752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AE0" w:rsidRDefault="00CF5AE0" w:rsidP="006752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AE0" w:rsidRDefault="00CF5AE0" w:rsidP="006752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AE0" w:rsidRDefault="00CF5AE0" w:rsidP="006752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AE0" w:rsidTr="0067528F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AE0" w:rsidRDefault="00CF5AE0" w:rsidP="006752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AE0" w:rsidRDefault="00CF5AE0" w:rsidP="006752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AE0" w:rsidRDefault="00CF5AE0" w:rsidP="006752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AE0" w:rsidRDefault="00CF5AE0" w:rsidP="006752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AE0" w:rsidRDefault="00CF5AE0" w:rsidP="006752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5AE0" w:rsidRDefault="00CF5AE0" w:rsidP="00E718A3">
      <w:pPr>
        <w:autoSpaceDE w:val="0"/>
        <w:autoSpaceDN w:val="0"/>
        <w:adjustRightInd w:val="0"/>
        <w:ind w:firstLine="540"/>
        <w:jc w:val="both"/>
      </w:pPr>
    </w:p>
    <w:p w:rsidR="00CF5AE0" w:rsidRDefault="00CF5AE0" w:rsidP="00BE14D1">
      <w:pPr>
        <w:pStyle w:val="ConsPlusNonformat"/>
        <w:jc w:val="center"/>
      </w:pPr>
    </w:p>
    <w:p w:rsidR="00CF5AE0" w:rsidRPr="00BE14D1" w:rsidRDefault="00CF5AE0" w:rsidP="00BE14D1">
      <w:pPr>
        <w:pStyle w:val="ConsPlusNonformat"/>
        <w:jc w:val="center"/>
      </w:pPr>
      <w:r>
        <w:t>_____________________</w:t>
      </w:r>
    </w:p>
    <w:p w:rsidR="00CF5AE0" w:rsidRDefault="00CF5AE0" w:rsidP="009915A9">
      <w:pPr>
        <w:pStyle w:val="ConsPlusNonformat"/>
        <w:outlineLvl w:val="0"/>
        <w:rPr>
          <w:sz w:val="28"/>
          <w:szCs w:val="28"/>
        </w:rPr>
      </w:pPr>
    </w:p>
    <w:p w:rsidR="00CF5AE0" w:rsidRDefault="00CF5AE0" w:rsidP="009915A9">
      <w:pPr>
        <w:pStyle w:val="ConsPlusNonformat"/>
        <w:outlineLvl w:val="0"/>
        <w:rPr>
          <w:sz w:val="28"/>
          <w:szCs w:val="28"/>
        </w:rPr>
      </w:pPr>
    </w:p>
    <w:p w:rsidR="00CF5AE0" w:rsidRDefault="00CF5AE0" w:rsidP="009915A9">
      <w:pPr>
        <w:pStyle w:val="ConsPlusNonformat"/>
        <w:outlineLvl w:val="0"/>
        <w:rPr>
          <w:sz w:val="28"/>
          <w:szCs w:val="28"/>
        </w:rPr>
      </w:pPr>
    </w:p>
    <w:p w:rsidR="00CF5AE0" w:rsidRDefault="00CF5AE0" w:rsidP="00F868DF">
      <w:pPr>
        <w:autoSpaceDE w:val="0"/>
        <w:autoSpaceDN w:val="0"/>
        <w:adjustRightInd w:val="0"/>
        <w:ind w:firstLine="700"/>
        <w:jc w:val="both"/>
      </w:pPr>
      <w:r>
        <w:t>Глава Зоновского сельсовета                                                 В.Н.Зонов</w:t>
      </w:r>
    </w:p>
    <w:p w:rsidR="00CF5AE0" w:rsidRPr="00F6519D" w:rsidRDefault="00CF5AE0" w:rsidP="00F868DF">
      <w:pPr>
        <w:pStyle w:val="ConsPlusNonformat"/>
        <w:tabs>
          <w:tab w:val="left" w:pos="3600"/>
          <w:tab w:val="left" w:pos="5760"/>
        </w:tabs>
        <w:rPr>
          <w:sz w:val="28"/>
          <w:szCs w:val="28"/>
        </w:rPr>
      </w:pPr>
    </w:p>
    <w:sectPr w:rsidR="00CF5AE0" w:rsidRPr="00F6519D" w:rsidSect="005F7A00">
      <w:pgSz w:w="11906" w:h="16838" w:code="9"/>
      <w:pgMar w:top="1134" w:right="567" w:bottom="851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AE0" w:rsidRDefault="00CF5AE0">
      <w:r>
        <w:separator/>
      </w:r>
    </w:p>
  </w:endnote>
  <w:endnote w:type="continuationSeparator" w:id="0">
    <w:p w:rsidR="00CF5AE0" w:rsidRDefault="00CF5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AE0" w:rsidRDefault="00CF5AE0">
      <w:r>
        <w:separator/>
      </w:r>
    </w:p>
  </w:footnote>
  <w:footnote w:type="continuationSeparator" w:id="0">
    <w:p w:rsidR="00CF5AE0" w:rsidRDefault="00CF5A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AE0" w:rsidRDefault="00CF5AE0" w:rsidP="003D1A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5AE0" w:rsidRDefault="00CF5A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AE0" w:rsidRPr="00402F4F" w:rsidRDefault="00CF5AE0" w:rsidP="003D1AEA">
    <w:pPr>
      <w:pStyle w:val="Header"/>
      <w:framePr w:wrap="around" w:vAnchor="text" w:hAnchor="margin" w:xAlign="center" w:y="1"/>
      <w:rPr>
        <w:rStyle w:val="PageNumber"/>
        <w:sz w:val="20"/>
      </w:rPr>
    </w:pPr>
    <w:r w:rsidRPr="00402F4F">
      <w:rPr>
        <w:rStyle w:val="PageNumber"/>
        <w:sz w:val="20"/>
      </w:rPr>
      <w:fldChar w:fldCharType="begin"/>
    </w:r>
    <w:r w:rsidRPr="00402F4F">
      <w:rPr>
        <w:rStyle w:val="PageNumber"/>
        <w:sz w:val="20"/>
      </w:rPr>
      <w:instrText xml:space="preserve">PAGE  </w:instrText>
    </w:r>
    <w:r w:rsidRPr="00402F4F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3</w:t>
    </w:r>
    <w:r w:rsidRPr="00402F4F">
      <w:rPr>
        <w:rStyle w:val="PageNumber"/>
        <w:sz w:val="20"/>
      </w:rPr>
      <w:fldChar w:fldCharType="end"/>
    </w:r>
  </w:p>
  <w:p w:rsidR="00CF5AE0" w:rsidRDefault="00CF5A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hyphenationZone w:val="357"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71C6"/>
    <w:rsid w:val="000011C7"/>
    <w:rsid w:val="00016553"/>
    <w:rsid w:val="00021582"/>
    <w:rsid w:val="00034B12"/>
    <w:rsid w:val="00044ED0"/>
    <w:rsid w:val="0004679B"/>
    <w:rsid w:val="00080342"/>
    <w:rsid w:val="00093159"/>
    <w:rsid w:val="000937CA"/>
    <w:rsid w:val="000A2C84"/>
    <w:rsid w:val="000A4432"/>
    <w:rsid w:val="000B110D"/>
    <w:rsid w:val="000C4DCA"/>
    <w:rsid w:val="00104BF4"/>
    <w:rsid w:val="00110EAA"/>
    <w:rsid w:val="00112C35"/>
    <w:rsid w:val="00141188"/>
    <w:rsid w:val="00141C88"/>
    <w:rsid w:val="00150D76"/>
    <w:rsid w:val="001668B3"/>
    <w:rsid w:val="00170F44"/>
    <w:rsid w:val="00181825"/>
    <w:rsid w:val="00184380"/>
    <w:rsid w:val="001C40C8"/>
    <w:rsid w:val="001D1A62"/>
    <w:rsid w:val="001E01BE"/>
    <w:rsid w:val="00201FF2"/>
    <w:rsid w:val="00206E24"/>
    <w:rsid w:val="0023301F"/>
    <w:rsid w:val="00234E6A"/>
    <w:rsid w:val="00240D20"/>
    <w:rsid w:val="00250BB0"/>
    <w:rsid w:val="0026304C"/>
    <w:rsid w:val="0027133C"/>
    <w:rsid w:val="002727B3"/>
    <w:rsid w:val="002731A2"/>
    <w:rsid w:val="00275835"/>
    <w:rsid w:val="00284BEF"/>
    <w:rsid w:val="00284E31"/>
    <w:rsid w:val="002E15FF"/>
    <w:rsid w:val="002F6096"/>
    <w:rsid w:val="00310EB3"/>
    <w:rsid w:val="00312144"/>
    <w:rsid w:val="0032303C"/>
    <w:rsid w:val="00373434"/>
    <w:rsid w:val="00380C10"/>
    <w:rsid w:val="0038181B"/>
    <w:rsid w:val="00383113"/>
    <w:rsid w:val="003940BF"/>
    <w:rsid w:val="003947F2"/>
    <w:rsid w:val="003A1043"/>
    <w:rsid w:val="003B0DD9"/>
    <w:rsid w:val="003C5FBC"/>
    <w:rsid w:val="003C7665"/>
    <w:rsid w:val="003D1AEA"/>
    <w:rsid w:val="003E7738"/>
    <w:rsid w:val="003F262C"/>
    <w:rsid w:val="003F527C"/>
    <w:rsid w:val="003F7233"/>
    <w:rsid w:val="00402F4F"/>
    <w:rsid w:val="004129D2"/>
    <w:rsid w:val="004135F9"/>
    <w:rsid w:val="0043126B"/>
    <w:rsid w:val="00444865"/>
    <w:rsid w:val="00446CE3"/>
    <w:rsid w:val="004568F5"/>
    <w:rsid w:val="0046386E"/>
    <w:rsid w:val="00466B86"/>
    <w:rsid w:val="00481EE1"/>
    <w:rsid w:val="00483C99"/>
    <w:rsid w:val="004924C9"/>
    <w:rsid w:val="004D14D3"/>
    <w:rsid w:val="004E3E3F"/>
    <w:rsid w:val="004E597C"/>
    <w:rsid w:val="004F1559"/>
    <w:rsid w:val="004F27B1"/>
    <w:rsid w:val="005102BA"/>
    <w:rsid w:val="005232AF"/>
    <w:rsid w:val="0052639D"/>
    <w:rsid w:val="00527937"/>
    <w:rsid w:val="00527D69"/>
    <w:rsid w:val="00530BC9"/>
    <w:rsid w:val="005343BC"/>
    <w:rsid w:val="00541B45"/>
    <w:rsid w:val="00561E3E"/>
    <w:rsid w:val="00581520"/>
    <w:rsid w:val="00591082"/>
    <w:rsid w:val="005B2F15"/>
    <w:rsid w:val="005B5D1C"/>
    <w:rsid w:val="005C6E71"/>
    <w:rsid w:val="005D061A"/>
    <w:rsid w:val="005D4C59"/>
    <w:rsid w:val="005F23A3"/>
    <w:rsid w:val="005F7A00"/>
    <w:rsid w:val="00606A22"/>
    <w:rsid w:val="00607A17"/>
    <w:rsid w:val="00631C37"/>
    <w:rsid w:val="00636734"/>
    <w:rsid w:val="006369C7"/>
    <w:rsid w:val="00654C17"/>
    <w:rsid w:val="0067528F"/>
    <w:rsid w:val="006773CE"/>
    <w:rsid w:val="006975DF"/>
    <w:rsid w:val="006C72CF"/>
    <w:rsid w:val="006D0718"/>
    <w:rsid w:val="006D69FC"/>
    <w:rsid w:val="006E43C2"/>
    <w:rsid w:val="006E7312"/>
    <w:rsid w:val="00700933"/>
    <w:rsid w:val="007029B9"/>
    <w:rsid w:val="00711361"/>
    <w:rsid w:val="007153B8"/>
    <w:rsid w:val="00745405"/>
    <w:rsid w:val="00764BAC"/>
    <w:rsid w:val="00770A52"/>
    <w:rsid w:val="00795AF1"/>
    <w:rsid w:val="007B05E5"/>
    <w:rsid w:val="007C37CF"/>
    <w:rsid w:val="007D51E8"/>
    <w:rsid w:val="007E5EC6"/>
    <w:rsid w:val="008017E1"/>
    <w:rsid w:val="00812800"/>
    <w:rsid w:val="00813A11"/>
    <w:rsid w:val="008226A0"/>
    <w:rsid w:val="008263E9"/>
    <w:rsid w:val="0083570B"/>
    <w:rsid w:val="008371A9"/>
    <w:rsid w:val="00855B48"/>
    <w:rsid w:val="008978D7"/>
    <w:rsid w:val="008A59FC"/>
    <w:rsid w:val="008B44CB"/>
    <w:rsid w:val="008C3E9A"/>
    <w:rsid w:val="008D01A3"/>
    <w:rsid w:val="00923FC3"/>
    <w:rsid w:val="0092536A"/>
    <w:rsid w:val="00926D98"/>
    <w:rsid w:val="00941E5D"/>
    <w:rsid w:val="00942B71"/>
    <w:rsid w:val="009430D2"/>
    <w:rsid w:val="0094530C"/>
    <w:rsid w:val="00950F58"/>
    <w:rsid w:val="00957B6E"/>
    <w:rsid w:val="009774E2"/>
    <w:rsid w:val="009915A9"/>
    <w:rsid w:val="009B1793"/>
    <w:rsid w:val="009D0369"/>
    <w:rsid w:val="009E5D31"/>
    <w:rsid w:val="009E61D0"/>
    <w:rsid w:val="009F336E"/>
    <w:rsid w:val="00A01238"/>
    <w:rsid w:val="00A35922"/>
    <w:rsid w:val="00A43CF1"/>
    <w:rsid w:val="00A51D02"/>
    <w:rsid w:val="00A551A1"/>
    <w:rsid w:val="00A63B60"/>
    <w:rsid w:val="00A76B16"/>
    <w:rsid w:val="00A82CFB"/>
    <w:rsid w:val="00AA137F"/>
    <w:rsid w:val="00AD0DB5"/>
    <w:rsid w:val="00B106AE"/>
    <w:rsid w:val="00B360D7"/>
    <w:rsid w:val="00B3640A"/>
    <w:rsid w:val="00B46D65"/>
    <w:rsid w:val="00B7612B"/>
    <w:rsid w:val="00B771C6"/>
    <w:rsid w:val="00B82717"/>
    <w:rsid w:val="00B863EC"/>
    <w:rsid w:val="00BA52D6"/>
    <w:rsid w:val="00BA5F39"/>
    <w:rsid w:val="00BC1876"/>
    <w:rsid w:val="00BC20D9"/>
    <w:rsid w:val="00BC6B71"/>
    <w:rsid w:val="00BC7979"/>
    <w:rsid w:val="00BE14D1"/>
    <w:rsid w:val="00C020F6"/>
    <w:rsid w:val="00C05CFD"/>
    <w:rsid w:val="00C232C4"/>
    <w:rsid w:val="00C363C3"/>
    <w:rsid w:val="00C541D7"/>
    <w:rsid w:val="00C67580"/>
    <w:rsid w:val="00C679B6"/>
    <w:rsid w:val="00CB2F42"/>
    <w:rsid w:val="00CC166E"/>
    <w:rsid w:val="00CC6A66"/>
    <w:rsid w:val="00CF5AE0"/>
    <w:rsid w:val="00D12FF3"/>
    <w:rsid w:val="00D173F7"/>
    <w:rsid w:val="00D207FC"/>
    <w:rsid w:val="00D34D84"/>
    <w:rsid w:val="00D42407"/>
    <w:rsid w:val="00D507E9"/>
    <w:rsid w:val="00D522EC"/>
    <w:rsid w:val="00D529B1"/>
    <w:rsid w:val="00D604D4"/>
    <w:rsid w:val="00D741AC"/>
    <w:rsid w:val="00D75371"/>
    <w:rsid w:val="00D76404"/>
    <w:rsid w:val="00DB4DD6"/>
    <w:rsid w:val="00DB67EC"/>
    <w:rsid w:val="00DE26EF"/>
    <w:rsid w:val="00DE5400"/>
    <w:rsid w:val="00DE554E"/>
    <w:rsid w:val="00DF797A"/>
    <w:rsid w:val="00E157CE"/>
    <w:rsid w:val="00E167DA"/>
    <w:rsid w:val="00E25C7E"/>
    <w:rsid w:val="00E25EEB"/>
    <w:rsid w:val="00E51081"/>
    <w:rsid w:val="00E52EDA"/>
    <w:rsid w:val="00E60D32"/>
    <w:rsid w:val="00E61F73"/>
    <w:rsid w:val="00E659FF"/>
    <w:rsid w:val="00E718A3"/>
    <w:rsid w:val="00E72B23"/>
    <w:rsid w:val="00E74CC1"/>
    <w:rsid w:val="00E81399"/>
    <w:rsid w:val="00EA1C9B"/>
    <w:rsid w:val="00EA6E25"/>
    <w:rsid w:val="00EB17B3"/>
    <w:rsid w:val="00EB567D"/>
    <w:rsid w:val="00EB77E9"/>
    <w:rsid w:val="00EB78D3"/>
    <w:rsid w:val="00EE1302"/>
    <w:rsid w:val="00EE475E"/>
    <w:rsid w:val="00EF6F1D"/>
    <w:rsid w:val="00F07B70"/>
    <w:rsid w:val="00F22866"/>
    <w:rsid w:val="00F41F36"/>
    <w:rsid w:val="00F434F1"/>
    <w:rsid w:val="00F512B4"/>
    <w:rsid w:val="00F55AB7"/>
    <w:rsid w:val="00F57BE4"/>
    <w:rsid w:val="00F6519D"/>
    <w:rsid w:val="00F868DF"/>
    <w:rsid w:val="00F94B6C"/>
    <w:rsid w:val="00FB09FC"/>
    <w:rsid w:val="00FC5C84"/>
    <w:rsid w:val="00FD354D"/>
    <w:rsid w:val="00FE081C"/>
    <w:rsid w:val="00FF4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1C6"/>
    <w:pPr>
      <w:widowControl w:val="0"/>
    </w:pPr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71C6"/>
    <w:pPr>
      <w:keepNext/>
      <w:widowControl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5D061A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71C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3640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771C6"/>
    <w:pPr>
      <w:keepNext/>
      <w:widowControl/>
      <w:spacing w:before="600" w:line="240" w:lineRule="atLeast"/>
      <w:jc w:val="both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B771C6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E510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8181B"/>
    <w:rPr>
      <w:rFonts w:cs="Times New Roman"/>
      <w:sz w:val="28"/>
    </w:rPr>
  </w:style>
  <w:style w:type="character" w:styleId="PageNumber">
    <w:name w:val="page number"/>
    <w:basedOn w:val="DefaultParagraphFont"/>
    <w:uiPriority w:val="99"/>
    <w:rsid w:val="00E51081"/>
    <w:rPr>
      <w:rFonts w:cs="Times New Roman"/>
    </w:rPr>
  </w:style>
  <w:style w:type="paragraph" w:customStyle="1" w:styleId="ConsPlusNonformat">
    <w:name w:val="ConsPlusNonformat"/>
    <w:uiPriority w:val="99"/>
    <w:rsid w:val="0038181B"/>
    <w:pPr>
      <w:autoSpaceDE w:val="0"/>
      <w:autoSpaceDN w:val="0"/>
      <w:adjustRightInd w:val="0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38181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8181B"/>
    <w:rPr>
      <w:rFonts w:cs="Times New Roman"/>
      <w:sz w:val="28"/>
    </w:rPr>
  </w:style>
  <w:style w:type="paragraph" w:customStyle="1" w:styleId="ConsPlusNormal">
    <w:name w:val="ConsPlusNormal"/>
    <w:link w:val="ConsPlusNormal0"/>
    <w:uiPriority w:val="99"/>
    <w:rsid w:val="00C679B6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C679B6"/>
    <w:rPr>
      <w:rFonts w:ascii="Arial" w:hAnsi="Arial"/>
      <w:sz w:val="22"/>
      <w:lang w:val="ru-RU" w:eastAsia="ar-SA" w:bidi="ar-SA"/>
    </w:rPr>
  </w:style>
  <w:style w:type="paragraph" w:styleId="BalloonText">
    <w:name w:val="Balloon Text"/>
    <w:basedOn w:val="Normal"/>
    <w:link w:val="BalloonTextChar"/>
    <w:uiPriority w:val="99"/>
    <w:rsid w:val="0026304C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6304C"/>
    <w:rPr>
      <w:rFonts w:ascii="Tahoma" w:hAnsi="Tahoma" w:cs="Times New Roman"/>
      <w:sz w:val="16"/>
    </w:rPr>
  </w:style>
  <w:style w:type="paragraph" w:customStyle="1" w:styleId="ConsPlusCell">
    <w:name w:val="ConsPlusCell"/>
    <w:uiPriority w:val="99"/>
    <w:rsid w:val="00E718A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3B0DD9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86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0CC33DE2A005037B7902362BBF3A14491BE8B5555103178C1BAF94C1F276941D40F1A7F29D5746d6MEF" TargetMode="External"/><Relationship Id="rId13" Type="http://schemas.openxmlformats.org/officeDocument/2006/relationships/hyperlink" Target="consultantplus://offline/ref=FD0CC33DE2A005037B791C3B3DD3641D4113B7BE575B0E48D644F4C996FB7CC35A0FA8E5B69050466D4CDAd6MAF" TargetMode="External"/><Relationship Id="rId18" Type="http://schemas.openxmlformats.org/officeDocument/2006/relationships/hyperlink" Target="consultantplus://offline/ref=FD0CC33DE2A005037B791C3B3DD3641D4113B7BE575B0E48D644F4C996FB7CC35A0FA8E5B69050466D4CD8d6M9F" TargetMode="External"/><Relationship Id="rId26" Type="http://schemas.openxmlformats.org/officeDocument/2006/relationships/hyperlink" Target="consultantplus://offline/ref=FD0CC33DE2A005037B791C3B3DD3641D4113B7BE575B0E48D644F4C996FB7CC35A0FA8E5B69050466D4CD7d6M7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D0CC33DE2A005037B7902362BBF3A14491AE8B5545A03178C1BAF94C1F276941D40F1A4dFM3F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FD0CC33DE2A005037B7902362BBF3A144A10EEB6590E5415DD4EA1d9M1F" TargetMode="External"/><Relationship Id="rId12" Type="http://schemas.openxmlformats.org/officeDocument/2006/relationships/hyperlink" Target="consultantplus://offline/ref=5558FF2EB92D8B8C43AFA57A168F764FAE7B1FCC93D88A8F45161D6BD0l8L1F" TargetMode="External"/><Relationship Id="rId17" Type="http://schemas.openxmlformats.org/officeDocument/2006/relationships/hyperlink" Target="consultantplus://offline/ref=FD0CC33DE2A005037B7902362BBF3A14491AEDB55A5A03178C1BAF94C1F276941D40F1A7F29D5144d6M4F" TargetMode="External"/><Relationship Id="rId25" Type="http://schemas.openxmlformats.org/officeDocument/2006/relationships/hyperlink" Target="consultantplus://offline/ref=FD0CC33DE2A005037B7902362BBF3A14491AE8B5545A03178C1BAF94C1F276941D40F1A5dFM2F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D0CC33DE2A005037B791C3B3DD3641D4113B7BE575B0E48D644F4C996FB7CC35A0FA8E5B69050466D4CD9d6MDF" TargetMode="External"/><Relationship Id="rId20" Type="http://schemas.openxmlformats.org/officeDocument/2006/relationships/hyperlink" Target="consultantplus://offline/ref=FD0CC33DE2A005037B791C3B3DD3641D4113B7BE575B0E48D644F4C996FB7CC35A0FA8E5B69050466D4DDAd6M6F" TargetMode="External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558FF2EB92D8B8C43AFA57A168F764FAE7B1FCC93D88A8F45161D6BD0l8L1F" TargetMode="External"/><Relationship Id="rId24" Type="http://schemas.openxmlformats.org/officeDocument/2006/relationships/hyperlink" Target="consultantplus://offline/ref=FD0CC33DE2A005037B791C3B3DD3641D4113B7BE575B0E48D644F4C996FB7CC35A0FA8E5B69050466D4DD9d6M8F" TargetMode="External"/><Relationship Id="rId32" Type="http://schemas.openxmlformats.org/officeDocument/2006/relationships/hyperlink" Target="consultantplus://offline/ref=FD0CC33DE2A005037B7902362BBF3A14491BE8B55A5103178C1BAF94C1F276941D40F1A7F29D5245d6M5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D0CC33DE2A005037B7902362BBF3A14491AE8B5545A03178C1BAF94C1F276941D40F1dAM3F" TargetMode="External"/><Relationship Id="rId23" Type="http://schemas.openxmlformats.org/officeDocument/2006/relationships/hyperlink" Target="consultantplus://offline/ref=FD0CC33DE2A005037B791C3B3DD3641D4113B7BE575B0E48D644F4C996FB7CC35A0FA8E5B69050466D4DD9d6MEF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FD0CC33DE2A005037B7902362BBF3A14491BE8B55A5103178C1BAF94C1F276941D40F1A7F29D5247d6M8F" TargetMode="External"/><Relationship Id="rId19" Type="http://schemas.openxmlformats.org/officeDocument/2006/relationships/hyperlink" Target="consultantplus://offline/ref=FD0CC33DE2A005037B791C3B3DD3641D4113B7BE575B0E48D644F4C996FB7CC35A0FA8E5B69050466D4DDAd6M6F" TargetMode="External"/><Relationship Id="rId31" Type="http://schemas.openxmlformats.org/officeDocument/2006/relationships/hyperlink" Target="consultantplus://offline/ref=FD0CC33DE2A005037B7902362BBF3A14491BE8B55A5103178C1BAF94C1dFM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D0CC33DE2A005037B7902362BBF3A14491BE8BA555B03178C1BAF94C1F276941D40F1A7F29C5043d6MDF" TargetMode="External"/><Relationship Id="rId14" Type="http://schemas.openxmlformats.org/officeDocument/2006/relationships/hyperlink" Target="consultantplus://offline/ref=FD0CC33DE2A005037B791C3B3DD3641D4113B7BE575B0E48D644F4C996FB7CC35A0FA8E5B69050466D4CD9d6MFF" TargetMode="External"/><Relationship Id="rId22" Type="http://schemas.openxmlformats.org/officeDocument/2006/relationships/hyperlink" Target="consultantplus://offline/ref=FD0CC33DE2A005037B791C3B3DD3641D4113B7BE575B0E48D644F4C996FB7CC35A0FA8E5B69050466D4CD7d6MEF" TargetMode="External"/><Relationship Id="rId27" Type="http://schemas.openxmlformats.org/officeDocument/2006/relationships/hyperlink" Target="consultantplus://offline/ref=FD0CC33DE2A005037B791C3B3DD3641D4113B7BE575B0E48D644F4C996FB7CC35A0FA8E5B69050466D4CD6d6MFF" TargetMode="External"/><Relationship Id="rId30" Type="http://schemas.openxmlformats.org/officeDocument/2006/relationships/hyperlink" Target="consultantplus://offline/ref=FD0CC33DE2A005037B7902362BBF3A14491BE8B55A5103178C1BAF94C1F276941D40F1A7F29D5044d6M8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172</TotalTime>
  <Pages>27</Pages>
  <Words>9430</Words>
  <Characters>-32766</Characters>
  <Application>Microsoft Office Outlook</Application>
  <DocSecurity>0</DocSecurity>
  <Lines>0</Lines>
  <Paragraphs>0</Paragraphs>
  <ScaleCrop>false</ScaleCrop>
  <Company>ДЗИО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мэрии города Новосибирска от 01</dc:title>
  <dc:subject/>
  <dc:creator>Пользователь</dc:creator>
  <cp:keywords/>
  <dc:description/>
  <cp:lastModifiedBy>User</cp:lastModifiedBy>
  <cp:revision>10</cp:revision>
  <cp:lastPrinted>2012-12-17T03:01:00Z</cp:lastPrinted>
  <dcterms:created xsi:type="dcterms:W3CDTF">2012-08-28T03:29:00Z</dcterms:created>
  <dcterms:modified xsi:type="dcterms:W3CDTF">2012-12-17T03:04:00Z</dcterms:modified>
</cp:coreProperties>
</file>