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EAC" w:rsidRPr="00112039" w:rsidRDefault="00314EAC" w:rsidP="000E4A7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Администрация Зоновского сельсовета </w:t>
      </w:r>
    </w:p>
    <w:p w:rsidR="00314EAC" w:rsidRPr="00112039" w:rsidRDefault="00314EAC" w:rsidP="000E4A7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Куйбышевского района Новосибирской области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14EAC" w:rsidRDefault="00314EAC" w:rsidP="0011203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ПОСТАНОВЛЕНИЕ</w:t>
      </w:r>
    </w:p>
    <w:p w:rsidR="00314EAC" w:rsidRPr="00112039" w:rsidRDefault="00314EAC" w:rsidP="0011203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с. Зоново</w:t>
      </w:r>
    </w:p>
    <w:p w:rsidR="00314EAC" w:rsidRDefault="00314EAC" w:rsidP="0011203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02.10.2012</w:t>
      </w: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42в</w:t>
      </w:r>
    </w:p>
    <w:p w:rsidR="00314EAC" w:rsidRPr="00112039" w:rsidRDefault="00314EAC" w:rsidP="0011203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О ПОРЯДКЕ ОБУЧЕНИЯ НАСЕЛЕНИЯ СПОСОБАМ ЗАЩИТЫ ПРИ ЧС,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ОТ ОПАСНОСТЕЙ, ВОЗНИКАЮЩИХ ПРИ ВЕДЕНИИ ВОЕННЫХ ДЕЙСТВИЙ ИЛИ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ВСЛЕДСТВИЕ ЭТИХ ДЕЙСТВИЙ НА ТЕРРИТОРИИ ЗОНОВСКОГО СЕЛЬСОВЕТА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Подготовка населения, должностных лиц гражданской обороны и специалистов Зоновского сельсовета планируется и осуществляется в соответствии с требованиями федеральных законов от 06.10.2003 № 131 "Об общих принципах местного самоуправления в Российской Федерации", от 21.12.1994 № 68-ФЗ "О защите населения и территорий от чрезвычайных ситуаций природного и техногенного характера", от 12.08.1998 № 28-ФЗ "О гражданской обороне", постановлений Правительства Российской Федерации от 04.09.2003 № 547 "О подготовке населения в области защиты от чрезвычайных ситуаций природного и техногенного характера", от 02.11.2000 № 841 "Об утверждении Положения об организации обучения населения в области гражданской обороны",  в целях реализации этих требований постановляю: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1. Утвердить Положение об обучении населения в сфере гражданской обороны и защиты от чрезвычайных ситуаций (приложение № 1).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2. Рекомендовать руководителям предприятий независимо от организационно-правовых форм и форм собственности в процессе обучения руководствоваться настоящим Положением.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3. Проведение обучения в соответствии с ФЗ № 131 от 06.10.2003 "Об организации местного самоуправления в Российской Федерации" возложить на организации и учреждения.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 Контроль за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исполнением</w:t>
      </w: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данного постановления оставляю за собой.</w:t>
      </w:r>
    </w:p>
    <w:p w:rsidR="00314EAC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14EAC" w:rsidRPr="00112039" w:rsidRDefault="00314EAC" w:rsidP="000E4A7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Глава Зоновского сельсовета                                      В.Н.Зонов</w:t>
      </w:r>
    </w:p>
    <w:p w:rsidR="00314EAC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br/>
      </w:r>
    </w:p>
    <w:p w:rsidR="00314EAC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14EAC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14EAC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br/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14EAC" w:rsidRPr="00112039" w:rsidRDefault="00314EAC" w:rsidP="00112039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Приложение № 1</w:t>
      </w:r>
    </w:p>
    <w:p w:rsidR="00314EAC" w:rsidRPr="00112039" w:rsidRDefault="00314EAC" w:rsidP="00112039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к постановлению</w:t>
      </w:r>
    </w:p>
    <w:p w:rsidR="00314EAC" w:rsidRPr="00112039" w:rsidRDefault="00314EAC" w:rsidP="00112039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администрации</w:t>
      </w:r>
    </w:p>
    <w:p w:rsidR="00314EAC" w:rsidRPr="00112039" w:rsidRDefault="00314EAC" w:rsidP="00112039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Зоновского сельсовета</w:t>
      </w:r>
    </w:p>
    <w:p w:rsidR="00314EAC" w:rsidRPr="00112039" w:rsidRDefault="00314EAC" w:rsidP="00112039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02</w:t>
      </w: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октября</w:t>
      </w: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2012г. №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42в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14EAC" w:rsidRPr="00112039" w:rsidRDefault="00314EAC" w:rsidP="008D134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Положение </w:t>
      </w:r>
    </w:p>
    <w:p w:rsidR="00314EAC" w:rsidRPr="00112039" w:rsidRDefault="00314EAC" w:rsidP="008D134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об обучении населения в сфере гражданской обороны и защиты от чрезвычайных ситуаций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I. ОБЩИЕ ПОЛОЖЕНИЯ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1. Обучение населения в сфере гражданской обороны и защиты от чрезвычайных ситуаций является обязательным и осуществляется в рамках единой государственной системы подготовки населения Российской Федерации в области гражданской обороны и защиты от чрезвычайных ситуаций в соответствии с требованиями: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а) федеральных законов: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"О защите населения и территории от чрезвычайных ситуаций природного и техногенного характера" 1994 года;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"Об образовании" 1992 года;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"О гражданской обороне" 1998 года;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б) постановлений Правительства Российской Федерации: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от 24.07.1995 № 738 "О порядке подготовки населения в области защиты от чрезвычайных ситуаций";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от 02.11.2000 № 841 "Об утверждении положения об организации обучения населения в области гражданской обороны";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от 26.06.1995 № 610 "Об утверждении Типового положения об образовательном учреждении дополнительного профессионального образования (повышения квалификации)";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в) приказов и указаний МЧС России;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Обучение населения сельского поселения Зоновский сельсовет Куйбышевского муниципального района осуществляется по группам в учебных заведениях МЧС России, в учреждениях повышения квалификации федеральных органов исполнительной власти и организаций, курсов ГО  Куйбышевского муниципального района, по месту работы, учебы и жительства. 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2. Основными задачами обучения населения в сфере гражданской обороны и защиты от чрезвычайных ситуаций являются: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а) изучение способов защиты от чрезвычайных ситуаций и от опасностей, возникающих при ведении военных действий или вследствие этих действий, порядка действий по сигналам оповещения, приемов оказания первой медицинской помощи, правил пользования коллективными и индивидуальными средствами защиты;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б) обучение (переподготовка) руководителей всех уровней по вопросам организации и проведения мероприятий гражданской обороны и действий по защите населения от чрезвычайных ситуаций;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в) выработка у должностных лиц и специалистов органов местного самоуправления, организаций навыков по подготовке и управлению силами и средствами, входящими в гражданскую оборону (далее - ГО) и систему предупреждения и ликвидации чрезвычайных ситуаций (далее - РСЧС);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г) практическое усвоение работниками в составе сил ГО и РСЧС своих обязанностей при действиях в чрезвычайных ситуациях;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д) выработка умений и навыков для проведения аварийно-спасательных и других неотложных работ (далее - АСНДР);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е) овладение личным составом гражданских организаций гражданской обороны (далее - формирования ГО) приемами и способами действий по защите населения, материальных и культурных ценностей от опасностей, возникающих при ведении военных действий или вследствие этих действий.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3. Лица, подлежащие обучению, подразделяются на следующие группы: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а) должностные лица ГО и РСЧС (начальники гражданской обороны и их заместители; председатели комиссий по чрезвычайным ситуациям; председатели комиссий по эвакуации населения (организаций); председатели комиссий по повышению устойчивости функционирования экономики (организаций); начальники служб гражданской обороны; начальники штабов служб гражданской обороны; начальники (руководители) органов управления по делам гражданской обороны и чрезвычайным ситуациям муниципальных образований и их заместители; руководители структурных подразделений гражданской обороны организаций и их заместители; руководители эвакуационных органов);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б) специалисты ГО и РСЧС (члены и сотрудники комиссий по чрезвычайным ситуациям (далее - КЧС), эвакуации и устойчивости; работники органов управления по делам гражданской обороны и чрезвычайным ситуациям и структурных подразделений гражданской обороны; преподаватели; методисты профиля "ОБЖ" муниципальных органов управления образованием; преподаватели курса "Основы безопасности жизнедеятельности" и дисциплины "Безопасность жизнедеятельности" образовательных учреждений);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в) работники организаций, входящие в состав гражданских организаций гражданской обороны (руководители и личный состав формирований ГО);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г) работники организаций, не входящие в состав формирований (работающее население);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д) учащиеся общего образования;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е) население, не занятое в сферах производства и обслуживания (неработающее население).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4. Формы обучения в области ГОЧС (по группам обучаемых):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Должностные лица и специалисты ГО и РСЧС: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а) самостоятельная подготовка;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б) подготовка, переподготовка и повышение квалификации в УМЦ по ГОЧС и его филиалах;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в) участие в учениях, тренировках и других плановых мероприятиях по гражданской обороне и защите от чрезвычайных ситуаций.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Личный состав формирований: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а) повышение квалификации руководителей формирований в УМЦ по ГОЧС и в его филиалах;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б) проведение занятий с личным составом формирований ГО по месту его работы;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в) участие в учениях и тренировках по ГОЧС.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Работающее население, не входящее в состав формирований: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а) проведение занятий по месту работы;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б) участие в учениях, тренировках и других плановых мероприятиях по ГОЧС;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в) индивидуальное изучение способов защиты от опасностей, возникающих при ведении военных действий или вследствие этих действий, а также опасностей вследствие чрезвычайных ситуаций природного и техногенного характера.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Учащиеся образовательных учреждений: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а) обучение (в учебное время) по курсу "Основы безопасности жизнедеятельности" в учреждениях общего образования или дисциплине "Безопасность жизнедеятельности" в учреждениях среднего образования;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б) участие в тренировках по гражданской обороне и защите от чрезвычайных ситуаций;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в) чтение памяток, листовок и пособий, прослушивание радиопередач, просмотр телепрограмм по тематике ГОЧС.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Население, не занятое в сферах производства и обслуживания (неработающее население):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а) самостоятельное изучение пособий и памяток, прослушивание радиопередач, просмотр телепрограмм по тематике ГОЧС;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б) обучение, осуществляемое путем проведения бесед, лекций, вечеров вопросов и ответов, консультаций, просмотра учебных фильмов;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в) участие в учениях и тренировках ГОЧС по месту жительства.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II. ОБУЧЕНИЕ ДОЛЖНОСТНЫХ ЛИЦ, СПЕЦИАЛИСТОВ ГОЧС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И РУКОВОДЯЩЕГО СОСТАВА ГРАЖДАНСКОЙ ОБОРОНЫ УЧРЕЖДЕНИЙ,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ОРГАНИЗАЦИЙ И ПРЕДПРИЯТИЙ СЕЛЬСКОГО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ПОСЕЛЕНИЯ ЗОНОВСКИЙ СЕЛЬСОВЕТ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5. Подготовка, переподготовка и повышение квалификации должностных лиц, специалистов ГОЧС и руководящего состава гражданской обороны Зоновского сельсовета осуществляется в образовательных учреждениях МЧС России или учреждениях повышения квалификации федеральных органов исполнительной власти - УМЦ по ГОЧС и его филиалах. Обучение организуется по образовательным программам этих учебных заведений.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6. В Учебно-методическом центре по ГОЧС Куйбышевского района проходят обучение: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а) должностные лица и специалисты ГО и РСЧС: председатели и члены КЧС; председатели и члены комиссий по эвакуации населения; председатели и сотрудники комиссий по повышению устойчивости функционирования экономики; начальники служб ГО; руководители и работники органов управления по делам ГОЧС (не военнослужащие); начальники ГО - главы администраций сельских администраций.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б) должностные лица и специалисты организаций (с численностью работающих свыше 100 чел.): начальники ГО других организаций; заместители начальников ГО - главные инженеры организаций; председатели и члены КЧС организаций; председатели и сотрудники комиссий по повышению устойчивости функционирования организаций; начальники служб ГО (главные специалисты) организаций; руководители и работники (штатные и по совместительству) структурных подразделений (штабов, отделов, секторов), специально уполномоченных на решение задач в области ГО;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в) должностные лица и специалисты организаций агропромышленного комплекса: начальники ГО; заместители начальников ГО - главные инженеры; председатели и члены КЧС; председатели приемных эвакуационных комиссий; начальники служб ГО; начальники штабов служб ГО; руководители и работники (штатные и по совместительству) структурных подразделений (штабов, отделов, секторов), специально уполномоченных на решение задач в области ГО;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г) должностные лица и специалисты системы образования: начальники ГО - руководители общеобразовательных учреждений и учреждений начального и среднего образования; методисты профиля "ОБЖ";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д) руководители формирований гражданской обороны: командиры объектовых формирований общего назначения (сводных и спасательных команд или групп); командиры (начальники) объектовых формирований служб ГО численностью более 30 человек;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Подготовка, переподготовка и повышение квалификации должностных лиц и специалистов ГО и РСЧС, руководителей территориальных формирований в области гражданской обороны и защиты от чрезвычайных ситуаций в УМЦ по ГОЧС организуется по соответствующим группам и в сроки, устанавливаемые планом комплектования слушателями УМЦ по ГОЧС.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Для лиц, впервые назначенных на должность, связанную с выполнением обязанностей по гражданской обороне и защите от чрезвычайных ситуаций, обучение в УМЦ по ГОЧС в течение первого года работы является обязательным, а последующая переподготовка (повышение квалификации) проводится с периодичностью 1 раз в 5 лет.</w:t>
      </w:r>
    </w:p>
    <w:p w:rsidR="00314EAC" w:rsidRPr="00112039" w:rsidRDefault="00314EAC" w:rsidP="00747DA4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Обучение осуществляется по "Рабочей программе подготовки, переподготовки и повышения квалификации должностных лиц и специалистов гражданской обороны 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8. На курсах ГОЧС Куйбышевского муниципального района проходят обучение: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а) должностные лица и специалисты организаций (с численностью работающих до 100 чел.): начальники ГО организаций; заместители начальников ГО - главные инженеры организаций; председатели КЧС; начальники сборных и приемных эвакопунктов (муниципальных образований и организаций); работники, специально уполномоченные на решение задач в области ГО (штатные и по совместительству);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б) должностные лица и специалисты системы образования: руководители детских дошкольных учреждений, руководители и воспитатели детских оздоровительных лагерей, классные руководители 5 - 9 классов, учителя начальных классов;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в) руководящий состав гражданских организаций гражданской обороны: командиры (начальники) территориальных формирований служб ГО численностью до 30 человек; командиры групп, звеньев, опорных пунктов, постов, являющихся подразделениями территориальных формирований; командиры (начальники) объектовых формирований служб ГО численностью менее 30 человек; командиры групп, звеньев, являющихся подразделениями объектовых формирований;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г) другие группы обучаемых: диспетчеры организаций, эксплуатирующих опасные производственные объекты (в части подготовки по вопросам гражданской обороны и защиты от чрезвычайных ситуаций); руководители занятий по ГО организаций; инструкторы (консультанты) учебно-консультационных пунктов по ГО.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Подготовка, переподготовка и повышение квалификации указанных должностных лиц и специалистов ГО и РСЧС в области гражданской обороны и защиты от чрезвычайных ситуаций в филиалах УМЦ по ГОЧС организуется по соответствующим группам и в сроки, устанавливаемые планами комплектования слушателями филиалов УМЦ по ГОЧС, ежегодно утверждаемыми главой администрации района.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Для лиц, впервые назначенных на должность, связанную с выполнением обязанностей по гражданской обороне и защите от чрезвычайных ситуаций, обучение в филиале УМЦ по ГОЧС в течение первого года работы является обязательным, а последующая переподготовка (повышение квалификации) проводится с периодичностью 1 раз в 3 года.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9. С учетом местных условий, специфики производства, особенностей контингента обучаемых, степени усвоения ранее изученных вопросов и других факторов начальникам гражданской обороны муниципальных образований и организаций предоставляется право корректировать содержание и время на изучение отдельных тем, уточнять формы и методы проведения занятий, проводить разбивку тем на отдельные занятия без сокращения общего количества часов, предусмотренных соответствующими рабочими программами.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III. ПОРЯДОК ОБУЧЕНИЯ НАСЕЛЕНИЯ В ОРГАНИЗАЦИЯХ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10. Обучение личного состава формирований ГО, рабочих и служащих организаций, не вошедших в состав формирований, организуется начальником ГО организации и проводится непосредственно в организации.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11. Лица руководящего состава организаций, не относящиеся к должностным лицам и специалистам ГОЧС и подготовка которых не предусмотрена в УМЦ по ГОЧС, самостоятельно изучают вопросы ГОЧС 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12. Личный состав формирований. Подготовка осуществляется в течение учебного года в составе формирований в рабочее время в объеме 20 учебных часов. При этом темы базовой подготовки личного состава формирований ГО изучаются всеми формированиями в объеме 14 часов, а специальные темы объемом 6 часов выбираются и осваиваются с учетом предназначения формирования. Практические и тактико-специальные занятия с личным составом формирований организуются и проводятся руководителями формирований или начальниками соответствующих служб ГО, а на учебных местах - командирами структурных подразделений формирований ГО (групп, звеньев).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13. Для рабочих и служащих организаций, не вошедших в состав формирований обучение организуется в течение учебного года в составе учебных групп и в объеме 14 учебных часов (по 45 минут). По решению начальника ГО занятия проводятся как в рабочее время, так и без отрыва от производственной деятельности. Обучение завершается проведением итогового занятия.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14. Подготовка неработающего населения осуществляется в учебно-консультационных пунктах (далее - УКП) путем проведения бесед, лекций, вечеров вопросов и ответов, консультаций, просмотра учебных фильмов. Участие в учениях по ГОЧС по месту жительства. Чтение памяток, листовок, пособий, прослушивание радиопередач и просмотр телепрограмм по тематике ГОЧС.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15. Обучение учащихся образовательных учреждений общего образования проводится в рамках учебных дисциплин (курсов) "Основы безопасности жизнедеятельности" и "Безопасность жизнедеятельности" по учебным планам и программам этих учебных заведений.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IV. УЧЕНИЯ И ТРЕНИРОВКИ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16. Завершающими формами подготовки и контроля подготовки населения в области гражданской обороны и защиты от чрезвычайных ситуаций являются командно-штабные, тактико-специальные и комплексные учения и тренировки, которые проводятся: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в органах местного самоуправления муниципальных образований: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командно-штабные учения продолжительностью до трех суток с периодичностью один раз в три года;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комплексные учения продолжительностью до двух суток с периодичностью один раз в три года;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в организациях, отнесенных к категориям по ГО: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командно-штабные учения или штабные тренировки продолжительностью до одних суток с периодичностью один раз в год;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в других организациях независимо от их организационно-правовой формы: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командно-штабные учения или штабные тренировки продолжительностью до одних суток с периодичностью один раз в год;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комплексные учения, продолжительностью до двух суток один раз в три года в организациях, имеющих численность работников более 300 человек, и в лечебно-профилактических учреждениях, имеющих более 600 коек. В организациях, не попадающих под эти условия, проводятся объектовые тренировки продолжительностью до восьми часов с периодичностью один раз в три года;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с формированиями ГО: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тактико-специальные учения продолжительностью до восьми часов с периодичностью: для формирований ГО повышенной готовности - один раз в год; для остальных формирований ГО - один раз в три года;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с учащимися образовательных учреждений проводятся ежегодные тренировки. В общеобразовательных учебных заведениях ежегодные тренировки проводятся как "День защиты детей".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Комплексные учения с органами управления администраций сельских округов проводятся один раз в три года в ходе командно-штабных учений, проводимых органами местного самоуправления.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>Перед комплексными учениями (тренировками) в организациях, где они предусмотрены, необходимо провести командно-штабные учения или штабные тренировки.</w:t>
      </w: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14EAC" w:rsidRPr="00112039" w:rsidRDefault="00314EAC" w:rsidP="00BC1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20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Глава Зоновского сельсовета                                                В.Н. Зонов</w:t>
      </w:r>
    </w:p>
    <w:p w:rsidR="00314EAC" w:rsidRPr="00112039" w:rsidRDefault="00314EAC">
      <w:pPr>
        <w:rPr>
          <w:rFonts w:ascii="Times New Roman" w:hAnsi="Times New Roman"/>
          <w:sz w:val="28"/>
          <w:szCs w:val="28"/>
        </w:rPr>
      </w:pPr>
    </w:p>
    <w:sectPr w:rsidR="00314EAC" w:rsidRPr="00112039" w:rsidSect="00DE2B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79F0"/>
    <w:rsid w:val="000522BD"/>
    <w:rsid w:val="000E4A7D"/>
    <w:rsid w:val="000F65E2"/>
    <w:rsid w:val="0010515C"/>
    <w:rsid w:val="00112039"/>
    <w:rsid w:val="001A3620"/>
    <w:rsid w:val="002F2EC1"/>
    <w:rsid w:val="00314EAC"/>
    <w:rsid w:val="006279F0"/>
    <w:rsid w:val="0066597D"/>
    <w:rsid w:val="00747DA4"/>
    <w:rsid w:val="00762B80"/>
    <w:rsid w:val="00874EBE"/>
    <w:rsid w:val="008D134D"/>
    <w:rsid w:val="009A4793"/>
    <w:rsid w:val="00AC5821"/>
    <w:rsid w:val="00AF6E02"/>
    <w:rsid w:val="00BC127A"/>
    <w:rsid w:val="00DD2993"/>
    <w:rsid w:val="00DE2B8C"/>
    <w:rsid w:val="00F73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B8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39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3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8</Pages>
  <Words>2627</Words>
  <Characters>14977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12</cp:revision>
  <cp:lastPrinted>2012-12-06T04:07:00Z</cp:lastPrinted>
  <dcterms:created xsi:type="dcterms:W3CDTF">2012-08-31T01:33:00Z</dcterms:created>
  <dcterms:modified xsi:type="dcterms:W3CDTF">2012-12-06T04:08:00Z</dcterms:modified>
</cp:coreProperties>
</file>