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DF" w:rsidRPr="000309E9" w:rsidRDefault="00C67ADF" w:rsidP="000309E9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7ADF" w:rsidRDefault="00C67ADF" w:rsidP="000309E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</w:t>
      </w: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ДМИНИСТРАЦИЯ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ЗОНОВСКОГО СЕЛЬСОВЕТА </w:t>
      </w:r>
    </w:p>
    <w:p w:rsidR="00C67ADF" w:rsidRPr="000309E9" w:rsidRDefault="00C67ADF" w:rsidP="000309E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КУЙБЫШЕВСКОГО РАЙОНА НОВОСИБИРСКОЙ ОБЛАСТИ</w:t>
      </w:r>
    </w:p>
    <w:p w:rsidR="00C67ADF" w:rsidRPr="000309E9" w:rsidRDefault="00C67ADF" w:rsidP="000309E9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7ADF" w:rsidRPr="000309E9" w:rsidRDefault="00C67ADF" w:rsidP="000309E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>ПОСТАНОВЛЕНИЕ</w:t>
      </w:r>
    </w:p>
    <w:p w:rsidR="00C67ADF" w:rsidRPr="000309E9" w:rsidRDefault="00C67ADF" w:rsidP="000309E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20</w:t>
      </w: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июля</w:t>
      </w: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0309E9">
          <w:rPr>
            <w:rFonts w:ascii="Times New Roman" w:hAnsi="Times New Roman"/>
            <w:b/>
            <w:bCs/>
            <w:sz w:val="24"/>
            <w:szCs w:val="24"/>
            <w:lang w:eastAsia="ru-RU"/>
          </w:rPr>
          <w:t>20</w:t>
        </w:r>
        <w:r>
          <w:rPr>
            <w:rFonts w:ascii="Times New Roman" w:hAnsi="Times New Roman"/>
            <w:b/>
            <w:bCs/>
            <w:sz w:val="24"/>
            <w:szCs w:val="24"/>
            <w:lang w:eastAsia="ru-RU"/>
          </w:rPr>
          <w:t>12</w:t>
        </w:r>
        <w:r w:rsidRPr="000309E9">
          <w:rPr>
            <w:rFonts w:ascii="Times New Roman" w:hAnsi="Times New Roman"/>
            <w:b/>
            <w:bCs/>
            <w:sz w:val="24"/>
            <w:szCs w:val="24"/>
            <w:lang w:eastAsia="ru-RU"/>
          </w:rPr>
          <w:t xml:space="preserve"> г</w:t>
        </w:r>
      </w:smartTag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N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22-б</w:t>
      </w:r>
    </w:p>
    <w:p w:rsidR="00C67ADF" w:rsidRPr="000309E9" w:rsidRDefault="00C67ADF" w:rsidP="000309E9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7ADF" w:rsidRPr="000309E9" w:rsidRDefault="00C67ADF" w:rsidP="00D70DF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ПРОВЕДЕНИИ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ОТКРЫТОГО </w:t>
      </w:r>
      <w:r w:rsidRPr="000309E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КОНКУРСА НА ПРАВО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ЗАКЛЮЧИТЬ МУНИЦИПАЛЬНЫЙ КОНТРАКТ НА ВЫПОЛНЕНИЕ РАБОТ ПО РАЗРАБОТКЕ ГЕНЕРАЛЬНОГО ПЛАНА ЗОНОВСКОГО СЕЛЬСОВЕТА КУЙБЫШЕВСКОГО РАЙОНА НОВОСИБИРСКОЙ ОБЛАСТИ</w:t>
      </w:r>
    </w:p>
    <w:p w:rsidR="00C67ADF" w:rsidRPr="000309E9" w:rsidRDefault="00C67ADF" w:rsidP="000309E9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7ADF" w:rsidRPr="000309E9" w:rsidRDefault="00C67ADF" w:rsidP="000309E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sz w:val="24"/>
          <w:szCs w:val="24"/>
          <w:lang w:eastAsia="ru-RU"/>
        </w:rPr>
        <w:t xml:space="preserve">В целях осуществления градостроительной деятельности на территории </w:t>
      </w:r>
      <w:r>
        <w:rPr>
          <w:rFonts w:ascii="Times New Roman" w:hAnsi="Times New Roman"/>
          <w:sz w:val="24"/>
          <w:szCs w:val="24"/>
          <w:lang w:eastAsia="ru-RU"/>
        </w:rPr>
        <w:t>Зоновского сельсовета</w:t>
      </w:r>
      <w:r w:rsidRPr="000309E9">
        <w:rPr>
          <w:rFonts w:ascii="Times New Roman" w:hAnsi="Times New Roman"/>
          <w:sz w:val="24"/>
          <w:szCs w:val="24"/>
          <w:lang w:eastAsia="ru-RU"/>
        </w:rPr>
        <w:t xml:space="preserve"> с учетом современного состояния и перспективного изменения социально-экономической базы развития </w:t>
      </w:r>
      <w:r>
        <w:rPr>
          <w:rFonts w:ascii="Times New Roman" w:hAnsi="Times New Roman"/>
          <w:sz w:val="24"/>
          <w:szCs w:val="24"/>
          <w:lang w:eastAsia="ru-RU"/>
        </w:rPr>
        <w:t>поселения</w:t>
      </w:r>
      <w:r w:rsidRPr="000309E9">
        <w:rPr>
          <w:rFonts w:ascii="Times New Roman" w:hAnsi="Times New Roman"/>
          <w:sz w:val="24"/>
          <w:szCs w:val="24"/>
          <w:lang w:eastAsia="ru-RU"/>
        </w:rPr>
        <w:t>, руководствуясь ст. 24 Градостроительного кодекса Российской Федерации, постановляю:</w:t>
      </w:r>
    </w:p>
    <w:p w:rsidR="00C67ADF" w:rsidRPr="000309E9" w:rsidRDefault="00C67ADF" w:rsidP="000309E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sz w:val="24"/>
          <w:szCs w:val="24"/>
          <w:lang w:eastAsia="ru-RU"/>
        </w:rPr>
        <w:t xml:space="preserve">1. Провести </w:t>
      </w:r>
      <w:r>
        <w:rPr>
          <w:rFonts w:ascii="Times New Roman" w:hAnsi="Times New Roman"/>
          <w:sz w:val="24"/>
          <w:szCs w:val="24"/>
          <w:lang w:eastAsia="ru-RU"/>
        </w:rPr>
        <w:t xml:space="preserve">открытый </w:t>
      </w:r>
      <w:r w:rsidRPr="000309E9">
        <w:rPr>
          <w:rFonts w:ascii="Times New Roman" w:hAnsi="Times New Roman"/>
          <w:sz w:val="24"/>
          <w:szCs w:val="24"/>
          <w:lang w:eastAsia="ru-RU"/>
        </w:rPr>
        <w:t xml:space="preserve">конкурс на право разработки генерального плана </w:t>
      </w:r>
      <w:r>
        <w:rPr>
          <w:rFonts w:ascii="Times New Roman" w:hAnsi="Times New Roman"/>
          <w:sz w:val="24"/>
          <w:szCs w:val="24"/>
          <w:lang w:eastAsia="ru-RU"/>
        </w:rPr>
        <w:t>Зоновского сельсовета Куйбышевского района Новосибирской области</w:t>
      </w:r>
      <w:r w:rsidRPr="000309E9">
        <w:rPr>
          <w:rFonts w:ascii="Times New Roman" w:hAnsi="Times New Roman"/>
          <w:sz w:val="24"/>
          <w:szCs w:val="24"/>
          <w:lang w:eastAsia="ru-RU"/>
        </w:rPr>
        <w:t>.</w:t>
      </w:r>
    </w:p>
    <w:p w:rsidR="00C67ADF" w:rsidRPr="000309E9" w:rsidRDefault="00C67ADF" w:rsidP="000309E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09E9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Заключить договор возмездного оказания услуг со специализированной организацией ООО « Консалтинг плюс» на разработку проекта документации размещения заказа</w:t>
      </w:r>
      <w:r w:rsidRPr="000309E9">
        <w:rPr>
          <w:rFonts w:ascii="Times New Roman" w:hAnsi="Times New Roman"/>
          <w:sz w:val="24"/>
          <w:szCs w:val="24"/>
          <w:lang w:eastAsia="ru-RU"/>
        </w:rPr>
        <w:t>.</w:t>
      </w:r>
    </w:p>
    <w:p w:rsidR="00C67ADF" w:rsidRDefault="00C67ADF" w:rsidP="000309E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0309E9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0309E9">
        <w:rPr>
          <w:rFonts w:ascii="Times New Roman" w:hAnsi="Times New Roman"/>
          <w:sz w:val="24"/>
          <w:szCs w:val="24"/>
          <w:lang w:eastAsia="ru-RU"/>
        </w:rPr>
        <w:t>публиковать информацию о проведении конкурса.</w:t>
      </w:r>
    </w:p>
    <w:p w:rsidR="00C67ADF" w:rsidRPr="000309E9" w:rsidRDefault="00C67ADF" w:rsidP="000309E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Контроль за исполнением постановления оставляю за собой.</w:t>
      </w:r>
    </w:p>
    <w:p w:rsidR="00C67ADF" w:rsidRPr="000309E9" w:rsidRDefault="00C67ADF" w:rsidP="000309E9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67ADF" w:rsidRPr="000309E9" w:rsidRDefault="00C67ADF" w:rsidP="000309E9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Зоновского сельсовета                                                                В.Н. Зонов                             </w:t>
      </w:r>
    </w:p>
    <w:p w:rsidR="00C67ADF" w:rsidRDefault="00C67ADF" w:rsidP="000827D2">
      <w:pPr>
        <w:spacing w:after="240" w:line="240" w:lineRule="auto"/>
      </w:pP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r w:rsidRPr="000309E9">
        <w:rPr>
          <w:rFonts w:ascii="Times New Roman" w:hAnsi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C67ADF" w:rsidSect="00E07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256"/>
    <w:rsid w:val="000309E9"/>
    <w:rsid w:val="000827D2"/>
    <w:rsid w:val="001B1DA4"/>
    <w:rsid w:val="00274D6F"/>
    <w:rsid w:val="003973EF"/>
    <w:rsid w:val="003B4318"/>
    <w:rsid w:val="00872256"/>
    <w:rsid w:val="00A20B1B"/>
    <w:rsid w:val="00C67ADF"/>
    <w:rsid w:val="00D70DF4"/>
    <w:rsid w:val="00E075B6"/>
    <w:rsid w:val="00FE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4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8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8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8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170</Words>
  <Characters>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2012-08-24T03:08:00Z</cp:lastPrinted>
  <dcterms:created xsi:type="dcterms:W3CDTF">2012-08-09T01:14:00Z</dcterms:created>
  <dcterms:modified xsi:type="dcterms:W3CDTF">2012-08-24T03:08:00Z</dcterms:modified>
</cp:coreProperties>
</file>